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570B43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24245F">
        <w:rPr>
          <w:rFonts w:ascii="Tahoma" w:hAnsi="Tahoma" w:cs="Tahoma"/>
          <w:sz w:val="16"/>
          <w:szCs w:val="18"/>
          <w:u w:val="single"/>
        </w:rPr>
        <w:t>Scheda di Adesione</w:t>
      </w:r>
      <w:r w:rsidR="0061620C">
        <w:rPr>
          <w:rFonts w:ascii="Tahoma" w:hAnsi="Tahoma" w:cs="Tahoma"/>
          <w:sz w:val="16"/>
          <w:szCs w:val="18"/>
          <w:u w:val="single"/>
        </w:rPr>
        <w:t xml:space="preserve"> </w:t>
      </w:r>
    </w:p>
    <w:p w:rsidR="0061620C" w:rsidRDefault="0061620C" w:rsidP="0024245F">
      <w:pPr>
        <w:ind w:right="-82"/>
        <w:rPr>
          <w:rFonts w:ascii="Tahoma" w:hAnsi="Tahoma" w:cs="Tahoma"/>
          <w:sz w:val="18"/>
        </w:rPr>
      </w:pPr>
    </w:p>
    <w:p w:rsidR="0061620C" w:rsidRPr="0049165F" w:rsidRDefault="0061620C" w:rsidP="0061620C">
      <w:pPr>
        <w:tabs>
          <w:tab w:val="left" w:pos="851"/>
        </w:tabs>
        <w:ind w:right="-82"/>
        <w:jc w:val="center"/>
        <w:rPr>
          <w:rFonts w:ascii="Tahoma" w:hAnsi="Tahoma" w:cs="Tahoma"/>
          <w:sz w:val="28"/>
          <w:szCs w:val="28"/>
        </w:rPr>
      </w:pPr>
      <w:r w:rsidRPr="0049165F">
        <w:rPr>
          <w:rFonts w:ascii="Tahoma" w:hAnsi="Tahoma" w:cs="Tahoma"/>
          <w:sz w:val="28"/>
          <w:szCs w:val="28"/>
        </w:rPr>
        <w:t>Giornata Internazionale della persona con disabilità</w:t>
      </w:r>
    </w:p>
    <w:p w:rsidR="0061620C" w:rsidRPr="007B1372" w:rsidRDefault="0061620C" w:rsidP="0061620C">
      <w:pPr>
        <w:tabs>
          <w:tab w:val="left" w:pos="851"/>
        </w:tabs>
        <w:ind w:right="-82"/>
        <w:jc w:val="center"/>
        <w:rPr>
          <w:rFonts w:ascii="Tahoma" w:hAnsi="Tahoma" w:cs="Tahoma"/>
          <w:iCs/>
          <w:sz w:val="8"/>
          <w:szCs w:val="8"/>
        </w:rPr>
      </w:pPr>
      <w:r>
        <w:rPr>
          <w:rFonts w:ascii="Tahoma" w:hAnsi="Tahoma" w:cs="Tahoma"/>
          <w:sz w:val="18"/>
          <w:szCs w:val="18"/>
        </w:rPr>
        <w:t xml:space="preserve">Diretta Streaming “Disabilità e Sport - Un percorso senza limiti e senza età” </w:t>
      </w:r>
    </w:p>
    <w:p w:rsidR="0061620C" w:rsidRDefault="0061620C" w:rsidP="0061620C">
      <w:pPr>
        <w:tabs>
          <w:tab w:val="left" w:pos="1320"/>
          <w:tab w:val="center" w:pos="5215"/>
        </w:tabs>
        <w:ind w:right="-82"/>
        <w:rPr>
          <w:rFonts w:ascii="Tahoma" w:hAnsi="Tahoma" w:cs="Tahoma"/>
          <w:iCs/>
          <w:sz w:val="22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  <w:sz w:val="22"/>
          <w:szCs w:val="22"/>
        </w:rPr>
        <w:t>Bari 03 Dicembre 2015  Ore 09.30</w:t>
      </w:r>
    </w:p>
    <w:p w:rsidR="0061620C" w:rsidRPr="00863C63" w:rsidRDefault="0061620C" w:rsidP="0061620C">
      <w:pPr>
        <w:ind w:right="-82"/>
        <w:jc w:val="center"/>
        <w:rPr>
          <w:rFonts w:ascii="Tahoma" w:hAnsi="Tahoma" w:cs="Tahoma"/>
          <w:iCs/>
          <w:sz w:val="22"/>
        </w:rPr>
      </w:pPr>
      <w:r>
        <w:rPr>
          <w:rFonts w:ascii="Tahoma" w:hAnsi="Tahoma" w:cs="Tahoma"/>
          <w:sz w:val="18"/>
          <w:szCs w:val="18"/>
        </w:rPr>
        <w:t>Politecnico “Campus Bari”</w:t>
      </w:r>
    </w:p>
    <w:p w:rsidR="0061620C" w:rsidRPr="00863C63" w:rsidRDefault="0061620C" w:rsidP="0061620C">
      <w:pPr>
        <w:ind w:right="-82"/>
        <w:jc w:val="center"/>
        <w:rPr>
          <w:rFonts w:ascii="Tahoma" w:hAnsi="Tahoma" w:cs="Tahoma"/>
          <w:sz w:val="8"/>
          <w:szCs w:val="18"/>
        </w:rPr>
      </w:pPr>
      <w:r w:rsidRPr="00863C63">
        <w:rPr>
          <w:rFonts w:ascii="Tahoma" w:hAnsi="Tahoma" w:cs="Tahoma"/>
          <w:sz w:val="8"/>
          <w:szCs w:val="18"/>
        </w:rPr>
        <w:t xml:space="preserve">          </w:t>
      </w:r>
    </w:p>
    <w:p w:rsidR="0061620C" w:rsidRDefault="0061620C" w:rsidP="0061620C">
      <w:pPr>
        <w:ind w:right="-82"/>
        <w:jc w:val="center"/>
        <w:rPr>
          <w:rFonts w:ascii="Tahoma" w:hAnsi="Tahoma" w:cs="Tahoma"/>
          <w:iCs/>
          <w:sz w:val="18"/>
          <w:szCs w:val="16"/>
        </w:rPr>
      </w:pPr>
      <w:r>
        <w:rPr>
          <w:rFonts w:ascii="Tahoma" w:hAnsi="Tahoma" w:cs="Tahoma"/>
          <w:iCs/>
          <w:sz w:val="18"/>
          <w:szCs w:val="16"/>
        </w:rPr>
        <w:t xml:space="preserve">Trasmettere la scheda di adesione (Conferenza c/o Politecnico) o in Diretta Streaming </w:t>
      </w:r>
    </w:p>
    <w:p w:rsidR="0061620C" w:rsidRDefault="0061620C" w:rsidP="0061620C">
      <w:pPr>
        <w:ind w:right="-82"/>
        <w:jc w:val="center"/>
        <w:rPr>
          <w:rFonts w:ascii="Tahoma" w:hAnsi="Tahoma" w:cs="Tahoma"/>
          <w:iCs/>
          <w:sz w:val="18"/>
          <w:szCs w:val="16"/>
        </w:rPr>
      </w:pPr>
      <w:r>
        <w:rPr>
          <w:rFonts w:ascii="Tahoma" w:hAnsi="Tahoma" w:cs="Tahoma"/>
          <w:iCs/>
          <w:sz w:val="18"/>
          <w:szCs w:val="16"/>
        </w:rPr>
        <w:t xml:space="preserve">                                                                                                                      Entro e non oltre il 26 novembre</w:t>
      </w:r>
    </w:p>
    <w:p w:rsidR="0061620C" w:rsidRPr="00D705DA" w:rsidRDefault="0061620C" w:rsidP="0061620C">
      <w:pPr>
        <w:ind w:right="-82"/>
        <w:jc w:val="center"/>
        <w:rPr>
          <w:rFonts w:ascii="Tahoma" w:hAnsi="Tahoma" w:cs="Tahoma"/>
          <w:iCs/>
          <w:sz w:val="10"/>
          <w:szCs w:val="10"/>
        </w:rPr>
      </w:pPr>
    </w:p>
    <w:p w:rsidR="0061620C" w:rsidRDefault="0061620C" w:rsidP="0061620C">
      <w:pPr>
        <w:ind w:right="-82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iCs/>
          <w:sz w:val="18"/>
          <w:szCs w:val="16"/>
        </w:rPr>
        <w:t xml:space="preserve">                                                                                                                    via e.mail: eventicipbari@</w:t>
      </w:r>
      <w:r w:rsidRPr="00906958">
        <w:rPr>
          <w:rFonts w:ascii="Tahoma" w:hAnsi="Tahoma" w:cs="Tahoma"/>
          <w:iCs/>
          <w:sz w:val="18"/>
          <w:szCs w:val="16"/>
        </w:rPr>
        <w:t>libero.it</w:t>
      </w:r>
    </w:p>
    <w:p w:rsidR="0061620C" w:rsidRDefault="0061620C" w:rsidP="0024245F">
      <w:pPr>
        <w:ind w:right="-82"/>
        <w:rPr>
          <w:rFonts w:ascii="Tahoma" w:hAnsi="Tahoma" w:cs="Tahoma"/>
          <w:sz w:val="18"/>
        </w:rPr>
      </w:pPr>
    </w:p>
    <w:p w:rsidR="00D705DA" w:rsidRPr="0024245F" w:rsidRDefault="00D705DA" w:rsidP="0024245F">
      <w:pPr>
        <w:ind w:right="-82"/>
        <w:rPr>
          <w:rFonts w:ascii="Tahoma" w:hAnsi="Tahoma" w:cs="Tahoma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4211D0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211D0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211D0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211D0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211D0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211D0" w:rsidRDefault="000E1D59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0E1D59">
              <w:rPr>
                <w:noProof/>
                <w:sz w:val="1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3.2pt;margin-top:-1.5pt;width:11.6pt;height:12.1pt;z-index:251664384;mso-position-horizontal-relative:text;mso-position-vertical-relative:text">
                  <v:textbox style="mso-next-textbox:#_x0000_s1033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E1D59">
              <w:rPr>
                <w:noProof/>
                <w:sz w:val="16"/>
                <w:szCs w:val="32"/>
              </w:rPr>
              <w:pict>
                <v:shape id="_x0000_s1032" type="#_x0000_t202" style="position:absolute;margin-left:74.05pt;margin-top:-1.55pt;width:11.6pt;height:12.1pt;z-index:251663360;mso-position-horizontal-relative:text;mso-position-vertical-relative:text">
                  <v:textbox style="mso-next-textbox:#_x0000_s1032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6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 w:rsidRPr="004211D0">
              <w:rPr>
                <w:rFonts w:ascii="Tahoma" w:hAnsi="Tahoma" w:cs="Tahoma"/>
                <w:sz w:val="16"/>
              </w:rPr>
              <w:t xml:space="preserve">      Primaria           </w:t>
            </w:r>
            <w:r w:rsidR="004211D0">
              <w:rPr>
                <w:rFonts w:ascii="Tahoma" w:hAnsi="Tahoma" w:cs="Tahoma"/>
                <w:sz w:val="16"/>
              </w:rPr>
              <w:t xml:space="preserve">    </w:t>
            </w:r>
            <w:r w:rsidR="00570B43" w:rsidRPr="004211D0">
              <w:rPr>
                <w:rFonts w:ascii="Tahoma" w:hAnsi="Tahoma" w:cs="Tahoma"/>
                <w:sz w:val="16"/>
              </w:rPr>
              <w:t xml:space="preserve">   1° Gr.   </w:t>
            </w:r>
            <w:r w:rsidR="004211D0">
              <w:rPr>
                <w:rFonts w:ascii="Tahoma" w:hAnsi="Tahoma" w:cs="Tahoma"/>
                <w:sz w:val="16"/>
              </w:rPr>
              <w:t xml:space="preserve">  </w:t>
            </w:r>
            <w:r w:rsidR="00570B43" w:rsidRPr="004211D0">
              <w:rPr>
                <w:rFonts w:ascii="Tahoma" w:hAnsi="Tahoma" w:cs="Tahoma"/>
                <w:sz w:val="16"/>
              </w:rPr>
              <w:t xml:space="preserve">          2° Gr.</w:t>
            </w:r>
          </w:p>
        </w:tc>
      </w:tr>
      <w:tr w:rsidR="00570B43" w:rsidRPr="00464574" w:rsidTr="00293706">
        <w:trPr>
          <w:trHeight w:val="284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211D0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211D0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211D0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211D0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  <w:tr w:rsidR="00086A8B" w:rsidRPr="00464574" w:rsidTr="00293706">
        <w:trPr>
          <w:trHeight w:val="284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211D0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211D0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211D0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211D0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  <w:tr w:rsidR="0024245F" w:rsidRPr="00464574" w:rsidTr="00293706">
        <w:trPr>
          <w:trHeight w:val="284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211D0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211D0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211D0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211D0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211D0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211D0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</w:tbl>
    <w:p w:rsidR="004211D0" w:rsidRDefault="004211D0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p w:rsidR="00293706" w:rsidRDefault="00293706" w:rsidP="004211D0">
      <w:pPr>
        <w:pStyle w:val="Rientrocorpodeltesto21"/>
        <w:ind w:left="0"/>
        <w:jc w:val="center"/>
        <w:rPr>
          <w:rFonts w:ascii="Tahoma" w:hAnsi="Tahoma" w:cs="Tahoma"/>
          <w:sz w:val="16"/>
          <w:szCs w:val="16"/>
        </w:rPr>
      </w:pPr>
    </w:p>
    <w:p w:rsidR="004211D0" w:rsidRDefault="004211D0" w:rsidP="004211D0">
      <w:pPr>
        <w:pStyle w:val="Rientrocorpodeltesto21"/>
        <w:ind w:left="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Il Dirigente </w:t>
      </w:r>
      <w:r w:rsidR="00293706">
        <w:rPr>
          <w:rFonts w:ascii="Tahoma" w:hAnsi="Tahoma" w:cs="Tahoma"/>
          <w:sz w:val="16"/>
          <w:szCs w:val="16"/>
        </w:rPr>
        <w:t>attesta:</w:t>
      </w:r>
      <w:r w:rsidR="0061620C">
        <w:rPr>
          <w:rFonts w:ascii="Tahoma" w:hAnsi="Tahoma" w:cs="Tahoma"/>
          <w:sz w:val="16"/>
          <w:szCs w:val="16"/>
        </w:rPr>
        <w:t xml:space="preserve"> </w:t>
      </w:r>
    </w:p>
    <w:p w:rsidR="0061620C" w:rsidRPr="004211D0" w:rsidRDefault="00293706" w:rsidP="004211D0">
      <w:pPr>
        <w:pStyle w:val="Rientrocorpodeltesto21"/>
        <w:ind w:left="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Contrassegnare x</w:t>
      </w:r>
    </w:p>
    <w:p w:rsidR="0061620C" w:rsidRDefault="00293706" w:rsidP="0061620C">
      <w:pPr>
        <w:pStyle w:val="Nessunaspaziatura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</w:rPr>
        <w:pict>
          <v:shape id="_x0000_s1051" type="#_x0000_t202" style="position:absolute;left:0;text-align:left;margin-left:289.35pt;margin-top:7.15pt;width:11.6pt;height:12.1pt;z-index:251679744">
            <v:textbox style="mso-next-textbox:#_x0000_s1051" inset="0,0,0,0">
              <w:txbxContent>
                <w:p w:rsidR="0061620C" w:rsidRPr="00B96C3A" w:rsidRDefault="0061620C" w:rsidP="0061620C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E1D59">
        <w:rPr>
          <w:noProof/>
          <w:szCs w:val="32"/>
          <w:lang w:eastAsia="it-IT"/>
        </w:rPr>
        <w:pict>
          <v:shape id="_x0000_s1049" type="#_x0000_t202" style="position:absolute;left:0;text-align:left;margin-left:24.2pt;margin-top:5.65pt;width:11.6pt;height:12.1pt;z-index:251678720">
            <v:textbox style="mso-next-textbox:#_x0000_s1049" inset="0,0,0,0">
              <w:txbxContent>
                <w:p w:rsidR="004211D0" w:rsidRPr="00B96C3A" w:rsidRDefault="004211D0" w:rsidP="004211D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293706" w:rsidRPr="00293706" w:rsidRDefault="00293706" w:rsidP="00293706">
      <w:pPr>
        <w:pStyle w:val="Nessunaspaziatura"/>
        <w:rPr>
          <w:rFonts w:ascii="Tahoma" w:hAnsi="Tahoma" w:cs="Tahoma"/>
          <w:sz w:val="12"/>
          <w:szCs w:val="12"/>
        </w:rPr>
      </w:pPr>
      <w:r>
        <w:rPr>
          <w:rFonts w:ascii="Tahoma" w:hAnsi="Tahoma" w:cs="Tahoma"/>
          <w:sz w:val="16"/>
          <w:szCs w:val="16"/>
        </w:rPr>
        <w:t xml:space="preserve">                Partecipazione diretta al </w:t>
      </w:r>
      <w:r w:rsidR="0061620C">
        <w:rPr>
          <w:rFonts w:ascii="Tahoma" w:hAnsi="Tahoma" w:cs="Tahoma"/>
          <w:sz w:val="16"/>
          <w:szCs w:val="16"/>
        </w:rPr>
        <w:t xml:space="preserve">Politecnico di Bari “Campus”   </w:t>
      </w:r>
      <w:r w:rsidR="0061620C">
        <w:rPr>
          <w:rFonts w:ascii="Tahoma" w:hAnsi="Tahoma" w:cs="Tahoma"/>
          <w:sz w:val="16"/>
          <w:szCs w:val="16"/>
        </w:rPr>
        <w:tab/>
      </w:r>
      <w:r w:rsidR="0061620C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 xml:space="preserve">        </w:t>
      </w:r>
      <w:r w:rsidR="0061620C">
        <w:rPr>
          <w:rFonts w:ascii="Tahoma" w:hAnsi="Tahoma" w:cs="Tahoma"/>
          <w:sz w:val="16"/>
          <w:szCs w:val="16"/>
        </w:rPr>
        <w:t>Partecipazione Rappresentativa</w:t>
      </w:r>
      <w:r>
        <w:rPr>
          <w:rFonts w:ascii="Tahoma" w:hAnsi="Tahoma" w:cs="Tahoma"/>
          <w:sz w:val="16"/>
          <w:szCs w:val="16"/>
        </w:rPr>
        <w:t xml:space="preserve"> con n. _______studenti</w:t>
      </w:r>
    </w:p>
    <w:p w:rsidR="004211D0" w:rsidRPr="004211D0" w:rsidRDefault="004211D0" w:rsidP="004211D0">
      <w:pPr>
        <w:pStyle w:val="Rientrocorpodeltesto21"/>
        <w:ind w:left="0"/>
        <w:rPr>
          <w:rFonts w:ascii="Tahoma" w:hAnsi="Tahoma" w:cs="Tahoma"/>
          <w:sz w:val="8"/>
          <w:szCs w:val="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211D0" w:rsidRPr="004211D0" w:rsidTr="00883563">
        <w:trPr>
          <w:gridAfter w:val="3"/>
          <w:wAfter w:w="7091" w:type="dxa"/>
          <w:trHeight w:val="17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211D0" w:rsidRPr="004211D0" w:rsidRDefault="004211D0" w:rsidP="00293706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Referente </w:t>
            </w:r>
            <w:r w:rsidR="00293706">
              <w:rPr>
                <w:rFonts w:ascii="Tahoma" w:hAnsi="Tahoma" w:cs="Tahoma"/>
                <w:sz w:val="16"/>
              </w:rPr>
              <w:t>Motoria</w:t>
            </w:r>
          </w:p>
        </w:tc>
      </w:tr>
      <w:tr w:rsidR="004211D0" w:rsidRPr="00464574" w:rsidTr="00883563">
        <w:trPr>
          <w:trHeight w:val="227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4211D0" w:rsidRPr="00464574" w:rsidTr="00883563">
        <w:trPr>
          <w:trHeight w:val="227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211D0" w:rsidRPr="004211D0" w:rsidRDefault="004211D0" w:rsidP="00523EB5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4211D0" w:rsidRPr="004211D0" w:rsidRDefault="004211D0" w:rsidP="004211D0">
      <w:pPr>
        <w:pStyle w:val="Rientrocorpodeltesto21"/>
        <w:ind w:left="0"/>
        <w:rPr>
          <w:rFonts w:ascii="Tahoma" w:hAnsi="Tahoma" w:cs="Tahoma"/>
          <w:sz w:val="12"/>
          <w:szCs w:val="12"/>
        </w:rPr>
      </w:pPr>
    </w:p>
    <w:p w:rsidR="004211D0" w:rsidRPr="004211D0" w:rsidRDefault="004211D0" w:rsidP="004211D0">
      <w:pPr>
        <w:ind w:right="-426"/>
        <w:jc w:val="center"/>
        <w:rPr>
          <w:rFonts w:ascii="Tahoma" w:hAnsi="Tahoma" w:cs="Tahoma"/>
          <w:iCs/>
          <w:sz w:val="12"/>
          <w:szCs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1620C" w:rsidRPr="004211D0" w:rsidTr="00883563">
        <w:trPr>
          <w:gridAfter w:val="3"/>
          <w:wAfter w:w="7091" w:type="dxa"/>
          <w:trHeight w:val="17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1620C" w:rsidRPr="004211D0" w:rsidRDefault="0061620C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Referente </w:t>
            </w:r>
            <w:r w:rsidR="00293706">
              <w:rPr>
                <w:rFonts w:ascii="Tahoma" w:hAnsi="Tahoma" w:cs="Tahoma"/>
                <w:sz w:val="16"/>
              </w:rPr>
              <w:t>Sostegno</w:t>
            </w:r>
          </w:p>
        </w:tc>
      </w:tr>
      <w:tr w:rsidR="0061620C" w:rsidRPr="00464574" w:rsidTr="00883563">
        <w:trPr>
          <w:trHeight w:val="227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1620C" w:rsidRPr="004211D0" w:rsidRDefault="0061620C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620C" w:rsidRPr="004211D0" w:rsidRDefault="0061620C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620C" w:rsidRPr="004211D0" w:rsidRDefault="0061620C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1620C" w:rsidRPr="004211D0" w:rsidRDefault="0061620C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61620C" w:rsidRPr="00464574" w:rsidTr="00883563">
        <w:trPr>
          <w:trHeight w:val="227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1620C" w:rsidRPr="004211D0" w:rsidRDefault="0061620C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1620C" w:rsidRPr="004211D0" w:rsidRDefault="0061620C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620C" w:rsidRPr="004211D0" w:rsidRDefault="0061620C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1620C" w:rsidRPr="004211D0" w:rsidRDefault="0061620C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4211D0" w:rsidRPr="00135470" w:rsidRDefault="004211D0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293706" w:rsidRPr="004211D0" w:rsidTr="00883563">
        <w:trPr>
          <w:gridAfter w:val="3"/>
          <w:wAfter w:w="7091" w:type="dxa"/>
          <w:trHeight w:val="17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293706" w:rsidRPr="004211D0" w:rsidRDefault="00293706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Referente </w:t>
            </w:r>
            <w:r>
              <w:rPr>
                <w:rFonts w:ascii="Tahoma" w:hAnsi="Tahoma" w:cs="Tahoma"/>
                <w:sz w:val="16"/>
              </w:rPr>
              <w:t>Ed. Fisica e Sportiva</w:t>
            </w:r>
          </w:p>
        </w:tc>
      </w:tr>
      <w:tr w:rsidR="00293706" w:rsidRPr="004211D0" w:rsidTr="00883563">
        <w:trPr>
          <w:trHeight w:val="227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293706" w:rsidRPr="004211D0" w:rsidRDefault="00293706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706" w:rsidRPr="004211D0" w:rsidRDefault="00293706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3706" w:rsidRPr="004211D0" w:rsidRDefault="00293706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93706" w:rsidRPr="004211D0" w:rsidRDefault="00293706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293706" w:rsidRPr="004211D0" w:rsidTr="00883563">
        <w:trPr>
          <w:trHeight w:val="227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293706" w:rsidRPr="004211D0" w:rsidRDefault="00293706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93706" w:rsidRPr="004211D0" w:rsidRDefault="00293706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93706" w:rsidRPr="004211D0" w:rsidRDefault="00293706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293706" w:rsidRPr="004211D0" w:rsidRDefault="00293706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293706" w:rsidRDefault="00293706" w:rsidP="0024245F">
      <w:pPr>
        <w:pStyle w:val="Rientrocorpodeltesto21"/>
        <w:ind w:left="0"/>
        <w:jc w:val="center"/>
        <w:rPr>
          <w:rFonts w:ascii="Tahoma" w:hAnsi="Tahoma" w:cs="Tahoma"/>
          <w:sz w:val="16"/>
        </w:rPr>
      </w:pPr>
    </w:p>
    <w:p w:rsidR="00293706" w:rsidRDefault="00293706" w:rsidP="00293706">
      <w:pPr>
        <w:pStyle w:val="Rientrocorpodeltesto21"/>
        <w:ind w:left="0"/>
        <w:jc w:val="center"/>
        <w:rPr>
          <w:rFonts w:ascii="Tahoma" w:hAnsi="Tahoma" w:cs="Tahoma"/>
          <w:sz w:val="16"/>
          <w:szCs w:val="16"/>
        </w:rPr>
      </w:pPr>
    </w:p>
    <w:p w:rsidR="00293706" w:rsidRDefault="00293706" w:rsidP="00293706">
      <w:pPr>
        <w:pStyle w:val="Rientrocorpodeltesto21"/>
        <w:ind w:left="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Il Dirigente attesta: </w:t>
      </w:r>
    </w:p>
    <w:p w:rsidR="00293706" w:rsidRPr="004211D0" w:rsidRDefault="00293706" w:rsidP="00293706">
      <w:pPr>
        <w:pStyle w:val="Rientrocorpodeltesto21"/>
        <w:ind w:left="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Contrassegnare x</w:t>
      </w:r>
    </w:p>
    <w:p w:rsidR="00293706" w:rsidRDefault="00293706" w:rsidP="00293706">
      <w:pPr>
        <w:pStyle w:val="Nessunaspaziatura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</w:rPr>
        <w:pict>
          <v:shape id="_x0000_s1053" type="#_x0000_t202" style="position:absolute;left:0;text-align:left;margin-left:289.35pt;margin-top:7.15pt;width:11.6pt;height:12.1pt;z-index:251682816">
            <v:textbox style="mso-next-textbox:#_x0000_s1053" inset="0,0,0,0">
              <w:txbxContent>
                <w:p w:rsidR="00293706" w:rsidRPr="00B96C3A" w:rsidRDefault="00293706" w:rsidP="00293706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E1D59">
        <w:rPr>
          <w:noProof/>
          <w:szCs w:val="32"/>
          <w:lang w:eastAsia="it-IT"/>
        </w:rPr>
        <w:pict>
          <v:shape id="_x0000_s1052" type="#_x0000_t202" style="position:absolute;left:0;text-align:left;margin-left:24.2pt;margin-top:5.65pt;width:11.6pt;height:12.1pt;z-index:251681792">
            <v:textbox style="mso-next-textbox:#_x0000_s1052" inset="0,0,0,0">
              <w:txbxContent>
                <w:p w:rsidR="00293706" w:rsidRPr="00B96C3A" w:rsidRDefault="00293706" w:rsidP="00293706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293706" w:rsidRPr="00293706" w:rsidRDefault="00293706" w:rsidP="00293706">
      <w:pPr>
        <w:pStyle w:val="Nessunaspaziatura"/>
        <w:rPr>
          <w:rFonts w:ascii="Tahoma" w:hAnsi="Tahoma" w:cs="Tahoma"/>
          <w:sz w:val="12"/>
          <w:szCs w:val="12"/>
        </w:rPr>
      </w:pPr>
      <w:r>
        <w:rPr>
          <w:rFonts w:ascii="Tahoma" w:hAnsi="Tahoma" w:cs="Tahoma"/>
          <w:sz w:val="16"/>
          <w:szCs w:val="16"/>
        </w:rPr>
        <w:t xml:space="preserve">                Partecipazione diretta streaming   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                   Partecipazione diretta streaming con n. _______studenti</w:t>
      </w:r>
    </w:p>
    <w:p w:rsidR="00883563" w:rsidRPr="004211D0" w:rsidRDefault="00883563" w:rsidP="00883563">
      <w:pPr>
        <w:pStyle w:val="Rientrocorpodeltesto21"/>
        <w:ind w:left="0"/>
        <w:rPr>
          <w:rFonts w:ascii="Tahoma" w:hAnsi="Tahoma" w:cs="Tahoma"/>
          <w:sz w:val="8"/>
          <w:szCs w:val="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883563" w:rsidRPr="004211D0" w:rsidTr="009C58E9">
        <w:trPr>
          <w:gridAfter w:val="3"/>
          <w:wAfter w:w="7091" w:type="dxa"/>
          <w:trHeight w:val="17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Referente Motoria</w:t>
            </w:r>
          </w:p>
        </w:tc>
      </w:tr>
      <w:tr w:rsidR="00883563" w:rsidRPr="00464574" w:rsidTr="009C58E9">
        <w:trPr>
          <w:trHeight w:val="227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883563" w:rsidRPr="00464574" w:rsidTr="009C58E9">
        <w:trPr>
          <w:trHeight w:val="227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883563" w:rsidRPr="004211D0" w:rsidRDefault="00883563" w:rsidP="00883563">
      <w:pPr>
        <w:pStyle w:val="Rientrocorpodeltesto21"/>
        <w:ind w:left="0"/>
        <w:rPr>
          <w:rFonts w:ascii="Tahoma" w:hAnsi="Tahoma" w:cs="Tahoma"/>
          <w:sz w:val="12"/>
          <w:szCs w:val="12"/>
        </w:rPr>
      </w:pPr>
    </w:p>
    <w:p w:rsidR="00883563" w:rsidRPr="004211D0" w:rsidRDefault="00883563" w:rsidP="00883563">
      <w:pPr>
        <w:ind w:right="-426"/>
        <w:jc w:val="center"/>
        <w:rPr>
          <w:rFonts w:ascii="Tahoma" w:hAnsi="Tahoma" w:cs="Tahoma"/>
          <w:iCs/>
          <w:sz w:val="12"/>
          <w:szCs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883563" w:rsidRPr="004211D0" w:rsidTr="009C58E9">
        <w:trPr>
          <w:gridAfter w:val="3"/>
          <w:wAfter w:w="7091" w:type="dxa"/>
          <w:trHeight w:val="17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Referente </w:t>
            </w:r>
            <w:r>
              <w:rPr>
                <w:rFonts w:ascii="Tahoma" w:hAnsi="Tahoma" w:cs="Tahoma"/>
                <w:sz w:val="16"/>
              </w:rPr>
              <w:t>Sostegno</w:t>
            </w:r>
          </w:p>
        </w:tc>
      </w:tr>
      <w:tr w:rsidR="00883563" w:rsidRPr="00464574" w:rsidTr="009C58E9">
        <w:trPr>
          <w:trHeight w:val="227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883563" w:rsidRPr="00464574" w:rsidTr="009C58E9">
        <w:trPr>
          <w:trHeight w:val="227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883563" w:rsidRPr="00135470" w:rsidRDefault="00883563" w:rsidP="00883563">
      <w:pPr>
        <w:pStyle w:val="Rientrocorpodeltesto21"/>
        <w:ind w:left="0"/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883563" w:rsidRPr="004211D0" w:rsidTr="009C58E9">
        <w:trPr>
          <w:gridAfter w:val="3"/>
          <w:wAfter w:w="7091" w:type="dxa"/>
          <w:trHeight w:val="17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Referente </w:t>
            </w:r>
            <w:r>
              <w:rPr>
                <w:rFonts w:ascii="Tahoma" w:hAnsi="Tahoma" w:cs="Tahoma"/>
                <w:sz w:val="16"/>
              </w:rPr>
              <w:t>Ed. Fisica e Sportiva</w:t>
            </w:r>
          </w:p>
        </w:tc>
      </w:tr>
      <w:tr w:rsidR="00883563" w:rsidRPr="004211D0" w:rsidTr="009C58E9">
        <w:trPr>
          <w:trHeight w:val="227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  <w:r w:rsidRPr="004211D0">
              <w:rPr>
                <w:rFonts w:ascii="Tahoma" w:hAnsi="Tahoma" w:cs="Tahoma"/>
                <w:sz w:val="16"/>
              </w:rPr>
              <w:t>E-mail</w:t>
            </w:r>
          </w:p>
        </w:tc>
      </w:tr>
      <w:tr w:rsidR="00883563" w:rsidRPr="004211D0" w:rsidTr="009C58E9">
        <w:trPr>
          <w:trHeight w:val="227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883563" w:rsidRPr="004211D0" w:rsidRDefault="00883563" w:rsidP="009C58E9">
            <w:pPr>
              <w:pStyle w:val="Rientrocorpodeltesto21"/>
              <w:ind w:left="-57" w:right="-57"/>
              <w:rPr>
                <w:rFonts w:ascii="Tahoma" w:hAnsi="Tahoma" w:cs="Tahoma"/>
                <w:sz w:val="16"/>
              </w:rPr>
            </w:pPr>
          </w:p>
        </w:tc>
      </w:tr>
    </w:tbl>
    <w:p w:rsidR="00464574" w:rsidRPr="004211D0" w:rsidRDefault="00464574">
      <w:pPr>
        <w:rPr>
          <w:rFonts w:ascii="Tahoma" w:hAnsi="Tahoma" w:cs="Tahoma"/>
          <w:sz w:val="12"/>
        </w:rPr>
      </w:pPr>
    </w:p>
    <w:p w:rsidR="00135470" w:rsidRPr="004211D0" w:rsidRDefault="00883563" w:rsidP="004211D0">
      <w:pPr>
        <w:ind w:right="-426"/>
        <w:jc w:val="center"/>
        <w:rPr>
          <w:rFonts w:ascii="Tahoma" w:hAnsi="Tahoma" w:cs="Tahoma"/>
          <w:iCs/>
          <w:sz w:val="12"/>
        </w:rPr>
      </w:pPr>
      <w:r w:rsidRPr="000E1D59">
        <w:rPr>
          <w:rFonts w:ascii="Calibri" w:hAnsi="Calibri"/>
          <w:noProof/>
          <w:sz w:val="22"/>
          <w:szCs w:val="32"/>
        </w:rPr>
        <w:pict>
          <v:shape id="_x0000_s1044" type="#_x0000_t202" style="position:absolute;left:0;text-align:left;margin-left:344.8pt;margin-top:5.2pt;width:11.6pt;height:12.1pt;z-index:251673600">
            <v:textbox style="mso-next-textbox:#_x0000_s1044" inset="0,0,0,0">
              <w:txbxContent>
                <w:p w:rsidR="00CD38DA" w:rsidRPr="00B96C3A" w:rsidRDefault="00CD38DA" w:rsidP="00CD38DA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3F38E3" w:rsidRDefault="00883563" w:rsidP="00883563">
      <w:pPr>
        <w:pStyle w:val="Rientrocorpodeltesto21"/>
        <w:tabs>
          <w:tab w:val="left" w:pos="1560"/>
          <w:tab w:val="left" w:pos="2552"/>
        </w:tabs>
        <w:ind w:left="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Il Dirigente attesta la partecipazione</w:t>
      </w:r>
    </w:p>
    <w:p w:rsidR="00883563" w:rsidRDefault="00883563" w:rsidP="00883563">
      <w:pPr>
        <w:pStyle w:val="Rientrocorpodeltesto21"/>
        <w:tabs>
          <w:tab w:val="left" w:pos="1560"/>
          <w:tab w:val="left" w:pos="2552"/>
        </w:tabs>
        <w:ind w:left="0"/>
        <w:jc w:val="center"/>
        <w:rPr>
          <w:rFonts w:ascii="Tahoma" w:hAnsi="Tahoma" w:cs="Tahoma"/>
          <w:sz w:val="16"/>
          <w:szCs w:val="16"/>
        </w:rPr>
      </w:pPr>
    </w:p>
    <w:p w:rsidR="00D705DA" w:rsidRDefault="00D705DA" w:rsidP="00D705DA">
      <w:pPr>
        <w:pStyle w:val="Testodelblocco"/>
        <w:tabs>
          <w:tab w:val="left" w:pos="993"/>
        </w:tabs>
        <w:spacing w:line="276" w:lineRule="auto"/>
        <w:ind w:left="0" w:right="-82"/>
        <w:jc w:val="center"/>
        <w:rPr>
          <w:rFonts w:ascii="Tahoma" w:hAnsi="Tahoma" w:cs="Tahoma"/>
          <w:sz w:val="16"/>
          <w:szCs w:val="18"/>
        </w:rPr>
      </w:pPr>
      <w:r w:rsidRPr="002D5A3F">
        <w:rPr>
          <w:rFonts w:ascii="Tahoma" w:hAnsi="Tahoma" w:cs="Tahoma"/>
          <w:sz w:val="28"/>
          <w:szCs w:val="28"/>
        </w:rPr>
        <w:t>Concorso</w:t>
      </w:r>
      <w:r>
        <w:rPr>
          <w:rFonts w:ascii="Tahoma" w:hAnsi="Tahoma" w:cs="Tahoma"/>
          <w:sz w:val="16"/>
          <w:szCs w:val="18"/>
        </w:rPr>
        <w:t xml:space="preserve"> </w:t>
      </w:r>
    </w:p>
    <w:p w:rsidR="00D705DA" w:rsidRPr="00D705DA" w:rsidRDefault="00D705DA" w:rsidP="00D705DA">
      <w:pPr>
        <w:pStyle w:val="Testodelblocco"/>
        <w:tabs>
          <w:tab w:val="left" w:pos="993"/>
        </w:tabs>
        <w:spacing w:line="276" w:lineRule="auto"/>
        <w:ind w:left="0" w:right="-82"/>
        <w:jc w:val="center"/>
        <w:rPr>
          <w:rFonts w:ascii="Tahoma" w:hAnsi="Tahoma" w:cs="Tahoma"/>
          <w:b w:val="0"/>
          <w:iCs/>
          <w:sz w:val="18"/>
          <w:szCs w:val="17"/>
        </w:rPr>
      </w:pPr>
      <w:r w:rsidRPr="00D705DA">
        <w:rPr>
          <w:rFonts w:ascii="Tahoma" w:hAnsi="Tahoma" w:cs="Tahoma"/>
          <w:b w:val="0"/>
          <w:sz w:val="16"/>
          <w:szCs w:val="18"/>
        </w:rPr>
        <w:t xml:space="preserve">Lo sport, la disabilità, le barriere architettoniche e culturali: </w:t>
      </w:r>
      <w:r w:rsidRPr="00D705DA">
        <w:rPr>
          <w:rFonts w:ascii="Tahoma" w:hAnsi="Tahoma" w:cs="Tahoma"/>
          <w:b w:val="0"/>
          <w:iCs/>
          <w:sz w:val="18"/>
          <w:szCs w:val="17"/>
        </w:rPr>
        <w:t xml:space="preserve">Realizzazione di book fotografico, video e cartelloni </w:t>
      </w:r>
    </w:p>
    <w:p w:rsidR="00D705DA" w:rsidRPr="00D705DA" w:rsidRDefault="00D705DA" w:rsidP="00D705DA">
      <w:pPr>
        <w:pStyle w:val="Testodelblocco"/>
        <w:tabs>
          <w:tab w:val="left" w:pos="993"/>
        </w:tabs>
        <w:spacing w:line="276" w:lineRule="auto"/>
        <w:ind w:left="0" w:right="-82"/>
        <w:jc w:val="center"/>
        <w:rPr>
          <w:rFonts w:ascii="Tahoma" w:hAnsi="Tahoma" w:cs="Tahoma"/>
          <w:b w:val="0"/>
          <w:sz w:val="6"/>
          <w:szCs w:val="6"/>
        </w:rPr>
      </w:pPr>
    </w:p>
    <w:p w:rsidR="00D705DA" w:rsidRPr="00D705DA" w:rsidRDefault="00D705DA" w:rsidP="00D705DA">
      <w:pPr>
        <w:pStyle w:val="Testodelblocco"/>
        <w:tabs>
          <w:tab w:val="left" w:pos="993"/>
        </w:tabs>
        <w:spacing w:line="276" w:lineRule="auto"/>
        <w:ind w:left="0" w:right="-82"/>
        <w:jc w:val="center"/>
        <w:rPr>
          <w:rFonts w:ascii="Tahoma" w:hAnsi="Tahoma" w:cs="Tahoma"/>
          <w:b w:val="0"/>
          <w:iCs/>
          <w:sz w:val="18"/>
          <w:szCs w:val="17"/>
        </w:rPr>
      </w:pPr>
      <w:r w:rsidRPr="00D705DA">
        <w:rPr>
          <w:rFonts w:ascii="Tahoma" w:hAnsi="Tahoma" w:cs="Tahoma"/>
          <w:b w:val="0"/>
          <w:sz w:val="16"/>
          <w:szCs w:val="18"/>
        </w:rPr>
        <w:t>Elaborati da inviare entro il 31 gennaio 2016 al Delegato CIP Bari, e.mail: eventicipbari@libero.it</w:t>
      </w:r>
    </w:p>
    <w:p w:rsidR="00D705DA" w:rsidRDefault="00D705DA" w:rsidP="00D705DA">
      <w:pPr>
        <w:pStyle w:val="normal"/>
        <w:spacing w:line="240" w:lineRule="auto"/>
        <w:jc w:val="both"/>
        <w:rPr>
          <w:rFonts w:ascii="Tahoma" w:hAnsi="Tahoma" w:cs="Tahoma"/>
          <w:iCs/>
          <w:sz w:val="10"/>
          <w:szCs w:val="10"/>
        </w:rPr>
      </w:pPr>
      <w:r>
        <w:rPr>
          <w:rFonts w:ascii="Tahoma" w:hAnsi="Tahoma" w:cs="Tahoma"/>
          <w:iCs/>
          <w:sz w:val="10"/>
          <w:szCs w:val="10"/>
        </w:rPr>
        <w:tab/>
      </w:r>
    </w:p>
    <w:p w:rsidR="00D705DA" w:rsidRPr="00D705DA" w:rsidRDefault="00D705DA" w:rsidP="00D705DA">
      <w:pPr>
        <w:pStyle w:val="normal"/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D705DA" w:rsidRPr="00631965" w:rsidRDefault="00D705DA" w:rsidP="00D705DA">
      <w:pPr>
        <w:pStyle w:val="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N.B.: Il CIP allestirà a Bari una mostra dei lavori eseguiti nel mese di febbraio 2016</w:t>
      </w:r>
    </w:p>
    <w:p w:rsidR="0061620C" w:rsidRDefault="0061620C" w:rsidP="0024245F">
      <w:pPr>
        <w:ind w:right="-426"/>
        <w:jc w:val="center"/>
        <w:rPr>
          <w:rFonts w:ascii="Tahoma" w:hAnsi="Tahoma" w:cs="Tahoma"/>
          <w:iCs/>
          <w:sz w:val="16"/>
        </w:rPr>
      </w:pPr>
    </w:p>
    <w:p w:rsidR="0061620C" w:rsidRDefault="0061620C" w:rsidP="0024245F">
      <w:pPr>
        <w:ind w:right="-426"/>
        <w:jc w:val="center"/>
        <w:rPr>
          <w:rFonts w:ascii="Tahoma" w:hAnsi="Tahoma" w:cs="Tahoma"/>
          <w:iCs/>
          <w:sz w:val="16"/>
        </w:rPr>
      </w:pPr>
    </w:p>
    <w:p w:rsidR="0024245F" w:rsidRPr="004211D0" w:rsidRDefault="0024245F" w:rsidP="0024245F">
      <w:pPr>
        <w:ind w:right="-426"/>
        <w:jc w:val="center"/>
        <w:rPr>
          <w:rFonts w:ascii="Tahoma" w:hAnsi="Tahoma" w:cs="Tahoma"/>
          <w:iCs/>
          <w:sz w:val="16"/>
        </w:rPr>
      </w:pPr>
      <w:r w:rsidRPr="004211D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4211D0" w:rsidRPr="001C777D" w:rsidRDefault="004211D0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8"/>
        </w:rPr>
      </w:pPr>
    </w:p>
    <w:p w:rsidR="005F175D" w:rsidRPr="00F503E8" w:rsidRDefault="000E1D59" w:rsidP="005F175D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0E1D59">
        <w:rPr>
          <w:rFonts w:ascii="Tahoma" w:hAnsi="Tahoma" w:cs="Tahoma"/>
          <w:noProof/>
          <w:sz w:val="18"/>
          <w:szCs w:val="18"/>
        </w:rPr>
        <w:pict>
          <v:line id="Line 153" o:spid="_x0000_s1047" style="position:absolute;z-index:25167667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0E1D59">
        <w:rPr>
          <w:rFonts w:ascii="Tahoma" w:hAnsi="Tahoma" w:cs="Tahoma"/>
          <w:noProof/>
          <w:sz w:val="18"/>
          <w:szCs w:val="18"/>
        </w:rPr>
        <w:pict>
          <v:line id="Line 124" o:spid="_x0000_s1046" style="position:absolute;z-index:25167564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5F175D" w:rsidRPr="00F503E8">
        <w:rPr>
          <w:rFonts w:ascii="Tahoma" w:hAnsi="Tahoma" w:cs="Tahoma"/>
          <w:iCs/>
          <w:sz w:val="18"/>
          <w:szCs w:val="18"/>
        </w:rPr>
        <w:t>Data</w:t>
      </w:r>
      <w:r w:rsidR="005F175D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4211D0" w:rsidRPr="00883563" w:rsidRDefault="005F175D" w:rsidP="00883563">
      <w:pPr>
        <w:tabs>
          <w:tab w:val="left" w:pos="7230"/>
        </w:tabs>
        <w:ind w:left="-142" w:right="-426"/>
        <w:rPr>
          <w:rFonts w:ascii="Calibri" w:hAnsi="Calibri"/>
          <w:sz w:val="16"/>
          <w:szCs w:val="16"/>
        </w:rPr>
      </w:pPr>
      <w:r>
        <w:rPr>
          <w:rFonts w:ascii="Tahoma" w:hAnsi="Tahoma" w:cs="Tahoma"/>
          <w:iCs/>
        </w:rPr>
        <w:tab/>
      </w:r>
      <w:r w:rsidR="001C777D" w:rsidRPr="001C777D">
        <w:rPr>
          <w:rFonts w:ascii="Tahoma" w:hAnsi="Tahoma" w:cs="Tahoma"/>
          <w:iCs/>
          <w:sz w:val="16"/>
          <w:szCs w:val="16"/>
        </w:rPr>
        <w:t>I</w:t>
      </w:r>
      <w:r w:rsidRPr="001C777D">
        <w:rPr>
          <w:rFonts w:ascii="Tahoma" w:hAnsi="Tahoma" w:cs="Tahoma"/>
          <w:iCs/>
          <w:sz w:val="16"/>
          <w:szCs w:val="16"/>
        </w:rPr>
        <w:t>L DIRIGENTE SCOLASTICO</w:t>
      </w:r>
    </w:p>
    <w:sectPr w:rsidR="004211D0" w:rsidRPr="00883563" w:rsidSect="001C777D">
      <w:footerReference w:type="default" r:id="rId7"/>
      <w:pgSz w:w="11907" w:h="16840" w:code="9"/>
      <w:pgMar w:top="426" w:right="708" w:bottom="709" w:left="709" w:header="720" w:footer="63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A28" w:rsidRDefault="00210A28">
      <w:r>
        <w:separator/>
      </w:r>
    </w:p>
  </w:endnote>
  <w:endnote w:type="continuationSeparator" w:id="1">
    <w:p w:rsidR="00210A28" w:rsidRDefault="00210A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A28" w:rsidRDefault="00210A28">
      <w:r>
        <w:separator/>
      </w:r>
    </w:p>
  </w:footnote>
  <w:footnote w:type="continuationSeparator" w:id="1">
    <w:p w:rsidR="00210A28" w:rsidRDefault="00210A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33983"/>
    <w:rsid w:val="000410C2"/>
    <w:rsid w:val="00041A95"/>
    <w:rsid w:val="00044074"/>
    <w:rsid w:val="000453B7"/>
    <w:rsid w:val="00061A27"/>
    <w:rsid w:val="00065CA3"/>
    <w:rsid w:val="00086A8B"/>
    <w:rsid w:val="000909EB"/>
    <w:rsid w:val="000D12CD"/>
    <w:rsid w:val="000D31C5"/>
    <w:rsid w:val="000E1D59"/>
    <w:rsid w:val="000F46AA"/>
    <w:rsid w:val="0010152E"/>
    <w:rsid w:val="00110164"/>
    <w:rsid w:val="00112247"/>
    <w:rsid w:val="001311FE"/>
    <w:rsid w:val="00135470"/>
    <w:rsid w:val="001375A9"/>
    <w:rsid w:val="0016229F"/>
    <w:rsid w:val="00176D97"/>
    <w:rsid w:val="001C777D"/>
    <w:rsid w:val="001F29AF"/>
    <w:rsid w:val="0020131D"/>
    <w:rsid w:val="00202632"/>
    <w:rsid w:val="00204204"/>
    <w:rsid w:val="00210103"/>
    <w:rsid w:val="00210A28"/>
    <w:rsid w:val="00215FE4"/>
    <w:rsid w:val="00217373"/>
    <w:rsid w:val="002409D1"/>
    <w:rsid w:val="0024245F"/>
    <w:rsid w:val="00262711"/>
    <w:rsid w:val="0027482B"/>
    <w:rsid w:val="00280D15"/>
    <w:rsid w:val="00293706"/>
    <w:rsid w:val="002A1E8C"/>
    <w:rsid w:val="002A51DC"/>
    <w:rsid w:val="002B0F40"/>
    <w:rsid w:val="002E00E3"/>
    <w:rsid w:val="00313154"/>
    <w:rsid w:val="00315167"/>
    <w:rsid w:val="003154E2"/>
    <w:rsid w:val="00380253"/>
    <w:rsid w:val="0039394B"/>
    <w:rsid w:val="003C13A4"/>
    <w:rsid w:val="003C1DBE"/>
    <w:rsid w:val="003F38E3"/>
    <w:rsid w:val="00401D15"/>
    <w:rsid w:val="004211D0"/>
    <w:rsid w:val="0044254A"/>
    <w:rsid w:val="004516DC"/>
    <w:rsid w:val="00464072"/>
    <w:rsid w:val="004643DE"/>
    <w:rsid w:val="00464574"/>
    <w:rsid w:val="00466FC8"/>
    <w:rsid w:val="00494EEE"/>
    <w:rsid w:val="004B4A00"/>
    <w:rsid w:val="004D1906"/>
    <w:rsid w:val="00505A01"/>
    <w:rsid w:val="00506F5C"/>
    <w:rsid w:val="0050707A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94"/>
    <w:rsid w:val="005E1CBE"/>
    <w:rsid w:val="005E7794"/>
    <w:rsid w:val="005E7FDF"/>
    <w:rsid w:val="005F175D"/>
    <w:rsid w:val="005F1AD4"/>
    <w:rsid w:val="0061620C"/>
    <w:rsid w:val="00634F8E"/>
    <w:rsid w:val="00636BF5"/>
    <w:rsid w:val="00644FD7"/>
    <w:rsid w:val="00645E1F"/>
    <w:rsid w:val="00680ACE"/>
    <w:rsid w:val="006818E2"/>
    <w:rsid w:val="0069662E"/>
    <w:rsid w:val="006A7848"/>
    <w:rsid w:val="006C6076"/>
    <w:rsid w:val="006D24C0"/>
    <w:rsid w:val="006D7BCF"/>
    <w:rsid w:val="006E32C2"/>
    <w:rsid w:val="006E6AFF"/>
    <w:rsid w:val="006F2780"/>
    <w:rsid w:val="00705C04"/>
    <w:rsid w:val="007124A2"/>
    <w:rsid w:val="007353D1"/>
    <w:rsid w:val="007529E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563"/>
    <w:rsid w:val="008839C5"/>
    <w:rsid w:val="0088418C"/>
    <w:rsid w:val="008A2707"/>
    <w:rsid w:val="008A523C"/>
    <w:rsid w:val="008F0A24"/>
    <w:rsid w:val="00912B8C"/>
    <w:rsid w:val="00916EE5"/>
    <w:rsid w:val="0096297B"/>
    <w:rsid w:val="00971C6E"/>
    <w:rsid w:val="00973D70"/>
    <w:rsid w:val="00976F72"/>
    <w:rsid w:val="00977A27"/>
    <w:rsid w:val="009858AD"/>
    <w:rsid w:val="00991474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E3D94"/>
    <w:rsid w:val="00B11938"/>
    <w:rsid w:val="00B13E60"/>
    <w:rsid w:val="00B24BE9"/>
    <w:rsid w:val="00B37A73"/>
    <w:rsid w:val="00B45332"/>
    <w:rsid w:val="00B46DB2"/>
    <w:rsid w:val="00B477F2"/>
    <w:rsid w:val="00BB369D"/>
    <w:rsid w:val="00BD77AC"/>
    <w:rsid w:val="00C158EA"/>
    <w:rsid w:val="00C25122"/>
    <w:rsid w:val="00C3665D"/>
    <w:rsid w:val="00C65394"/>
    <w:rsid w:val="00C66AB5"/>
    <w:rsid w:val="00C7178A"/>
    <w:rsid w:val="00C77F43"/>
    <w:rsid w:val="00CA1210"/>
    <w:rsid w:val="00CA7771"/>
    <w:rsid w:val="00CB0A13"/>
    <w:rsid w:val="00CD036F"/>
    <w:rsid w:val="00CD3562"/>
    <w:rsid w:val="00CD38DA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05DA"/>
    <w:rsid w:val="00D723BF"/>
    <w:rsid w:val="00D85AD4"/>
    <w:rsid w:val="00D9701D"/>
    <w:rsid w:val="00DA4824"/>
    <w:rsid w:val="00DA7313"/>
    <w:rsid w:val="00DC0E41"/>
    <w:rsid w:val="00E05843"/>
    <w:rsid w:val="00E06A01"/>
    <w:rsid w:val="00E45972"/>
    <w:rsid w:val="00E708AF"/>
    <w:rsid w:val="00EB5AE0"/>
    <w:rsid w:val="00EE407F"/>
    <w:rsid w:val="00EF7296"/>
    <w:rsid w:val="00F0315C"/>
    <w:rsid w:val="00F25EA9"/>
    <w:rsid w:val="00F44DF1"/>
    <w:rsid w:val="00FB2203"/>
    <w:rsid w:val="00FB72BD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  <w:style w:type="paragraph" w:customStyle="1" w:styleId="normal">
    <w:name w:val="normal"/>
    <w:rsid w:val="00D705DA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33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2138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3</cp:revision>
  <cp:lastPrinted>2010-09-29T07:54:00Z</cp:lastPrinted>
  <dcterms:created xsi:type="dcterms:W3CDTF">2015-11-11T11:15:00Z</dcterms:created>
  <dcterms:modified xsi:type="dcterms:W3CDTF">2015-11-11T11:58:00Z</dcterms:modified>
</cp:coreProperties>
</file>