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6CC9" w:rsidRDefault="00C06CC9" w:rsidP="00C06CC9">
      <w:pPr>
        <w:tabs>
          <w:tab w:val="left" w:pos="8080"/>
        </w:tabs>
        <w:ind w:left="142" w:right="-72"/>
        <w:jc w:val="center"/>
        <w:rPr>
          <w:rFonts w:ascii="BernhardTango BT" w:hAnsi="BernhardTango BT" w:cs="BernhardTango BT"/>
          <w:bCs/>
          <w:iCs/>
          <w:sz w:val="16"/>
          <w:szCs w:val="16"/>
          <w:u w:val="single"/>
        </w:rPr>
      </w:pPr>
    </w:p>
    <w:p w:rsidR="00D65E46" w:rsidRPr="00C06CC9" w:rsidRDefault="00D65E46" w:rsidP="00C06CC9">
      <w:pPr>
        <w:tabs>
          <w:tab w:val="left" w:pos="8080"/>
        </w:tabs>
        <w:ind w:left="142" w:right="-72"/>
        <w:jc w:val="center"/>
        <w:rPr>
          <w:rFonts w:ascii="BernhardTango BT" w:hAnsi="BernhardTango BT"/>
          <w:noProof/>
          <w:sz w:val="8"/>
          <w:szCs w:val="8"/>
        </w:rPr>
      </w:pPr>
    </w:p>
    <w:p w:rsidR="00073E1C" w:rsidRPr="00EC67C0" w:rsidRDefault="00073E1C" w:rsidP="00073E1C">
      <w:pPr>
        <w:tabs>
          <w:tab w:val="left" w:pos="8080"/>
        </w:tabs>
        <w:ind w:left="142" w:right="-72"/>
        <w:jc w:val="center"/>
        <w:rPr>
          <w:rFonts w:ascii="Tahoma" w:hAnsi="Tahoma" w:cs="Tahoma"/>
          <w:b/>
          <w:iCs/>
          <w:sz w:val="22"/>
          <w:szCs w:val="22"/>
        </w:rPr>
      </w:pPr>
      <w:r w:rsidRPr="00EC67C0">
        <w:rPr>
          <w:rFonts w:ascii="BernhardTango BT" w:hAnsi="BernhardTango BT"/>
          <w:noProof/>
          <w:sz w:val="22"/>
          <w:szCs w:val="22"/>
        </w:rPr>
        <w:t>MODULO RISULTATI “</w:t>
      </w:r>
      <w:r w:rsidRPr="00EC67C0">
        <w:rPr>
          <w:rFonts w:ascii="Tahoma" w:hAnsi="Tahoma" w:cs="Tahoma"/>
          <w:bCs/>
          <w:iCs/>
          <w:sz w:val="22"/>
          <w:szCs w:val="22"/>
        </w:rPr>
        <w:t>ATLETICA LEGGERA SU PISTA</w:t>
      </w:r>
      <w:r w:rsidRPr="00EC67C0">
        <w:rPr>
          <w:rFonts w:ascii="BernhardTango BT" w:hAnsi="BernhardTango BT"/>
          <w:noProof/>
          <w:sz w:val="22"/>
          <w:szCs w:val="22"/>
        </w:rPr>
        <w:t>”</w:t>
      </w:r>
      <w:r w:rsidRPr="00EC67C0">
        <w:rPr>
          <w:rFonts w:ascii="Tahoma" w:hAnsi="Tahoma" w:cs="Tahoma"/>
          <w:iCs/>
          <w:sz w:val="22"/>
          <w:szCs w:val="22"/>
        </w:rPr>
        <w:t xml:space="preserve"> 1°/2° Gr. M/F - </w:t>
      </w:r>
      <w:r w:rsidRPr="00EC67C0">
        <w:rPr>
          <w:rFonts w:ascii="Tahoma" w:hAnsi="Tahoma" w:cs="Tahoma"/>
          <w:b/>
          <w:iCs/>
          <w:sz w:val="22"/>
          <w:szCs w:val="22"/>
        </w:rPr>
        <w:t>DISABILI</w:t>
      </w:r>
    </w:p>
    <w:p w:rsidR="00073E1C" w:rsidRPr="00EC67C0" w:rsidRDefault="00073E1C" w:rsidP="00073E1C">
      <w:pPr>
        <w:tabs>
          <w:tab w:val="left" w:pos="8080"/>
        </w:tabs>
        <w:ind w:left="142" w:right="-72"/>
        <w:jc w:val="center"/>
        <w:rPr>
          <w:rFonts w:ascii="Tahoma" w:hAnsi="Tahoma" w:cs="Tahoma"/>
          <w:iCs/>
          <w:sz w:val="22"/>
          <w:szCs w:val="22"/>
        </w:rPr>
      </w:pPr>
      <w:r w:rsidRPr="00EC67C0">
        <w:rPr>
          <w:rFonts w:ascii="Tahoma" w:hAnsi="Tahoma" w:cs="Tahoma"/>
          <w:noProof/>
          <w:sz w:val="22"/>
          <w:szCs w:val="22"/>
        </w:rPr>
        <w:t>“Campionati Studenteschi”</w:t>
      </w:r>
    </w:p>
    <w:p w:rsidR="00073E1C" w:rsidRDefault="00073E1C" w:rsidP="00073E1C">
      <w:pPr>
        <w:tabs>
          <w:tab w:val="left" w:pos="1985"/>
          <w:tab w:val="left" w:pos="9540"/>
        </w:tabs>
        <w:spacing w:line="276" w:lineRule="auto"/>
        <w:ind w:left="142" w:right="-72"/>
        <w:jc w:val="center"/>
        <w:rPr>
          <w:rFonts w:ascii="Tahoma" w:hAnsi="Tahoma" w:cs="Tahoma"/>
          <w:bCs/>
          <w:iCs/>
          <w:sz w:val="20"/>
          <w:szCs w:val="20"/>
        </w:rPr>
      </w:pPr>
      <w:r>
        <w:rPr>
          <w:rFonts w:ascii="Tahoma" w:hAnsi="Tahoma" w:cs="Tahoma"/>
          <w:bCs/>
          <w:iCs/>
          <w:sz w:val="20"/>
          <w:szCs w:val="20"/>
        </w:rPr>
        <w:t>Squadra 1^ Classificata</w:t>
      </w:r>
    </w:p>
    <w:p w:rsidR="00073E1C" w:rsidRDefault="00073E1C" w:rsidP="00073E1C">
      <w:pPr>
        <w:tabs>
          <w:tab w:val="left" w:pos="1985"/>
          <w:tab w:val="left" w:pos="9540"/>
        </w:tabs>
        <w:spacing w:line="276" w:lineRule="auto"/>
        <w:ind w:left="142" w:right="-72"/>
        <w:jc w:val="center"/>
        <w:rPr>
          <w:rFonts w:ascii="Tahoma" w:hAnsi="Tahoma" w:cs="Tahoma"/>
          <w:bCs/>
          <w:iCs/>
          <w:sz w:val="20"/>
          <w:szCs w:val="20"/>
        </w:rPr>
      </w:pPr>
    </w:p>
    <w:p w:rsidR="00073E1C" w:rsidRPr="00EC67C0" w:rsidRDefault="00073E1C" w:rsidP="00073E1C">
      <w:pPr>
        <w:tabs>
          <w:tab w:val="left" w:pos="8080"/>
        </w:tabs>
        <w:ind w:left="142" w:right="-72"/>
        <w:jc w:val="center"/>
        <w:rPr>
          <w:rFonts w:ascii="Tahoma" w:hAnsi="Tahoma" w:cs="Tahoma"/>
          <w:b/>
          <w:iCs/>
          <w:sz w:val="22"/>
          <w:szCs w:val="22"/>
        </w:rPr>
      </w:pPr>
      <w:r>
        <w:rPr>
          <w:rFonts w:ascii="Tahoma" w:hAnsi="Tahoma" w:cs="Tahoma"/>
          <w:b/>
          <w:iCs/>
          <w:sz w:val="22"/>
          <w:szCs w:val="22"/>
        </w:rPr>
        <w:t>Finalisti Disabili</w:t>
      </w:r>
    </w:p>
    <w:p w:rsidR="00D65E46" w:rsidRPr="005B10E6" w:rsidRDefault="00D65E46" w:rsidP="00C06CC9">
      <w:pPr>
        <w:tabs>
          <w:tab w:val="left" w:pos="1985"/>
          <w:tab w:val="left" w:pos="9540"/>
        </w:tabs>
        <w:spacing w:line="276" w:lineRule="auto"/>
        <w:ind w:left="142" w:right="-72"/>
        <w:jc w:val="center"/>
        <w:rPr>
          <w:rFonts w:ascii="Tahoma" w:hAnsi="Tahoma" w:cs="Tahoma"/>
          <w:bCs/>
          <w:iCs/>
          <w:sz w:val="20"/>
          <w:szCs w:val="20"/>
        </w:rPr>
      </w:pPr>
    </w:p>
    <w:p w:rsidR="00C06CC9" w:rsidRPr="00C06CC9" w:rsidRDefault="009A4B89" w:rsidP="00C06CC9">
      <w:pPr>
        <w:tabs>
          <w:tab w:val="left" w:pos="1985"/>
          <w:tab w:val="left" w:pos="9540"/>
        </w:tabs>
        <w:spacing w:line="276" w:lineRule="auto"/>
        <w:ind w:left="142" w:right="-72"/>
        <w:jc w:val="center"/>
        <w:rPr>
          <w:rFonts w:ascii="Tahoma" w:hAnsi="Tahoma" w:cs="Tahoma"/>
          <w:bCs/>
          <w:iCs/>
          <w:sz w:val="16"/>
          <w:szCs w:val="16"/>
        </w:rPr>
      </w:pPr>
      <w:r w:rsidRPr="009A4B89">
        <w:rPr>
          <w:rFonts w:ascii="Tahoma" w:hAnsi="Tahoma" w:cs="Tahoma"/>
          <w:bCs/>
          <w:iCs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175.95pt;margin-top:9.95pt;width:11.6pt;height:12.1pt;z-index:251656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">
            <v:textbox inset="0,0,0,0">
              <w:txbxContent>
                <w:p w:rsidR="00C06CC9" w:rsidRPr="00B96C3A" w:rsidRDefault="00C06CC9" w:rsidP="00C06CC9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Pr="009A4B89">
        <w:rPr>
          <w:rFonts w:ascii="Tahoma" w:hAnsi="Tahoma" w:cs="Tahoma"/>
          <w:bCs/>
          <w:iCs/>
          <w:noProof/>
          <w:sz w:val="20"/>
          <w:szCs w:val="20"/>
        </w:rPr>
        <w:pict>
          <v:shape id="Text Box 5" o:spid="_x0000_s1027" type="#_x0000_t202" style="position:absolute;left:0;text-align:left;margin-left:382.6pt;margin-top:10.45pt;width:11.6pt;height:12.1pt;z-index:2516556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">
            <v:textbox inset="0,0,0,0">
              <w:txbxContent>
                <w:p w:rsidR="00C06CC9" w:rsidRPr="00B96C3A" w:rsidRDefault="00455E95" w:rsidP="00C06CC9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  <w:r>
                    <w:rPr>
                      <w:rFonts w:ascii="Tahoma" w:hAnsi="Tahoma" w:cs="Tahoma"/>
                      <w:b/>
                      <w:sz w:val="16"/>
                      <w:szCs w:val="16"/>
                    </w:rPr>
                    <w:t>X</w:t>
                  </w:r>
                </w:p>
              </w:txbxContent>
            </v:textbox>
          </v:shape>
        </w:pict>
      </w:r>
      <w:r w:rsidR="00C06CC9" w:rsidRPr="0022016D">
        <w:rPr>
          <w:rFonts w:ascii="Tahoma" w:hAnsi="Tahoma" w:cs="Tahoma"/>
          <w:bCs/>
          <w:iCs/>
          <w:sz w:val="16"/>
          <w:szCs w:val="16"/>
        </w:rPr>
        <w:t>Contrassegnare “X”</w:t>
      </w:r>
    </w:p>
    <w:p w:rsidR="00C06CC9" w:rsidRPr="00C414D1" w:rsidRDefault="009A4B89" w:rsidP="00C06CC9">
      <w:pPr>
        <w:tabs>
          <w:tab w:val="left" w:pos="1843"/>
          <w:tab w:val="left" w:pos="3828"/>
          <w:tab w:val="left" w:pos="7938"/>
          <w:tab w:val="left" w:pos="9356"/>
        </w:tabs>
        <w:spacing w:line="276" w:lineRule="auto"/>
        <w:ind w:left="142" w:right="-72"/>
        <w:rPr>
          <w:rFonts w:ascii="Tahoma" w:hAnsi="Tahoma" w:cs="Tahoma"/>
          <w:bCs/>
          <w:iCs/>
          <w:sz w:val="20"/>
          <w:szCs w:val="20"/>
        </w:rPr>
      </w:pPr>
      <w:r>
        <w:rPr>
          <w:rFonts w:ascii="Tahoma" w:hAnsi="Tahoma" w:cs="Tahoma"/>
          <w:bCs/>
          <w:iCs/>
          <w:noProof/>
          <w:sz w:val="20"/>
          <w:szCs w:val="20"/>
        </w:rPr>
        <w:pict>
          <v:shape id="Text Box 4" o:spid="_x0000_s1028" type="#_x0000_t202" style="position:absolute;left:0;text-align:left;margin-left:452.7pt;margin-top:.25pt;width:11.6pt;height:12.1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">
            <v:textbox inset="0,0,0,0">
              <w:txbxContent>
                <w:p w:rsidR="00C06CC9" w:rsidRPr="00B96C3A" w:rsidRDefault="00C06CC9" w:rsidP="00C06CC9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bCs/>
          <w:iCs/>
          <w:noProof/>
          <w:sz w:val="20"/>
          <w:szCs w:val="20"/>
        </w:rPr>
        <w:pict>
          <v:shape id="Text Box 3" o:spid="_x0000_s1029" type="#_x0000_t202" style="position:absolute;left:0;text-align:left;margin-left:75.1pt;margin-top:.1pt;width:11.6pt;height:12.1pt;z-index:2516597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">
            <v:textbox inset="0,0,0,0">
              <w:txbxContent>
                <w:p w:rsidR="00C06CC9" w:rsidRPr="00B96C3A" w:rsidRDefault="00455E95" w:rsidP="00C06CC9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  <w:r>
                    <w:rPr>
                      <w:rFonts w:ascii="Tahoma" w:hAnsi="Tahoma" w:cs="Tahoma"/>
                      <w:b/>
                      <w:sz w:val="16"/>
                      <w:szCs w:val="16"/>
                    </w:rPr>
                    <w:t>X</w:t>
                  </w:r>
                </w:p>
              </w:txbxContent>
            </v:textbox>
          </v:shape>
        </w:pict>
      </w:r>
      <w:r w:rsidR="00C06CC9">
        <w:rPr>
          <w:rFonts w:ascii="Tahoma" w:hAnsi="Tahoma" w:cs="Tahoma"/>
          <w:bCs/>
          <w:iCs/>
          <w:sz w:val="18"/>
          <w:szCs w:val="18"/>
        </w:rPr>
        <w:tab/>
      </w:r>
      <w:r w:rsidR="00C06CC9" w:rsidRPr="00C414D1">
        <w:rPr>
          <w:rFonts w:ascii="Tahoma" w:hAnsi="Tahoma" w:cs="Tahoma"/>
          <w:bCs/>
          <w:iCs/>
          <w:sz w:val="20"/>
          <w:szCs w:val="20"/>
        </w:rPr>
        <w:t>Provinciale</w:t>
      </w:r>
      <w:r w:rsidR="00E315D9">
        <w:rPr>
          <w:rFonts w:ascii="Tahoma" w:hAnsi="Tahoma" w:cs="Tahoma"/>
          <w:bCs/>
          <w:iCs/>
          <w:sz w:val="20"/>
          <w:szCs w:val="20"/>
        </w:rPr>
        <w:t xml:space="preserve"> BARI</w:t>
      </w:r>
      <w:r w:rsidR="00C06CC9" w:rsidRPr="00C414D1">
        <w:rPr>
          <w:rFonts w:ascii="Tahoma" w:hAnsi="Tahoma" w:cs="Tahoma"/>
          <w:bCs/>
          <w:iCs/>
          <w:sz w:val="20"/>
          <w:szCs w:val="20"/>
        </w:rPr>
        <w:tab/>
        <w:t>Regionale</w:t>
      </w:r>
      <w:r w:rsidR="00C06CC9">
        <w:rPr>
          <w:rFonts w:ascii="Tahoma" w:hAnsi="Tahoma" w:cs="Tahoma"/>
          <w:bCs/>
          <w:iCs/>
          <w:sz w:val="20"/>
          <w:szCs w:val="20"/>
        </w:rPr>
        <w:tab/>
        <w:t>1° Gr.</w:t>
      </w:r>
      <w:r w:rsidR="00C06CC9">
        <w:rPr>
          <w:rFonts w:ascii="Tahoma" w:hAnsi="Tahoma" w:cs="Tahoma"/>
          <w:bCs/>
          <w:iCs/>
          <w:sz w:val="20"/>
          <w:szCs w:val="20"/>
        </w:rPr>
        <w:tab/>
        <w:t>2° Gr.</w:t>
      </w:r>
    </w:p>
    <w:p w:rsidR="00C06CC9" w:rsidRDefault="00C06CC9" w:rsidP="00C06CC9">
      <w:pPr>
        <w:tabs>
          <w:tab w:val="left" w:pos="1985"/>
          <w:tab w:val="left" w:pos="9540"/>
        </w:tabs>
        <w:ind w:left="142" w:right="-72"/>
        <w:jc w:val="center"/>
        <w:rPr>
          <w:rFonts w:ascii="Tahoma" w:hAnsi="Tahoma" w:cs="Tahoma"/>
          <w:iCs/>
          <w:sz w:val="18"/>
          <w:szCs w:val="18"/>
        </w:rPr>
      </w:pPr>
    </w:p>
    <w:p w:rsidR="005B10E6" w:rsidRDefault="005B10E6" w:rsidP="00C06CC9">
      <w:pPr>
        <w:tabs>
          <w:tab w:val="left" w:pos="1985"/>
          <w:tab w:val="left" w:pos="9540"/>
        </w:tabs>
        <w:ind w:left="142" w:right="-72"/>
        <w:jc w:val="center"/>
        <w:rPr>
          <w:rFonts w:ascii="Tahoma" w:hAnsi="Tahoma" w:cs="Tahoma"/>
          <w:iCs/>
          <w:sz w:val="18"/>
          <w:szCs w:val="18"/>
        </w:rPr>
      </w:pPr>
      <w:bookmarkStart w:id="0" w:name="_GoBack"/>
      <w:bookmarkEnd w:id="0"/>
    </w:p>
    <w:p w:rsidR="00D65E46" w:rsidRPr="00C06CC9" w:rsidRDefault="00D65E46" w:rsidP="00C06CC9">
      <w:pPr>
        <w:tabs>
          <w:tab w:val="left" w:pos="1985"/>
          <w:tab w:val="left" w:pos="9540"/>
        </w:tabs>
        <w:ind w:left="142" w:right="-72"/>
        <w:jc w:val="center"/>
        <w:rPr>
          <w:rFonts w:ascii="Tahoma" w:hAnsi="Tahoma" w:cs="Tahoma"/>
          <w:iCs/>
          <w:sz w:val="20"/>
          <w:szCs w:val="20"/>
        </w:rPr>
      </w:pPr>
    </w:p>
    <w:p w:rsidR="007B5F80" w:rsidRDefault="007B5F80" w:rsidP="00B26FAF">
      <w:pPr>
        <w:tabs>
          <w:tab w:val="left" w:pos="1985"/>
          <w:tab w:val="left" w:pos="9540"/>
        </w:tabs>
        <w:ind w:right="-28"/>
        <w:rPr>
          <w:rFonts w:ascii="Tahoma" w:hAnsi="Tahoma" w:cs="Tahoma"/>
          <w:iCs/>
          <w:sz w:val="4"/>
          <w:szCs w:val="4"/>
        </w:rPr>
      </w:pPr>
    </w:p>
    <w:p w:rsidR="00C06CC9" w:rsidRPr="00C06CC9" w:rsidRDefault="00C06CC9" w:rsidP="00B26FAF">
      <w:pPr>
        <w:tabs>
          <w:tab w:val="left" w:pos="1985"/>
          <w:tab w:val="left" w:pos="9540"/>
        </w:tabs>
        <w:ind w:right="-28"/>
        <w:rPr>
          <w:rFonts w:ascii="Tahoma" w:hAnsi="Tahoma" w:cs="Tahoma"/>
          <w:iCs/>
          <w:sz w:val="4"/>
          <w:szCs w:val="4"/>
        </w:rPr>
      </w:pPr>
    </w:p>
    <w:tbl>
      <w:tblPr>
        <w:tblW w:w="10465" w:type="dxa"/>
        <w:tblInd w:w="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47"/>
        <w:gridCol w:w="25"/>
        <w:gridCol w:w="2915"/>
        <w:gridCol w:w="6"/>
        <w:gridCol w:w="19"/>
        <w:gridCol w:w="457"/>
        <w:gridCol w:w="40"/>
        <w:gridCol w:w="1182"/>
        <w:gridCol w:w="33"/>
        <w:gridCol w:w="1560"/>
        <w:gridCol w:w="8"/>
        <w:gridCol w:w="7"/>
        <w:gridCol w:w="1200"/>
        <w:gridCol w:w="24"/>
        <w:gridCol w:w="794"/>
        <w:gridCol w:w="7"/>
        <w:gridCol w:w="7"/>
        <w:gridCol w:w="32"/>
        <w:gridCol w:w="1202"/>
      </w:tblGrid>
      <w:tr w:rsidR="00473A39" w:rsidRPr="00CE2994" w:rsidTr="005B10E6">
        <w:trPr>
          <w:cantSplit/>
          <w:trHeight w:val="397"/>
        </w:trPr>
        <w:tc>
          <w:tcPr>
            <w:tcW w:w="10465" w:type="dxa"/>
            <w:gridSpan w:val="19"/>
            <w:tcBorders>
              <w:bottom w:val="single" w:sz="4" w:space="0" w:color="auto"/>
            </w:tcBorders>
            <w:vAlign w:val="center"/>
          </w:tcPr>
          <w:p w:rsidR="00473A39" w:rsidRPr="00E03E41" w:rsidRDefault="00C06CC9" w:rsidP="000915D8">
            <w:pPr>
              <w:tabs>
                <w:tab w:val="left" w:pos="2067"/>
              </w:tabs>
              <w:jc w:val="center"/>
              <w:rPr>
                <w:rFonts w:ascii="Tahoma" w:hAnsi="Tahoma" w:cs="Tahoma"/>
                <w:b/>
                <w:iCs/>
                <w:sz w:val="18"/>
                <w:szCs w:val="18"/>
              </w:rPr>
            </w:pPr>
            <w:r>
              <w:rPr>
                <w:rFonts w:ascii="Tahoma" w:hAnsi="Tahoma" w:cs="Tahoma"/>
                <w:b/>
                <w:iCs/>
                <w:sz w:val="18"/>
                <w:szCs w:val="18"/>
              </w:rPr>
              <w:t xml:space="preserve">Finale </w:t>
            </w:r>
            <w:r w:rsidR="005B10E6">
              <w:rPr>
                <w:rFonts w:ascii="Tahoma" w:hAnsi="Tahoma" w:cs="Tahoma"/>
                <w:b/>
                <w:iCs/>
                <w:sz w:val="18"/>
                <w:szCs w:val="18"/>
              </w:rPr>
              <w:t xml:space="preserve">DISABILI </w:t>
            </w:r>
            <w:r>
              <w:rPr>
                <w:rFonts w:ascii="Tahoma" w:hAnsi="Tahoma" w:cs="Tahoma"/>
                <w:b/>
                <w:iCs/>
                <w:sz w:val="18"/>
                <w:szCs w:val="18"/>
              </w:rPr>
              <w:t>ATLETICA LEGGERA SU PISTA</w:t>
            </w:r>
          </w:p>
        </w:tc>
      </w:tr>
      <w:tr w:rsidR="00C06CC9" w:rsidRPr="00FB2EE7" w:rsidTr="00C06CC9">
        <w:trPr>
          <w:cantSplit/>
          <w:trHeight w:val="283"/>
        </w:trPr>
        <w:tc>
          <w:tcPr>
            <w:tcW w:w="4369" w:type="dxa"/>
            <w:gridSpan w:val="6"/>
            <w:tcBorders>
              <w:right w:val="nil"/>
            </w:tcBorders>
            <w:vAlign w:val="center"/>
          </w:tcPr>
          <w:p w:rsidR="00C06CC9" w:rsidRPr="00FB2EE7" w:rsidRDefault="00C06CC9" w:rsidP="00E315D9">
            <w:pPr>
              <w:tabs>
                <w:tab w:val="left" w:pos="2067"/>
              </w:tabs>
              <w:rPr>
                <w:rFonts w:ascii="Tahoma" w:hAnsi="Tahoma" w:cs="Tahoma"/>
                <w:sz w:val="16"/>
                <w:szCs w:val="16"/>
              </w:rPr>
            </w:pPr>
            <w:r w:rsidRPr="00E03E41">
              <w:rPr>
                <w:rFonts w:ascii="Tahoma" w:hAnsi="Tahoma" w:cs="Tahoma"/>
                <w:b/>
                <w:iCs/>
                <w:sz w:val="16"/>
                <w:szCs w:val="16"/>
              </w:rPr>
              <w:t>SQUADRA Maschile</w:t>
            </w:r>
            <w:r w:rsidRPr="00FB2EE7">
              <w:rPr>
                <w:rFonts w:ascii="Tahoma" w:hAnsi="Tahoma" w:cs="Tahoma"/>
                <w:iCs/>
                <w:sz w:val="16"/>
                <w:szCs w:val="16"/>
              </w:rPr>
              <w:t>:</w:t>
            </w:r>
            <w:r w:rsidR="00E315D9">
              <w:rPr>
                <w:rFonts w:ascii="Tahoma" w:hAnsi="Tahoma" w:cs="Tahoma"/>
                <w:sz w:val="16"/>
                <w:szCs w:val="16"/>
              </w:rPr>
              <w:t>IC Tattoli/De Gasperi</w:t>
            </w:r>
            <w:r w:rsidR="007C3079">
              <w:rPr>
                <w:rFonts w:ascii="Tahoma" w:hAnsi="Tahoma" w:cs="Tahoma"/>
                <w:sz w:val="16"/>
                <w:szCs w:val="16"/>
              </w:rPr>
              <w:t xml:space="preserve"> Corato</w:t>
            </w:r>
          </w:p>
        </w:tc>
        <w:tc>
          <w:tcPr>
            <w:tcW w:w="2815" w:type="dxa"/>
            <w:gridSpan w:val="4"/>
            <w:tcBorders>
              <w:left w:val="nil"/>
              <w:right w:val="nil"/>
            </w:tcBorders>
            <w:vAlign w:val="center"/>
          </w:tcPr>
          <w:p w:rsidR="00C06CC9" w:rsidRPr="00FB2EE7" w:rsidRDefault="00C06CC9" w:rsidP="00E315D9">
            <w:pPr>
              <w:tabs>
                <w:tab w:val="left" w:pos="2067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D</w:t>
            </w:r>
            <w:r w:rsidRPr="00FB2EE7">
              <w:rPr>
                <w:rFonts w:ascii="Tahoma" w:hAnsi="Tahoma" w:cs="Tahoma"/>
                <w:iCs/>
                <w:sz w:val="16"/>
                <w:szCs w:val="16"/>
              </w:rPr>
              <w:t xml:space="preserve">ocente: </w:t>
            </w:r>
            <w:r w:rsidR="00E315D9">
              <w:rPr>
                <w:rFonts w:ascii="Tahoma" w:hAnsi="Tahoma" w:cs="Tahoma"/>
                <w:iCs/>
                <w:sz w:val="16"/>
                <w:szCs w:val="16"/>
              </w:rPr>
              <w:t>SCARNERA Michele</w:t>
            </w:r>
          </w:p>
        </w:tc>
        <w:tc>
          <w:tcPr>
            <w:tcW w:w="3281" w:type="dxa"/>
            <w:gridSpan w:val="9"/>
            <w:tcBorders>
              <w:left w:val="nil"/>
            </w:tcBorders>
            <w:vAlign w:val="center"/>
          </w:tcPr>
          <w:p w:rsidR="00C06CC9" w:rsidRPr="00FB2EE7" w:rsidRDefault="00C06CC9" w:rsidP="00E315D9">
            <w:pPr>
              <w:tabs>
                <w:tab w:val="left" w:pos="2067"/>
              </w:tabs>
              <w:rPr>
                <w:rFonts w:ascii="Tahoma" w:hAnsi="Tahoma" w:cs="Tahoma"/>
                <w:sz w:val="16"/>
                <w:szCs w:val="16"/>
              </w:rPr>
            </w:pPr>
            <w:r w:rsidRPr="00FB2EE7">
              <w:rPr>
                <w:rFonts w:ascii="Tahoma" w:hAnsi="Tahoma" w:cs="Tahoma"/>
                <w:iCs/>
                <w:sz w:val="16"/>
                <w:szCs w:val="16"/>
              </w:rPr>
              <w:t>Cell.</w:t>
            </w:r>
            <w:r w:rsidR="00E315D9">
              <w:rPr>
                <w:rFonts w:ascii="Tahoma" w:hAnsi="Tahoma" w:cs="Tahoma"/>
                <w:iCs/>
                <w:sz w:val="16"/>
                <w:szCs w:val="16"/>
              </w:rPr>
              <w:t xml:space="preserve"> 349.5137644</w:t>
            </w:r>
          </w:p>
        </w:tc>
      </w:tr>
      <w:tr w:rsidR="00D53427" w:rsidRPr="00FB2EE7" w:rsidTr="005B10E6">
        <w:trPr>
          <w:cantSplit/>
          <w:trHeight w:val="283"/>
        </w:trPr>
        <w:tc>
          <w:tcPr>
            <w:tcW w:w="972" w:type="dxa"/>
            <w:gridSpan w:val="2"/>
            <w:vAlign w:val="center"/>
          </w:tcPr>
          <w:p w:rsidR="00EA5766" w:rsidRPr="00FB2EE7" w:rsidRDefault="00EA5766" w:rsidP="00CE2994">
            <w:pPr>
              <w:tabs>
                <w:tab w:val="left" w:pos="1985"/>
                <w:tab w:val="left" w:pos="9540"/>
              </w:tabs>
              <w:ind w:right="-2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FB2EE7">
              <w:rPr>
                <w:rFonts w:ascii="Tahoma" w:hAnsi="Tahoma" w:cs="Tahoma"/>
                <w:iCs/>
                <w:sz w:val="16"/>
                <w:szCs w:val="16"/>
              </w:rPr>
              <w:t>Concorso</w:t>
            </w:r>
          </w:p>
        </w:tc>
        <w:tc>
          <w:tcPr>
            <w:tcW w:w="3437" w:type="dxa"/>
            <w:gridSpan w:val="5"/>
            <w:vAlign w:val="center"/>
          </w:tcPr>
          <w:p w:rsidR="00EA5766" w:rsidRPr="00FB2EE7" w:rsidRDefault="00EA5766" w:rsidP="00CE2994">
            <w:pPr>
              <w:tabs>
                <w:tab w:val="left" w:pos="1985"/>
                <w:tab w:val="left" w:pos="9540"/>
              </w:tabs>
              <w:ind w:right="-2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FB2EE7">
              <w:rPr>
                <w:rFonts w:ascii="Tahoma" w:hAnsi="Tahoma" w:cs="Tahoma"/>
                <w:iCs/>
                <w:sz w:val="16"/>
                <w:szCs w:val="16"/>
              </w:rPr>
              <w:t>Cognome</w:t>
            </w:r>
          </w:p>
        </w:tc>
        <w:tc>
          <w:tcPr>
            <w:tcW w:w="2783" w:type="dxa"/>
            <w:gridSpan w:val="4"/>
            <w:vAlign w:val="center"/>
          </w:tcPr>
          <w:p w:rsidR="00EA5766" w:rsidRPr="00FB2EE7" w:rsidRDefault="00EA5766" w:rsidP="00CE2994">
            <w:pPr>
              <w:tabs>
                <w:tab w:val="left" w:pos="1985"/>
                <w:tab w:val="left" w:pos="9540"/>
              </w:tabs>
              <w:ind w:right="-2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FB2EE7">
              <w:rPr>
                <w:rFonts w:ascii="Tahoma" w:hAnsi="Tahoma" w:cs="Tahoma"/>
                <w:iCs/>
                <w:sz w:val="16"/>
                <w:szCs w:val="16"/>
              </w:rPr>
              <w:t>Nome</w:t>
            </w:r>
          </w:p>
        </w:tc>
        <w:tc>
          <w:tcPr>
            <w:tcW w:w="2025" w:type="dxa"/>
            <w:gridSpan w:val="4"/>
            <w:vAlign w:val="center"/>
          </w:tcPr>
          <w:p w:rsidR="00EA5766" w:rsidRPr="00FB2EE7" w:rsidRDefault="00EA5766" w:rsidP="00CE2994">
            <w:pPr>
              <w:tabs>
                <w:tab w:val="left" w:pos="2067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B2EE7">
              <w:rPr>
                <w:rFonts w:ascii="Tahoma" w:hAnsi="Tahoma" w:cs="Tahoma"/>
                <w:sz w:val="16"/>
                <w:szCs w:val="16"/>
              </w:rPr>
              <w:t>Data di nascita</w:t>
            </w:r>
          </w:p>
        </w:tc>
        <w:tc>
          <w:tcPr>
            <w:tcW w:w="1248" w:type="dxa"/>
            <w:gridSpan w:val="4"/>
            <w:vAlign w:val="center"/>
          </w:tcPr>
          <w:p w:rsidR="00EA5766" w:rsidRPr="00FB2EE7" w:rsidRDefault="00FB2EE7" w:rsidP="00E9181E">
            <w:pPr>
              <w:tabs>
                <w:tab w:val="left" w:pos="1917"/>
              </w:tabs>
              <w:ind w:right="-108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Tempo/</w:t>
            </w:r>
            <w:r w:rsidR="00EA5766" w:rsidRPr="00FB2EE7">
              <w:rPr>
                <w:rFonts w:ascii="Tahoma" w:hAnsi="Tahoma" w:cs="Tahoma"/>
                <w:sz w:val="16"/>
                <w:szCs w:val="16"/>
              </w:rPr>
              <w:t>Misura</w:t>
            </w:r>
          </w:p>
        </w:tc>
      </w:tr>
      <w:tr w:rsidR="00D53427" w:rsidRPr="00FB2EE7" w:rsidTr="005B10E6">
        <w:trPr>
          <w:cantSplit/>
          <w:trHeight w:val="283"/>
        </w:trPr>
        <w:tc>
          <w:tcPr>
            <w:tcW w:w="972" w:type="dxa"/>
            <w:gridSpan w:val="2"/>
            <w:vAlign w:val="center"/>
          </w:tcPr>
          <w:p w:rsidR="00EA5766" w:rsidRPr="00FB2EE7" w:rsidRDefault="00B64B33" w:rsidP="005B10E6">
            <w:pPr>
              <w:tabs>
                <w:tab w:val="left" w:pos="1985"/>
                <w:tab w:val="left" w:pos="9540"/>
              </w:tabs>
              <w:ind w:right="-2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 xml:space="preserve">m. </w:t>
            </w:r>
            <w:r w:rsidR="005B10E6">
              <w:rPr>
                <w:rFonts w:ascii="Tahoma" w:hAnsi="Tahoma" w:cs="Tahoma"/>
                <w:iCs/>
                <w:sz w:val="16"/>
                <w:szCs w:val="16"/>
              </w:rPr>
              <w:t>80</w:t>
            </w:r>
          </w:p>
        </w:tc>
        <w:tc>
          <w:tcPr>
            <w:tcW w:w="3437" w:type="dxa"/>
            <w:gridSpan w:val="5"/>
            <w:vAlign w:val="center"/>
          </w:tcPr>
          <w:p w:rsidR="00EA5766" w:rsidRPr="00FB2EE7" w:rsidRDefault="00E315D9" w:rsidP="00CE2994">
            <w:pPr>
              <w:tabs>
                <w:tab w:val="left" w:pos="1985"/>
                <w:tab w:val="left" w:pos="9540"/>
              </w:tabs>
              <w:ind w:right="-28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VANGI</w:t>
            </w:r>
          </w:p>
        </w:tc>
        <w:tc>
          <w:tcPr>
            <w:tcW w:w="2783" w:type="dxa"/>
            <w:gridSpan w:val="4"/>
            <w:vAlign w:val="center"/>
          </w:tcPr>
          <w:p w:rsidR="00EA5766" w:rsidRPr="00FB2EE7" w:rsidRDefault="00E315D9" w:rsidP="00CE2994">
            <w:pPr>
              <w:tabs>
                <w:tab w:val="left" w:pos="1985"/>
                <w:tab w:val="left" w:pos="9540"/>
              </w:tabs>
              <w:ind w:right="-28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LUIGI</w:t>
            </w:r>
          </w:p>
        </w:tc>
        <w:tc>
          <w:tcPr>
            <w:tcW w:w="2025" w:type="dxa"/>
            <w:gridSpan w:val="4"/>
            <w:vAlign w:val="center"/>
          </w:tcPr>
          <w:p w:rsidR="00EA5766" w:rsidRPr="00FB2EE7" w:rsidRDefault="00E315D9" w:rsidP="00707492">
            <w:pPr>
              <w:tabs>
                <w:tab w:val="left" w:pos="2067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01.11.03</w:t>
            </w:r>
          </w:p>
        </w:tc>
        <w:tc>
          <w:tcPr>
            <w:tcW w:w="1248" w:type="dxa"/>
            <w:gridSpan w:val="4"/>
            <w:vAlign w:val="center"/>
          </w:tcPr>
          <w:p w:rsidR="00EA5766" w:rsidRPr="00FB2EE7" w:rsidRDefault="00E315D9" w:rsidP="00E9181E">
            <w:pPr>
              <w:tabs>
                <w:tab w:val="left" w:pos="1917"/>
              </w:tabs>
              <w:ind w:right="-108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</w:t>
            </w:r>
            <w:r w:rsidR="001D279D">
              <w:rPr>
                <w:rFonts w:ascii="Tahoma" w:hAnsi="Tahoma" w:cs="Tahoma"/>
                <w:sz w:val="16"/>
                <w:szCs w:val="16"/>
              </w:rPr>
              <w:t>”</w:t>
            </w:r>
            <w:r>
              <w:rPr>
                <w:rFonts w:ascii="Tahoma" w:hAnsi="Tahoma" w:cs="Tahoma"/>
                <w:sz w:val="16"/>
                <w:szCs w:val="16"/>
              </w:rPr>
              <w:t>0</w:t>
            </w:r>
          </w:p>
        </w:tc>
      </w:tr>
      <w:tr w:rsidR="00D53427" w:rsidRPr="00FB2EE7" w:rsidTr="005B10E6">
        <w:trPr>
          <w:cantSplit/>
          <w:trHeight w:val="283"/>
        </w:trPr>
        <w:tc>
          <w:tcPr>
            <w:tcW w:w="972" w:type="dxa"/>
            <w:gridSpan w:val="2"/>
            <w:vAlign w:val="center"/>
          </w:tcPr>
          <w:p w:rsidR="00EA5766" w:rsidRPr="00FB2EE7" w:rsidRDefault="005B10E6" w:rsidP="00FB2EE7">
            <w:pPr>
              <w:tabs>
                <w:tab w:val="left" w:pos="1985"/>
                <w:tab w:val="left" w:pos="9540"/>
              </w:tabs>
              <w:ind w:right="-2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FB2EE7">
              <w:rPr>
                <w:rFonts w:ascii="Tahoma" w:hAnsi="Tahoma" w:cs="Tahoma"/>
                <w:iCs/>
                <w:sz w:val="16"/>
                <w:szCs w:val="16"/>
              </w:rPr>
              <w:t>Lungo</w:t>
            </w:r>
          </w:p>
        </w:tc>
        <w:tc>
          <w:tcPr>
            <w:tcW w:w="3437" w:type="dxa"/>
            <w:gridSpan w:val="5"/>
            <w:vAlign w:val="center"/>
          </w:tcPr>
          <w:p w:rsidR="00EA5766" w:rsidRPr="00FB2EE7" w:rsidRDefault="00DA5511" w:rsidP="00CE2994">
            <w:pPr>
              <w:tabs>
                <w:tab w:val="left" w:pos="1985"/>
                <w:tab w:val="left" w:pos="9540"/>
              </w:tabs>
              <w:ind w:right="-28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MAZZILLI</w:t>
            </w:r>
          </w:p>
        </w:tc>
        <w:tc>
          <w:tcPr>
            <w:tcW w:w="2783" w:type="dxa"/>
            <w:gridSpan w:val="4"/>
            <w:vAlign w:val="center"/>
          </w:tcPr>
          <w:p w:rsidR="00EA5766" w:rsidRPr="00FB2EE7" w:rsidRDefault="00DA5511" w:rsidP="00CE2994">
            <w:pPr>
              <w:tabs>
                <w:tab w:val="left" w:pos="1985"/>
                <w:tab w:val="left" w:pos="9540"/>
              </w:tabs>
              <w:ind w:right="-28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LUIGI</w:t>
            </w:r>
          </w:p>
        </w:tc>
        <w:tc>
          <w:tcPr>
            <w:tcW w:w="2025" w:type="dxa"/>
            <w:gridSpan w:val="4"/>
            <w:vAlign w:val="center"/>
          </w:tcPr>
          <w:p w:rsidR="00EA5766" w:rsidRPr="00FB2EE7" w:rsidRDefault="00DA5511" w:rsidP="00707492">
            <w:pPr>
              <w:tabs>
                <w:tab w:val="left" w:pos="2067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18.11.03</w:t>
            </w:r>
          </w:p>
        </w:tc>
        <w:tc>
          <w:tcPr>
            <w:tcW w:w="1248" w:type="dxa"/>
            <w:gridSpan w:val="4"/>
            <w:vAlign w:val="center"/>
          </w:tcPr>
          <w:p w:rsidR="00EA5766" w:rsidRPr="00FB2EE7" w:rsidRDefault="00DA5511" w:rsidP="00E9181E">
            <w:pPr>
              <w:tabs>
                <w:tab w:val="left" w:pos="1917"/>
              </w:tabs>
              <w:ind w:right="-108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1,44</w:t>
            </w:r>
          </w:p>
        </w:tc>
      </w:tr>
      <w:tr w:rsidR="00D53427" w:rsidRPr="00FB2EE7" w:rsidTr="005B10E6">
        <w:trPr>
          <w:cantSplit/>
          <w:trHeight w:val="283"/>
        </w:trPr>
        <w:tc>
          <w:tcPr>
            <w:tcW w:w="972" w:type="dxa"/>
            <w:gridSpan w:val="2"/>
            <w:vAlign w:val="center"/>
          </w:tcPr>
          <w:p w:rsidR="00871A03" w:rsidRPr="00FB2EE7" w:rsidRDefault="005B10E6" w:rsidP="00FB2EE7">
            <w:pPr>
              <w:tabs>
                <w:tab w:val="left" w:pos="1985"/>
                <w:tab w:val="left" w:pos="9540"/>
              </w:tabs>
              <w:ind w:right="-2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Vortex</w:t>
            </w:r>
          </w:p>
        </w:tc>
        <w:tc>
          <w:tcPr>
            <w:tcW w:w="3437" w:type="dxa"/>
            <w:gridSpan w:val="5"/>
            <w:vAlign w:val="center"/>
          </w:tcPr>
          <w:p w:rsidR="00871A03" w:rsidRPr="00FB2EE7" w:rsidRDefault="00DA5511" w:rsidP="00CE2994">
            <w:pPr>
              <w:tabs>
                <w:tab w:val="left" w:pos="1985"/>
                <w:tab w:val="left" w:pos="9540"/>
              </w:tabs>
              <w:ind w:right="-28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 xml:space="preserve">DI FRENZA </w:t>
            </w:r>
          </w:p>
        </w:tc>
        <w:tc>
          <w:tcPr>
            <w:tcW w:w="2783" w:type="dxa"/>
            <w:gridSpan w:val="4"/>
            <w:vAlign w:val="center"/>
          </w:tcPr>
          <w:p w:rsidR="00871A03" w:rsidRPr="00FB2EE7" w:rsidRDefault="00DA5511" w:rsidP="00CE2994">
            <w:pPr>
              <w:tabs>
                <w:tab w:val="left" w:pos="1985"/>
                <w:tab w:val="left" w:pos="9540"/>
              </w:tabs>
              <w:ind w:right="-28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VITO</w:t>
            </w:r>
          </w:p>
        </w:tc>
        <w:tc>
          <w:tcPr>
            <w:tcW w:w="2025" w:type="dxa"/>
            <w:gridSpan w:val="4"/>
            <w:vAlign w:val="center"/>
          </w:tcPr>
          <w:p w:rsidR="00871A03" w:rsidRPr="00FB2EE7" w:rsidRDefault="00DA5511" w:rsidP="00707492">
            <w:pPr>
              <w:tabs>
                <w:tab w:val="left" w:pos="2067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14.06.02</w:t>
            </w:r>
          </w:p>
        </w:tc>
        <w:tc>
          <w:tcPr>
            <w:tcW w:w="1248" w:type="dxa"/>
            <w:gridSpan w:val="4"/>
            <w:vAlign w:val="center"/>
          </w:tcPr>
          <w:p w:rsidR="00871A03" w:rsidRPr="00FB2EE7" w:rsidRDefault="00DA5511" w:rsidP="00E9181E">
            <w:pPr>
              <w:tabs>
                <w:tab w:val="left" w:pos="1917"/>
              </w:tabs>
              <w:ind w:right="-108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23,92</w:t>
            </w:r>
          </w:p>
        </w:tc>
      </w:tr>
      <w:tr w:rsidR="00D734CE" w:rsidRPr="00FB2EE7" w:rsidTr="005B10E6">
        <w:trPr>
          <w:cantSplit/>
          <w:trHeight w:val="283"/>
        </w:trPr>
        <w:tc>
          <w:tcPr>
            <w:tcW w:w="972" w:type="dxa"/>
            <w:gridSpan w:val="2"/>
            <w:vAlign w:val="center"/>
          </w:tcPr>
          <w:p w:rsidR="00D734CE" w:rsidRDefault="00D734CE" w:rsidP="00FB2EE7">
            <w:pPr>
              <w:tabs>
                <w:tab w:val="left" w:pos="1985"/>
                <w:tab w:val="left" w:pos="9540"/>
              </w:tabs>
              <w:ind w:right="-2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4X100</w:t>
            </w:r>
          </w:p>
        </w:tc>
        <w:tc>
          <w:tcPr>
            <w:tcW w:w="3437" w:type="dxa"/>
            <w:gridSpan w:val="5"/>
            <w:vAlign w:val="center"/>
          </w:tcPr>
          <w:p w:rsidR="00D734CE" w:rsidRPr="00287AC1" w:rsidRDefault="00DA5511" w:rsidP="00E315D9">
            <w:pPr>
              <w:tabs>
                <w:tab w:val="left" w:pos="1985"/>
                <w:tab w:val="left" w:pos="9540"/>
              </w:tabs>
              <w:ind w:right="-28"/>
              <w:rPr>
                <w:rFonts w:ascii="Tahoma" w:hAnsi="Tahoma" w:cs="Tahoma"/>
                <w:iCs/>
                <w:sz w:val="15"/>
                <w:szCs w:val="15"/>
              </w:rPr>
            </w:pPr>
            <w:r w:rsidRPr="00287AC1">
              <w:rPr>
                <w:rFonts w:ascii="Tahoma" w:hAnsi="Tahoma" w:cs="Tahoma"/>
                <w:iCs/>
                <w:sz w:val="15"/>
                <w:szCs w:val="15"/>
              </w:rPr>
              <w:t>VANGI-MAZZILLI-DI FRENZA-PAGANELLI</w:t>
            </w:r>
          </w:p>
        </w:tc>
        <w:tc>
          <w:tcPr>
            <w:tcW w:w="2783" w:type="dxa"/>
            <w:gridSpan w:val="4"/>
            <w:vAlign w:val="center"/>
          </w:tcPr>
          <w:p w:rsidR="00D734CE" w:rsidRPr="00FB2EE7" w:rsidRDefault="00D734CE" w:rsidP="00CE2994">
            <w:pPr>
              <w:tabs>
                <w:tab w:val="left" w:pos="1985"/>
                <w:tab w:val="left" w:pos="9540"/>
              </w:tabs>
              <w:ind w:right="-28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025" w:type="dxa"/>
            <w:gridSpan w:val="4"/>
            <w:vAlign w:val="center"/>
          </w:tcPr>
          <w:p w:rsidR="00D734CE" w:rsidRPr="00FB2EE7" w:rsidRDefault="00D734CE" w:rsidP="00707492">
            <w:pPr>
              <w:tabs>
                <w:tab w:val="left" w:pos="2067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48" w:type="dxa"/>
            <w:gridSpan w:val="4"/>
            <w:vAlign w:val="center"/>
          </w:tcPr>
          <w:p w:rsidR="00D734CE" w:rsidRPr="00FB2EE7" w:rsidRDefault="00D734CE" w:rsidP="00E9181E">
            <w:pPr>
              <w:tabs>
                <w:tab w:val="left" w:pos="1917"/>
              </w:tabs>
              <w:ind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C06CC9" w:rsidRPr="00FB2EE7" w:rsidTr="00C06CC9">
        <w:trPr>
          <w:cantSplit/>
          <w:trHeight w:val="283"/>
        </w:trPr>
        <w:tc>
          <w:tcPr>
            <w:tcW w:w="4409" w:type="dxa"/>
            <w:gridSpan w:val="7"/>
            <w:tcBorders>
              <w:right w:val="nil"/>
            </w:tcBorders>
            <w:vAlign w:val="center"/>
          </w:tcPr>
          <w:p w:rsidR="00C06CC9" w:rsidRPr="00FB2EE7" w:rsidRDefault="00C06CC9" w:rsidP="00C06CC9">
            <w:pPr>
              <w:tabs>
                <w:tab w:val="left" w:pos="1917"/>
              </w:tabs>
              <w:ind w:right="-108"/>
              <w:rPr>
                <w:rFonts w:ascii="Tahoma" w:hAnsi="Tahoma" w:cs="Tahoma"/>
                <w:sz w:val="16"/>
                <w:szCs w:val="16"/>
              </w:rPr>
            </w:pPr>
            <w:r w:rsidRPr="00E03E41">
              <w:rPr>
                <w:rFonts w:ascii="Tahoma" w:hAnsi="Tahoma" w:cs="Tahoma"/>
                <w:b/>
                <w:iCs/>
                <w:sz w:val="16"/>
                <w:szCs w:val="16"/>
              </w:rPr>
              <w:t>SQUADRA Femminile</w:t>
            </w:r>
            <w:r w:rsidRPr="00FB2EE7">
              <w:rPr>
                <w:rFonts w:ascii="Tahoma" w:hAnsi="Tahoma" w:cs="Tahoma"/>
                <w:iCs/>
                <w:sz w:val="16"/>
                <w:szCs w:val="16"/>
              </w:rPr>
              <w:t>:</w:t>
            </w:r>
            <w:r w:rsidR="00DA5511">
              <w:rPr>
                <w:rFonts w:ascii="Tahoma" w:hAnsi="Tahoma" w:cs="Tahoma"/>
                <w:sz w:val="16"/>
                <w:szCs w:val="16"/>
              </w:rPr>
              <w:t xml:space="preserve"> IC Tattoli/De Gasperi</w:t>
            </w:r>
            <w:r w:rsidR="007C3079">
              <w:rPr>
                <w:rFonts w:ascii="Tahoma" w:hAnsi="Tahoma" w:cs="Tahoma"/>
                <w:sz w:val="16"/>
                <w:szCs w:val="16"/>
              </w:rPr>
              <w:t xml:space="preserve"> Corato</w:t>
            </w:r>
          </w:p>
        </w:tc>
        <w:tc>
          <w:tcPr>
            <w:tcW w:w="2790" w:type="dxa"/>
            <w:gridSpan w:val="5"/>
            <w:tcBorders>
              <w:left w:val="nil"/>
              <w:right w:val="nil"/>
            </w:tcBorders>
            <w:vAlign w:val="center"/>
          </w:tcPr>
          <w:p w:rsidR="00C06CC9" w:rsidRPr="00FB2EE7" w:rsidRDefault="00C06CC9" w:rsidP="00C06CC9">
            <w:pPr>
              <w:tabs>
                <w:tab w:val="left" w:pos="1917"/>
              </w:tabs>
              <w:ind w:right="-108"/>
              <w:rPr>
                <w:rFonts w:ascii="Tahoma" w:hAnsi="Tahoma" w:cs="Tahoma"/>
                <w:sz w:val="16"/>
                <w:szCs w:val="16"/>
              </w:rPr>
            </w:pPr>
            <w:r w:rsidRPr="00FB2EE7">
              <w:rPr>
                <w:rFonts w:ascii="Tahoma" w:hAnsi="Tahoma" w:cs="Tahoma"/>
                <w:iCs/>
                <w:sz w:val="16"/>
                <w:szCs w:val="16"/>
              </w:rPr>
              <w:t xml:space="preserve">Docente: </w:t>
            </w:r>
            <w:r w:rsidR="00DA5511">
              <w:rPr>
                <w:rFonts w:ascii="Tahoma" w:hAnsi="Tahoma" w:cs="Tahoma"/>
                <w:iCs/>
                <w:sz w:val="16"/>
                <w:szCs w:val="16"/>
              </w:rPr>
              <w:t xml:space="preserve"> SCARNERA Michele</w:t>
            </w:r>
          </w:p>
        </w:tc>
        <w:tc>
          <w:tcPr>
            <w:tcW w:w="3266" w:type="dxa"/>
            <w:gridSpan w:val="7"/>
            <w:tcBorders>
              <w:left w:val="nil"/>
            </w:tcBorders>
            <w:vAlign w:val="center"/>
          </w:tcPr>
          <w:p w:rsidR="00C06CC9" w:rsidRPr="00FB2EE7" w:rsidRDefault="00C06CC9" w:rsidP="00C06CC9">
            <w:pPr>
              <w:tabs>
                <w:tab w:val="left" w:pos="1917"/>
              </w:tabs>
              <w:ind w:right="-108"/>
              <w:rPr>
                <w:rFonts w:ascii="Tahoma" w:hAnsi="Tahoma" w:cs="Tahoma"/>
                <w:sz w:val="16"/>
                <w:szCs w:val="16"/>
              </w:rPr>
            </w:pPr>
            <w:r w:rsidRPr="00FB2EE7">
              <w:rPr>
                <w:rFonts w:ascii="Tahoma" w:hAnsi="Tahoma" w:cs="Tahoma"/>
                <w:iCs/>
                <w:sz w:val="16"/>
                <w:szCs w:val="16"/>
              </w:rPr>
              <w:t xml:space="preserve">Cell. </w:t>
            </w:r>
            <w:r w:rsidR="00DA5511">
              <w:rPr>
                <w:rFonts w:ascii="Tahoma" w:hAnsi="Tahoma" w:cs="Tahoma"/>
                <w:iCs/>
                <w:sz w:val="16"/>
                <w:szCs w:val="16"/>
              </w:rPr>
              <w:t>349.5137644</w:t>
            </w:r>
          </w:p>
        </w:tc>
      </w:tr>
      <w:tr w:rsidR="00797DD0" w:rsidRPr="00FB2EE7" w:rsidTr="005B10E6">
        <w:trPr>
          <w:cantSplit/>
          <w:trHeight w:val="283"/>
        </w:trPr>
        <w:tc>
          <w:tcPr>
            <w:tcW w:w="972" w:type="dxa"/>
            <w:gridSpan w:val="2"/>
            <w:vAlign w:val="center"/>
          </w:tcPr>
          <w:p w:rsidR="00871A03" w:rsidRPr="00FB2EE7" w:rsidRDefault="00871A03" w:rsidP="00CE2994">
            <w:pPr>
              <w:tabs>
                <w:tab w:val="left" w:pos="1985"/>
                <w:tab w:val="left" w:pos="9540"/>
              </w:tabs>
              <w:ind w:right="-2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FB2EE7">
              <w:rPr>
                <w:rFonts w:ascii="Tahoma" w:hAnsi="Tahoma" w:cs="Tahoma"/>
                <w:iCs/>
                <w:sz w:val="16"/>
                <w:szCs w:val="16"/>
              </w:rPr>
              <w:t>Concorso</w:t>
            </w:r>
          </w:p>
        </w:tc>
        <w:tc>
          <w:tcPr>
            <w:tcW w:w="3437" w:type="dxa"/>
            <w:gridSpan w:val="5"/>
            <w:vAlign w:val="center"/>
          </w:tcPr>
          <w:p w:rsidR="00871A03" w:rsidRPr="00FB2EE7" w:rsidRDefault="00871A03" w:rsidP="00C06CC9">
            <w:pPr>
              <w:tabs>
                <w:tab w:val="left" w:pos="1985"/>
                <w:tab w:val="left" w:pos="9540"/>
              </w:tabs>
              <w:ind w:right="-2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FB2EE7">
              <w:rPr>
                <w:rFonts w:ascii="Tahoma" w:hAnsi="Tahoma" w:cs="Tahoma"/>
                <w:iCs/>
                <w:sz w:val="16"/>
                <w:szCs w:val="16"/>
              </w:rPr>
              <w:t>Cognome</w:t>
            </w:r>
          </w:p>
        </w:tc>
        <w:tc>
          <w:tcPr>
            <w:tcW w:w="2783" w:type="dxa"/>
            <w:gridSpan w:val="4"/>
            <w:vAlign w:val="center"/>
          </w:tcPr>
          <w:p w:rsidR="00871A03" w:rsidRPr="00FB2EE7" w:rsidRDefault="00871A03" w:rsidP="00C06CC9">
            <w:pPr>
              <w:tabs>
                <w:tab w:val="left" w:pos="1985"/>
                <w:tab w:val="left" w:pos="9540"/>
              </w:tabs>
              <w:ind w:left="260" w:right="-2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FB2EE7">
              <w:rPr>
                <w:rFonts w:ascii="Tahoma" w:hAnsi="Tahoma" w:cs="Tahoma"/>
                <w:iCs/>
                <w:sz w:val="16"/>
                <w:szCs w:val="16"/>
              </w:rPr>
              <w:t>Nome</w:t>
            </w:r>
          </w:p>
        </w:tc>
        <w:tc>
          <w:tcPr>
            <w:tcW w:w="2025" w:type="dxa"/>
            <w:gridSpan w:val="4"/>
            <w:vAlign w:val="center"/>
          </w:tcPr>
          <w:p w:rsidR="00871A03" w:rsidRPr="00FB2EE7" w:rsidRDefault="00871A03" w:rsidP="00C06CC9">
            <w:pPr>
              <w:tabs>
                <w:tab w:val="left" w:pos="2067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B2EE7">
              <w:rPr>
                <w:rFonts w:ascii="Tahoma" w:hAnsi="Tahoma" w:cs="Tahoma"/>
                <w:sz w:val="16"/>
                <w:szCs w:val="16"/>
              </w:rPr>
              <w:t>Data di nascita</w:t>
            </w:r>
          </w:p>
        </w:tc>
        <w:tc>
          <w:tcPr>
            <w:tcW w:w="1248" w:type="dxa"/>
            <w:gridSpan w:val="4"/>
            <w:vAlign w:val="center"/>
          </w:tcPr>
          <w:p w:rsidR="00871A03" w:rsidRPr="00FB2EE7" w:rsidRDefault="00FB2EE7" w:rsidP="00C06CC9">
            <w:pPr>
              <w:tabs>
                <w:tab w:val="left" w:pos="1917"/>
              </w:tabs>
              <w:ind w:right="-108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Tempo/</w:t>
            </w:r>
            <w:r w:rsidR="00871A03" w:rsidRPr="00FB2EE7">
              <w:rPr>
                <w:rFonts w:ascii="Tahoma" w:hAnsi="Tahoma" w:cs="Tahoma"/>
                <w:sz w:val="16"/>
                <w:szCs w:val="16"/>
              </w:rPr>
              <w:t>Misura</w:t>
            </w:r>
          </w:p>
        </w:tc>
      </w:tr>
      <w:tr w:rsidR="005B10E6" w:rsidRPr="00FB2EE7" w:rsidTr="005B10E6">
        <w:trPr>
          <w:cantSplit/>
          <w:trHeight w:val="283"/>
        </w:trPr>
        <w:tc>
          <w:tcPr>
            <w:tcW w:w="972" w:type="dxa"/>
            <w:gridSpan w:val="2"/>
            <w:vAlign w:val="center"/>
          </w:tcPr>
          <w:p w:rsidR="005B10E6" w:rsidRPr="00FB2EE7" w:rsidRDefault="005B10E6" w:rsidP="007C28E6">
            <w:pPr>
              <w:tabs>
                <w:tab w:val="left" w:pos="1985"/>
                <w:tab w:val="left" w:pos="9540"/>
              </w:tabs>
              <w:ind w:right="-2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m. 80</w:t>
            </w:r>
          </w:p>
        </w:tc>
        <w:tc>
          <w:tcPr>
            <w:tcW w:w="3437" w:type="dxa"/>
            <w:gridSpan w:val="5"/>
            <w:vAlign w:val="center"/>
          </w:tcPr>
          <w:p w:rsidR="005B10E6" w:rsidRPr="00FB2EE7" w:rsidRDefault="00DA5511" w:rsidP="00CE2994">
            <w:pPr>
              <w:tabs>
                <w:tab w:val="left" w:pos="2067"/>
              </w:tabs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PAGANELLI</w:t>
            </w:r>
          </w:p>
        </w:tc>
        <w:tc>
          <w:tcPr>
            <w:tcW w:w="2783" w:type="dxa"/>
            <w:gridSpan w:val="4"/>
            <w:vAlign w:val="center"/>
          </w:tcPr>
          <w:p w:rsidR="005B10E6" w:rsidRPr="00FB2EE7" w:rsidRDefault="00DA5511" w:rsidP="00CE2994">
            <w:pPr>
              <w:tabs>
                <w:tab w:val="left" w:pos="2067"/>
              </w:tabs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Filomena</w:t>
            </w:r>
          </w:p>
        </w:tc>
        <w:tc>
          <w:tcPr>
            <w:tcW w:w="2025" w:type="dxa"/>
            <w:gridSpan w:val="4"/>
            <w:vAlign w:val="center"/>
          </w:tcPr>
          <w:p w:rsidR="005B10E6" w:rsidRPr="00FB2EE7" w:rsidRDefault="00DA5511" w:rsidP="00D53427">
            <w:pPr>
              <w:tabs>
                <w:tab w:val="left" w:pos="2067"/>
              </w:tabs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22.10.02</w:t>
            </w:r>
          </w:p>
        </w:tc>
        <w:tc>
          <w:tcPr>
            <w:tcW w:w="1248" w:type="dxa"/>
            <w:gridSpan w:val="4"/>
            <w:vAlign w:val="center"/>
          </w:tcPr>
          <w:p w:rsidR="005B10E6" w:rsidRPr="00FB2EE7" w:rsidRDefault="00DA5511" w:rsidP="00E9181E">
            <w:pPr>
              <w:tabs>
                <w:tab w:val="left" w:pos="1917"/>
              </w:tabs>
              <w:ind w:right="-10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14”9</w:t>
            </w:r>
          </w:p>
        </w:tc>
      </w:tr>
      <w:tr w:rsidR="005B10E6" w:rsidRPr="00FB2EE7" w:rsidTr="005B10E6">
        <w:trPr>
          <w:cantSplit/>
          <w:trHeight w:val="283"/>
        </w:trPr>
        <w:tc>
          <w:tcPr>
            <w:tcW w:w="972" w:type="dxa"/>
            <w:gridSpan w:val="2"/>
            <w:vAlign w:val="center"/>
          </w:tcPr>
          <w:p w:rsidR="005B10E6" w:rsidRPr="00FB2EE7" w:rsidRDefault="005B10E6" w:rsidP="007C28E6">
            <w:pPr>
              <w:tabs>
                <w:tab w:val="left" w:pos="1985"/>
                <w:tab w:val="left" w:pos="9540"/>
              </w:tabs>
              <w:ind w:right="-2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m. 100</w:t>
            </w:r>
          </w:p>
        </w:tc>
        <w:tc>
          <w:tcPr>
            <w:tcW w:w="3437" w:type="dxa"/>
            <w:gridSpan w:val="5"/>
            <w:vAlign w:val="center"/>
          </w:tcPr>
          <w:p w:rsidR="005B10E6" w:rsidRPr="00FB2EE7" w:rsidRDefault="005B10E6" w:rsidP="00CE2994">
            <w:pPr>
              <w:tabs>
                <w:tab w:val="left" w:pos="2067"/>
              </w:tabs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783" w:type="dxa"/>
            <w:gridSpan w:val="4"/>
            <w:vAlign w:val="center"/>
          </w:tcPr>
          <w:p w:rsidR="005B10E6" w:rsidRPr="00FB2EE7" w:rsidRDefault="005B10E6" w:rsidP="00CE2994">
            <w:pPr>
              <w:tabs>
                <w:tab w:val="left" w:pos="2067"/>
              </w:tabs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025" w:type="dxa"/>
            <w:gridSpan w:val="4"/>
            <w:vAlign w:val="center"/>
          </w:tcPr>
          <w:p w:rsidR="005B10E6" w:rsidRPr="00FB2EE7" w:rsidRDefault="005B10E6" w:rsidP="00D53427">
            <w:pPr>
              <w:tabs>
                <w:tab w:val="left" w:pos="2067"/>
              </w:tabs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248" w:type="dxa"/>
            <w:gridSpan w:val="4"/>
            <w:vAlign w:val="center"/>
          </w:tcPr>
          <w:p w:rsidR="005B10E6" w:rsidRPr="00FB2EE7" w:rsidRDefault="005B10E6" w:rsidP="00E9181E">
            <w:pPr>
              <w:tabs>
                <w:tab w:val="left" w:pos="1917"/>
              </w:tabs>
              <w:ind w:right="-10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5B10E6" w:rsidRPr="00FB2EE7" w:rsidTr="005B10E6">
        <w:trPr>
          <w:cantSplit/>
          <w:trHeight w:val="283"/>
        </w:trPr>
        <w:tc>
          <w:tcPr>
            <w:tcW w:w="972" w:type="dxa"/>
            <w:gridSpan w:val="2"/>
            <w:vAlign w:val="center"/>
          </w:tcPr>
          <w:p w:rsidR="005B10E6" w:rsidRPr="00FB2EE7" w:rsidRDefault="005B10E6" w:rsidP="007C28E6">
            <w:pPr>
              <w:tabs>
                <w:tab w:val="left" w:pos="1985"/>
                <w:tab w:val="left" w:pos="9540"/>
              </w:tabs>
              <w:ind w:right="-2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FB2EE7">
              <w:rPr>
                <w:rFonts w:ascii="Tahoma" w:hAnsi="Tahoma" w:cs="Tahoma"/>
                <w:iCs/>
                <w:sz w:val="16"/>
                <w:szCs w:val="16"/>
              </w:rPr>
              <w:t>Lungo</w:t>
            </w:r>
          </w:p>
        </w:tc>
        <w:tc>
          <w:tcPr>
            <w:tcW w:w="3437" w:type="dxa"/>
            <w:gridSpan w:val="5"/>
            <w:vAlign w:val="center"/>
          </w:tcPr>
          <w:p w:rsidR="005B10E6" w:rsidRPr="00FB2EE7" w:rsidRDefault="00DA5511" w:rsidP="00CE2994">
            <w:pPr>
              <w:tabs>
                <w:tab w:val="left" w:pos="2067"/>
              </w:tabs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GUASTAMACCHIA</w:t>
            </w:r>
          </w:p>
        </w:tc>
        <w:tc>
          <w:tcPr>
            <w:tcW w:w="2783" w:type="dxa"/>
            <w:gridSpan w:val="4"/>
            <w:vAlign w:val="center"/>
          </w:tcPr>
          <w:p w:rsidR="005B10E6" w:rsidRPr="00FB2EE7" w:rsidRDefault="00DA5511" w:rsidP="00CE2994">
            <w:pPr>
              <w:tabs>
                <w:tab w:val="left" w:pos="2067"/>
              </w:tabs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Maria</w:t>
            </w:r>
          </w:p>
        </w:tc>
        <w:tc>
          <w:tcPr>
            <w:tcW w:w="2025" w:type="dxa"/>
            <w:gridSpan w:val="4"/>
            <w:vAlign w:val="center"/>
          </w:tcPr>
          <w:p w:rsidR="005B10E6" w:rsidRPr="00FB2EE7" w:rsidRDefault="00DA5511" w:rsidP="00D53427">
            <w:pPr>
              <w:tabs>
                <w:tab w:val="left" w:pos="2067"/>
              </w:tabs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29.10.02</w:t>
            </w:r>
          </w:p>
        </w:tc>
        <w:tc>
          <w:tcPr>
            <w:tcW w:w="1248" w:type="dxa"/>
            <w:gridSpan w:val="4"/>
            <w:vAlign w:val="center"/>
          </w:tcPr>
          <w:p w:rsidR="005B10E6" w:rsidRPr="00FB2EE7" w:rsidRDefault="00DA5511" w:rsidP="00E9181E">
            <w:pPr>
              <w:tabs>
                <w:tab w:val="left" w:pos="1917"/>
              </w:tabs>
              <w:ind w:right="-10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2,90</w:t>
            </w:r>
          </w:p>
        </w:tc>
      </w:tr>
      <w:tr w:rsidR="005B10E6" w:rsidRPr="00FB2EE7" w:rsidTr="005B10E6">
        <w:trPr>
          <w:cantSplit/>
          <w:trHeight w:val="283"/>
        </w:trPr>
        <w:tc>
          <w:tcPr>
            <w:tcW w:w="972" w:type="dxa"/>
            <w:gridSpan w:val="2"/>
            <w:vAlign w:val="center"/>
          </w:tcPr>
          <w:p w:rsidR="005B10E6" w:rsidRPr="00FB2EE7" w:rsidRDefault="005B10E6" w:rsidP="007C28E6">
            <w:pPr>
              <w:tabs>
                <w:tab w:val="left" w:pos="1985"/>
                <w:tab w:val="left" w:pos="9540"/>
              </w:tabs>
              <w:ind w:right="-2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Peso</w:t>
            </w:r>
          </w:p>
        </w:tc>
        <w:tc>
          <w:tcPr>
            <w:tcW w:w="3437" w:type="dxa"/>
            <w:gridSpan w:val="5"/>
            <w:vAlign w:val="center"/>
          </w:tcPr>
          <w:p w:rsidR="005B10E6" w:rsidRPr="00FB2EE7" w:rsidRDefault="005B10E6" w:rsidP="00CE2994">
            <w:pPr>
              <w:tabs>
                <w:tab w:val="left" w:pos="2067"/>
              </w:tabs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783" w:type="dxa"/>
            <w:gridSpan w:val="4"/>
            <w:vAlign w:val="center"/>
          </w:tcPr>
          <w:p w:rsidR="005B10E6" w:rsidRPr="00FB2EE7" w:rsidRDefault="005B10E6" w:rsidP="00CE2994">
            <w:pPr>
              <w:tabs>
                <w:tab w:val="left" w:pos="2067"/>
              </w:tabs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025" w:type="dxa"/>
            <w:gridSpan w:val="4"/>
            <w:vAlign w:val="center"/>
          </w:tcPr>
          <w:p w:rsidR="005B10E6" w:rsidRPr="00FB2EE7" w:rsidRDefault="005B10E6" w:rsidP="00D53427">
            <w:pPr>
              <w:tabs>
                <w:tab w:val="left" w:pos="2067"/>
              </w:tabs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248" w:type="dxa"/>
            <w:gridSpan w:val="4"/>
            <w:vAlign w:val="center"/>
          </w:tcPr>
          <w:p w:rsidR="005B10E6" w:rsidRPr="00FB2EE7" w:rsidRDefault="005B10E6" w:rsidP="00E9181E">
            <w:pPr>
              <w:tabs>
                <w:tab w:val="left" w:pos="1917"/>
              </w:tabs>
              <w:ind w:right="-10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5B10E6" w:rsidRPr="00FB2EE7" w:rsidTr="005B10E6">
        <w:trPr>
          <w:cantSplit/>
          <w:trHeight w:val="283"/>
        </w:trPr>
        <w:tc>
          <w:tcPr>
            <w:tcW w:w="972" w:type="dxa"/>
            <w:gridSpan w:val="2"/>
            <w:vAlign w:val="center"/>
          </w:tcPr>
          <w:p w:rsidR="005B10E6" w:rsidRPr="00FB2EE7" w:rsidRDefault="005B10E6" w:rsidP="007C28E6">
            <w:pPr>
              <w:tabs>
                <w:tab w:val="left" w:pos="1985"/>
                <w:tab w:val="left" w:pos="9540"/>
              </w:tabs>
              <w:ind w:right="-2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Vortex</w:t>
            </w:r>
          </w:p>
        </w:tc>
        <w:tc>
          <w:tcPr>
            <w:tcW w:w="3437" w:type="dxa"/>
            <w:gridSpan w:val="5"/>
            <w:vAlign w:val="center"/>
          </w:tcPr>
          <w:p w:rsidR="005B10E6" w:rsidRPr="00FB2EE7" w:rsidRDefault="00DA5511" w:rsidP="00CE2994">
            <w:pPr>
              <w:tabs>
                <w:tab w:val="left" w:pos="2067"/>
              </w:tabs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ROMANESCU</w:t>
            </w:r>
          </w:p>
        </w:tc>
        <w:tc>
          <w:tcPr>
            <w:tcW w:w="2783" w:type="dxa"/>
            <w:gridSpan w:val="4"/>
            <w:vAlign w:val="center"/>
          </w:tcPr>
          <w:p w:rsidR="005B10E6" w:rsidRPr="00FB2EE7" w:rsidRDefault="00DA5511" w:rsidP="00CE2994">
            <w:pPr>
              <w:tabs>
                <w:tab w:val="left" w:pos="2067"/>
              </w:tabs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Patrizia</w:t>
            </w:r>
          </w:p>
        </w:tc>
        <w:tc>
          <w:tcPr>
            <w:tcW w:w="2025" w:type="dxa"/>
            <w:gridSpan w:val="4"/>
            <w:vAlign w:val="center"/>
          </w:tcPr>
          <w:p w:rsidR="005B10E6" w:rsidRPr="00FB2EE7" w:rsidRDefault="00DA5511" w:rsidP="00D53427">
            <w:pPr>
              <w:tabs>
                <w:tab w:val="left" w:pos="2067"/>
              </w:tabs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27.07.99</w:t>
            </w:r>
          </w:p>
        </w:tc>
        <w:tc>
          <w:tcPr>
            <w:tcW w:w="1248" w:type="dxa"/>
            <w:gridSpan w:val="4"/>
            <w:vAlign w:val="center"/>
          </w:tcPr>
          <w:p w:rsidR="005B10E6" w:rsidRPr="00FB2EE7" w:rsidRDefault="00DA5511" w:rsidP="00E9181E">
            <w:pPr>
              <w:tabs>
                <w:tab w:val="left" w:pos="1917"/>
              </w:tabs>
              <w:ind w:right="-10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8.04</w:t>
            </w:r>
          </w:p>
        </w:tc>
      </w:tr>
      <w:tr w:rsidR="00DA5511" w:rsidRPr="00FB2EE7" w:rsidTr="005B10E6">
        <w:trPr>
          <w:cantSplit/>
          <w:trHeight w:val="283"/>
        </w:trPr>
        <w:tc>
          <w:tcPr>
            <w:tcW w:w="972" w:type="dxa"/>
            <w:gridSpan w:val="2"/>
            <w:vAlign w:val="center"/>
          </w:tcPr>
          <w:p w:rsidR="00DA5511" w:rsidRDefault="00DA5511" w:rsidP="007C28E6">
            <w:pPr>
              <w:tabs>
                <w:tab w:val="left" w:pos="1985"/>
                <w:tab w:val="left" w:pos="9540"/>
              </w:tabs>
              <w:ind w:right="-2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4X100</w:t>
            </w:r>
          </w:p>
        </w:tc>
        <w:tc>
          <w:tcPr>
            <w:tcW w:w="3437" w:type="dxa"/>
            <w:gridSpan w:val="5"/>
            <w:vAlign w:val="center"/>
          </w:tcPr>
          <w:p w:rsidR="00DA5511" w:rsidRPr="00287AC1" w:rsidRDefault="00DA5511" w:rsidP="00287AC1">
            <w:pPr>
              <w:tabs>
                <w:tab w:val="left" w:pos="2067"/>
              </w:tabs>
              <w:ind w:left="-112" w:right="-69"/>
              <w:rPr>
                <w:rFonts w:ascii="Tahoma" w:hAnsi="Tahoma" w:cs="Tahoma"/>
                <w:iCs/>
                <w:sz w:val="15"/>
                <w:szCs w:val="15"/>
              </w:rPr>
            </w:pPr>
            <w:r w:rsidRPr="00287AC1">
              <w:rPr>
                <w:rFonts w:ascii="Tahoma" w:hAnsi="Tahoma" w:cs="Tahoma"/>
                <w:iCs/>
                <w:sz w:val="15"/>
                <w:szCs w:val="15"/>
              </w:rPr>
              <w:t>R</w:t>
            </w:r>
            <w:r w:rsidR="00287AC1" w:rsidRPr="00287AC1">
              <w:rPr>
                <w:rFonts w:ascii="Tahoma" w:hAnsi="Tahoma" w:cs="Tahoma"/>
                <w:iCs/>
                <w:sz w:val="15"/>
                <w:szCs w:val="15"/>
              </w:rPr>
              <w:t>OMANESCU-PAGANELLI-VANGI-GUASTAMACCHIA</w:t>
            </w:r>
          </w:p>
        </w:tc>
        <w:tc>
          <w:tcPr>
            <w:tcW w:w="2783" w:type="dxa"/>
            <w:gridSpan w:val="4"/>
            <w:vAlign w:val="center"/>
          </w:tcPr>
          <w:p w:rsidR="00DA5511" w:rsidRPr="00FB2EE7" w:rsidRDefault="00DA5511" w:rsidP="00CE2994">
            <w:pPr>
              <w:tabs>
                <w:tab w:val="left" w:pos="2067"/>
              </w:tabs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025" w:type="dxa"/>
            <w:gridSpan w:val="4"/>
            <w:vAlign w:val="center"/>
          </w:tcPr>
          <w:p w:rsidR="00DA5511" w:rsidRPr="00FB2EE7" w:rsidRDefault="00DA5511" w:rsidP="00D53427">
            <w:pPr>
              <w:tabs>
                <w:tab w:val="left" w:pos="2067"/>
              </w:tabs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248" w:type="dxa"/>
            <w:gridSpan w:val="4"/>
            <w:vAlign w:val="center"/>
          </w:tcPr>
          <w:p w:rsidR="00DA5511" w:rsidRPr="00FB2EE7" w:rsidRDefault="00DA5511" w:rsidP="00E9181E">
            <w:pPr>
              <w:tabs>
                <w:tab w:val="left" w:pos="1917"/>
              </w:tabs>
              <w:ind w:right="-10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871A03" w:rsidRPr="00FB2EE7" w:rsidTr="005B10E6">
        <w:trPr>
          <w:cantSplit/>
          <w:trHeight w:val="397"/>
        </w:trPr>
        <w:tc>
          <w:tcPr>
            <w:tcW w:w="10465" w:type="dxa"/>
            <w:gridSpan w:val="19"/>
            <w:vAlign w:val="center"/>
          </w:tcPr>
          <w:p w:rsidR="00871A03" w:rsidRPr="00FB2EE7" w:rsidRDefault="00871A03" w:rsidP="00C06CC9">
            <w:pPr>
              <w:tabs>
                <w:tab w:val="left" w:pos="1917"/>
                <w:tab w:val="left" w:pos="7857"/>
              </w:tabs>
              <w:ind w:right="-10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E03E41">
              <w:rPr>
                <w:rFonts w:ascii="Tahoma" w:hAnsi="Tahoma" w:cs="Tahoma"/>
                <w:b/>
                <w:iCs/>
                <w:sz w:val="18"/>
                <w:szCs w:val="18"/>
              </w:rPr>
              <w:t xml:space="preserve">INDIVIDUALISTA </w:t>
            </w:r>
            <w:r w:rsidR="005B10E6">
              <w:rPr>
                <w:rFonts w:ascii="Tahoma" w:hAnsi="Tahoma" w:cs="Tahoma"/>
                <w:iCs/>
                <w:sz w:val="18"/>
                <w:szCs w:val="18"/>
              </w:rPr>
              <w:t>(per grado di disabilità)</w:t>
            </w:r>
          </w:p>
        </w:tc>
      </w:tr>
      <w:tr w:rsidR="00700AE6" w:rsidRPr="00E9181E" w:rsidTr="005B10E6">
        <w:trPr>
          <w:cantSplit/>
          <w:trHeight w:val="283"/>
        </w:trPr>
        <w:tc>
          <w:tcPr>
            <w:tcW w:w="972" w:type="dxa"/>
            <w:gridSpan w:val="2"/>
            <w:vAlign w:val="center"/>
          </w:tcPr>
          <w:p w:rsidR="00700AE6" w:rsidRPr="00FB2EE7" w:rsidRDefault="00700AE6" w:rsidP="00E40606">
            <w:pPr>
              <w:tabs>
                <w:tab w:val="left" w:pos="1985"/>
                <w:tab w:val="left" w:pos="9540"/>
              </w:tabs>
              <w:ind w:right="-2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FB2EE7">
              <w:rPr>
                <w:rFonts w:ascii="Tahoma" w:hAnsi="Tahoma" w:cs="Tahoma"/>
                <w:iCs/>
                <w:sz w:val="16"/>
                <w:szCs w:val="16"/>
              </w:rPr>
              <w:t>Concorso</w:t>
            </w:r>
          </w:p>
        </w:tc>
        <w:tc>
          <w:tcPr>
            <w:tcW w:w="2921" w:type="dxa"/>
            <w:gridSpan w:val="2"/>
            <w:vAlign w:val="center"/>
          </w:tcPr>
          <w:p w:rsidR="00700AE6" w:rsidRPr="00FB2EE7" w:rsidRDefault="00700AE6" w:rsidP="00E40606">
            <w:pPr>
              <w:tabs>
                <w:tab w:val="left" w:pos="2067"/>
              </w:tabs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FB2EE7">
              <w:rPr>
                <w:rFonts w:ascii="Tahoma" w:hAnsi="Tahoma" w:cs="Tahoma"/>
                <w:iCs/>
                <w:sz w:val="16"/>
                <w:szCs w:val="16"/>
              </w:rPr>
              <w:t>Scuola</w:t>
            </w:r>
          </w:p>
        </w:tc>
        <w:tc>
          <w:tcPr>
            <w:tcW w:w="1731" w:type="dxa"/>
            <w:gridSpan w:val="5"/>
            <w:vAlign w:val="center"/>
          </w:tcPr>
          <w:p w:rsidR="00700AE6" w:rsidRPr="00FB2EE7" w:rsidRDefault="00700AE6" w:rsidP="00E40606">
            <w:pPr>
              <w:tabs>
                <w:tab w:val="left" w:pos="2067"/>
              </w:tabs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FB2EE7">
              <w:rPr>
                <w:rFonts w:ascii="Tahoma" w:hAnsi="Tahoma" w:cs="Tahoma"/>
                <w:iCs/>
                <w:sz w:val="16"/>
                <w:szCs w:val="16"/>
              </w:rPr>
              <w:t>Cognome</w:t>
            </w:r>
          </w:p>
        </w:tc>
        <w:tc>
          <w:tcPr>
            <w:tcW w:w="1575" w:type="dxa"/>
            <w:gridSpan w:val="3"/>
            <w:vAlign w:val="center"/>
          </w:tcPr>
          <w:p w:rsidR="00700AE6" w:rsidRPr="00FB2EE7" w:rsidRDefault="00700AE6" w:rsidP="00E40606">
            <w:pPr>
              <w:tabs>
                <w:tab w:val="left" w:pos="2067"/>
              </w:tabs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FB2EE7">
              <w:rPr>
                <w:rFonts w:ascii="Tahoma" w:hAnsi="Tahoma" w:cs="Tahoma"/>
                <w:iCs/>
                <w:sz w:val="16"/>
                <w:szCs w:val="16"/>
              </w:rPr>
              <w:t>Nome</w:t>
            </w:r>
          </w:p>
        </w:tc>
        <w:tc>
          <w:tcPr>
            <w:tcW w:w="1200" w:type="dxa"/>
            <w:vAlign w:val="center"/>
          </w:tcPr>
          <w:p w:rsidR="00700AE6" w:rsidRPr="00FB2EE7" w:rsidRDefault="00700AE6" w:rsidP="00D9593F">
            <w:pPr>
              <w:tabs>
                <w:tab w:val="left" w:pos="2067"/>
              </w:tabs>
              <w:ind w:left="-108" w:right="-10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FB2EE7">
              <w:rPr>
                <w:rFonts w:ascii="Tahoma" w:hAnsi="Tahoma" w:cs="Tahoma"/>
                <w:sz w:val="16"/>
                <w:szCs w:val="16"/>
              </w:rPr>
              <w:t>Data di nascita</w:t>
            </w:r>
          </w:p>
        </w:tc>
        <w:tc>
          <w:tcPr>
            <w:tcW w:w="832" w:type="dxa"/>
            <w:gridSpan w:val="4"/>
            <w:vAlign w:val="center"/>
          </w:tcPr>
          <w:p w:rsidR="00700AE6" w:rsidRPr="00FB2EE7" w:rsidRDefault="00700AE6" w:rsidP="00D9593F">
            <w:pPr>
              <w:tabs>
                <w:tab w:val="left" w:pos="2067"/>
              </w:tabs>
              <w:ind w:left="-108" w:right="-10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Disablità</w:t>
            </w:r>
          </w:p>
        </w:tc>
        <w:tc>
          <w:tcPr>
            <w:tcW w:w="1234" w:type="dxa"/>
            <w:gridSpan w:val="2"/>
            <w:vAlign w:val="center"/>
          </w:tcPr>
          <w:p w:rsidR="00700AE6" w:rsidRPr="00E9181E" w:rsidRDefault="00700AE6" w:rsidP="00E9181E">
            <w:pPr>
              <w:ind w:left="-119" w:right="-108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FB2EE7">
              <w:rPr>
                <w:rFonts w:ascii="Tahoma" w:hAnsi="Tahoma" w:cs="Tahoma"/>
                <w:sz w:val="16"/>
                <w:szCs w:val="16"/>
              </w:rPr>
              <w:t>Tem</w:t>
            </w:r>
            <w:r>
              <w:rPr>
                <w:rFonts w:ascii="Tahoma" w:hAnsi="Tahoma" w:cs="Tahoma"/>
                <w:sz w:val="16"/>
                <w:szCs w:val="16"/>
              </w:rPr>
              <w:t>po/</w:t>
            </w:r>
            <w:r w:rsidRPr="00FB2EE7">
              <w:rPr>
                <w:rFonts w:ascii="Tahoma" w:hAnsi="Tahoma" w:cs="Tahoma"/>
                <w:sz w:val="16"/>
                <w:szCs w:val="16"/>
              </w:rPr>
              <w:t>Misura</w:t>
            </w:r>
          </w:p>
        </w:tc>
      </w:tr>
      <w:tr w:rsidR="00700AE6" w:rsidRPr="00E9181E" w:rsidTr="005B10E6">
        <w:trPr>
          <w:cantSplit/>
          <w:trHeight w:val="283"/>
        </w:trPr>
        <w:tc>
          <w:tcPr>
            <w:tcW w:w="972" w:type="dxa"/>
            <w:gridSpan w:val="2"/>
            <w:vAlign w:val="center"/>
          </w:tcPr>
          <w:p w:rsidR="00700AE6" w:rsidRPr="00E9181E" w:rsidRDefault="00D734CE" w:rsidP="00E9181E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80</w:t>
            </w:r>
          </w:p>
        </w:tc>
        <w:tc>
          <w:tcPr>
            <w:tcW w:w="2921" w:type="dxa"/>
            <w:gridSpan w:val="2"/>
            <w:vAlign w:val="center"/>
          </w:tcPr>
          <w:p w:rsidR="00700AE6" w:rsidRPr="00287AC1" w:rsidRDefault="00287AC1" w:rsidP="00E9181E">
            <w:pPr>
              <w:ind w:right="-113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87AC1">
              <w:rPr>
                <w:rFonts w:ascii="Tahoma" w:hAnsi="Tahoma" w:cs="Tahoma"/>
                <w:color w:val="000000"/>
                <w:sz w:val="16"/>
                <w:szCs w:val="16"/>
              </w:rPr>
              <w:t>IC Bosco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>/Netti Santeramo</w:t>
            </w:r>
          </w:p>
        </w:tc>
        <w:tc>
          <w:tcPr>
            <w:tcW w:w="1731" w:type="dxa"/>
            <w:gridSpan w:val="5"/>
            <w:vAlign w:val="center"/>
          </w:tcPr>
          <w:p w:rsidR="00700AE6" w:rsidRPr="00E9181E" w:rsidRDefault="00287AC1" w:rsidP="00E9181E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LABALESTRA</w:t>
            </w:r>
          </w:p>
        </w:tc>
        <w:tc>
          <w:tcPr>
            <w:tcW w:w="1575" w:type="dxa"/>
            <w:gridSpan w:val="3"/>
            <w:vAlign w:val="center"/>
          </w:tcPr>
          <w:p w:rsidR="00700AE6" w:rsidRPr="00E9181E" w:rsidRDefault="00287AC1" w:rsidP="00D9593F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DARIO</w:t>
            </w:r>
          </w:p>
        </w:tc>
        <w:tc>
          <w:tcPr>
            <w:tcW w:w="1200" w:type="dxa"/>
            <w:vAlign w:val="center"/>
          </w:tcPr>
          <w:p w:rsidR="00700AE6" w:rsidRPr="00E9181E" w:rsidRDefault="00287AC1" w:rsidP="00D9593F">
            <w:pPr>
              <w:ind w:left="-108" w:right="-108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26.04.02</w:t>
            </w:r>
          </w:p>
        </w:tc>
        <w:tc>
          <w:tcPr>
            <w:tcW w:w="832" w:type="dxa"/>
            <w:gridSpan w:val="4"/>
            <w:vAlign w:val="center"/>
          </w:tcPr>
          <w:p w:rsidR="00700AE6" w:rsidRPr="00E9181E" w:rsidRDefault="00287AC1" w:rsidP="00D9593F">
            <w:pPr>
              <w:ind w:left="-108" w:right="-108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HS</w:t>
            </w:r>
          </w:p>
        </w:tc>
        <w:tc>
          <w:tcPr>
            <w:tcW w:w="1234" w:type="dxa"/>
            <w:gridSpan w:val="2"/>
            <w:vAlign w:val="center"/>
          </w:tcPr>
          <w:p w:rsidR="00700AE6" w:rsidRPr="00E9181E" w:rsidRDefault="00287AC1" w:rsidP="00E9181E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15”0</w:t>
            </w:r>
          </w:p>
        </w:tc>
      </w:tr>
      <w:tr w:rsidR="00700AE6" w:rsidRPr="00E9181E" w:rsidTr="005B10E6">
        <w:trPr>
          <w:cantSplit/>
          <w:trHeight w:val="283"/>
        </w:trPr>
        <w:tc>
          <w:tcPr>
            <w:tcW w:w="10465" w:type="dxa"/>
            <w:gridSpan w:val="19"/>
            <w:vAlign w:val="center"/>
          </w:tcPr>
          <w:p w:rsidR="00700AE6" w:rsidRPr="00E9181E" w:rsidRDefault="00241F13" w:rsidP="00C06CC9">
            <w:pPr>
              <w:ind w:left="-108" w:right="-108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DOCENTE: </w:t>
            </w:r>
            <w:r w:rsidR="00287AC1">
              <w:rPr>
                <w:rFonts w:ascii="Tahoma" w:hAnsi="Tahoma" w:cs="Tahoma"/>
                <w:color w:val="000000"/>
                <w:sz w:val="16"/>
                <w:szCs w:val="16"/>
              </w:rPr>
              <w:t xml:space="preserve">CEO Domenico                          </w:t>
            </w:r>
            <w:r w:rsidR="00700AE6" w:rsidRPr="00E9181E">
              <w:rPr>
                <w:rFonts w:ascii="Tahoma" w:hAnsi="Tahoma" w:cs="Tahoma"/>
                <w:color w:val="000000"/>
                <w:sz w:val="16"/>
                <w:szCs w:val="16"/>
              </w:rPr>
              <w:t>Cell.</w:t>
            </w:r>
            <w:r w:rsidR="00287AC1">
              <w:rPr>
                <w:rFonts w:ascii="Tahoma" w:hAnsi="Tahoma" w:cs="Tahoma"/>
                <w:color w:val="000000"/>
                <w:sz w:val="16"/>
                <w:szCs w:val="16"/>
              </w:rPr>
              <w:t xml:space="preserve"> 339.3155019</w:t>
            </w:r>
          </w:p>
        </w:tc>
      </w:tr>
      <w:tr w:rsidR="00700AE6" w:rsidRPr="00E9181E" w:rsidTr="005B10E6">
        <w:trPr>
          <w:cantSplit/>
          <w:trHeight w:val="283"/>
        </w:trPr>
        <w:tc>
          <w:tcPr>
            <w:tcW w:w="972" w:type="dxa"/>
            <w:gridSpan w:val="2"/>
            <w:vAlign w:val="center"/>
          </w:tcPr>
          <w:p w:rsidR="00700AE6" w:rsidRPr="00E9181E" w:rsidRDefault="00287AC1" w:rsidP="00E9181E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LUNGO</w:t>
            </w:r>
          </w:p>
        </w:tc>
        <w:tc>
          <w:tcPr>
            <w:tcW w:w="2940" w:type="dxa"/>
            <w:gridSpan w:val="3"/>
            <w:vAlign w:val="center"/>
          </w:tcPr>
          <w:p w:rsidR="00700AE6" w:rsidRPr="00E9181E" w:rsidRDefault="00287AC1" w:rsidP="00E9181E">
            <w:pPr>
              <w:ind w:right="-113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87AC1">
              <w:rPr>
                <w:rFonts w:ascii="Tahoma" w:hAnsi="Tahoma" w:cs="Tahoma"/>
                <w:color w:val="000000"/>
                <w:sz w:val="16"/>
                <w:szCs w:val="16"/>
              </w:rPr>
              <w:t>IC Bosco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>/Netti Santeramo</w:t>
            </w:r>
          </w:p>
        </w:tc>
        <w:tc>
          <w:tcPr>
            <w:tcW w:w="1712" w:type="dxa"/>
            <w:gridSpan w:val="4"/>
            <w:vAlign w:val="center"/>
          </w:tcPr>
          <w:p w:rsidR="00700AE6" w:rsidRPr="00E9181E" w:rsidRDefault="00287AC1" w:rsidP="00E9181E">
            <w:pPr>
              <w:ind w:right="-113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CANNAZZA</w:t>
            </w:r>
          </w:p>
        </w:tc>
        <w:tc>
          <w:tcPr>
            <w:tcW w:w="1575" w:type="dxa"/>
            <w:gridSpan w:val="3"/>
            <w:vAlign w:val="center"/>
          </w:tcPr>
          <w:p w:rsidR="00700AE6" w:rsidRPr="00E9181E" w:rsidRDefault="00287AC1" w:rsidP="00D9593F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MATTEO G.</w:t>
            </w:r>
          </w:p>
        </w:tc>
        <w:tc>
          <w:tcPr>
            <w:tcW w:w="1200" w:type="dxa"/>
            <w:vAlign w:val="center"/>
          </w:tcPr>
          <w:p w:rsidR="00700AE6" w:rsidRPr="00E9181E" w:rsidRDefault="00287AC1" w:rsidP="00D9593F">
            <w:pPr>
              <w:ind w:left="-108" w:right="-108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16.02.03</w:t>
            </w:r>
          </w:p>
        </w:tc>
        <w:tc>
          <w:tcPr>
            <w:tcW w:w="825" w:type="dxa"/>
            <w:gridSpan w:val="3"/>
            <w:vAlign w:val="center"/>
          </w:tcPr>
          <w:p w:rsidR="00700AE6" w:rsidRPr="00E9181E" w:rsidRDefault="00D734CE" w:rsidP="00E9181E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DIR</w:t>
            </w:r>
          </w:p>
        </w:tc>
        <w:tc>
          <w:tcPr>
            <w:tcW w:w="1241" w:type="dxa"/>
            <w:gridSpan w:val="3"/>
            <w:vAlign w:val="center"/>
          </w:tcPr>
          <w:p w:rsidR="00700AE6" w:rsidRPr="00E9181E" w:rsidRDefault="005B1F89" w:rsidP="00E9181E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2,10</w:t>
            </w:r>
          </w:p>
        </w:tc>
      </w:tr>
      <w:tr w:rsidR="00700AE6" w:rsidRPr="00E9181E" w:rsidTr="005B10E6">
        <w:trPr>
          <w:cantSplit/>
          <w:trHeight w:val="283"/>
        </w:trPr>
        <w:tc>
          <w:tcPr>
            <w:tcW w:w="10465" w:type="dxa"/>
            <w:gridSpan w:val="19"/>
            <w:vAlign w:val="center"/>
          </w:tcPr>
          <w:p w:rsidR="00700AE6" w:rsidRPr="00E9181E" w:rsidRDefault="00C06CC9" w:rsidP="005B1F89">
            <w:pPr>
              <w:ind w:left="-108" w:right="-108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DOCENTE:</w:t>
            </w:r>
            <w:r w:rsidR="005B1F89">
              <w:rPr>
                <w:rFonts w:ascii="Tahoma" w:hAnsi="Tahoma" w:cs="Tahoma"/>
                <w:color w:val="000000"/>
                <w:sz w:val="16"/>
                <w:szCs w:val="16"/>
              </w:rPr>
              <w:t xml:space="preserve"> CEO Domenico                          </w:t>
            </w:r>
            <w:r w:rsidRPr="00E9181E">
              <w:rPr>
                <w:rFonts w:ascii="Tahoma" w:hAnsi="Tahoma" w:cs="Tahoma"/>
                <w:color w:val="000000"/>
                <w:sz w:val="16"/>
                <w:szCs w:val="16"/>
              </w:rPr>
              <w:t>Cell.</w:t>
            </w:r>
            <w:r w:rsidR="005B1F89">
              <w:rPr>
                <w:rFonts w:ascii="Tahoma" w:hAnsi="Tahoma" w:cs="Tahoma"/>
                <w:color w:val="000000"/>
                <w:sz w:val="16"/>
                <w:szCs w:val="16"/>
              </w:rPr>
              <w:t xml:space="preserve"> 339.3155019</w:t>
            </w:r>
          </w:p>
        </w:tc>
      </w:tr>
      <w:tr w:rsidR="00700AE6" w:rsidRPr="00E9181E" w:rsidTr="005B10E6">
        <w:trPr>
          <w:cantSplit/>
          <w:trHeight w:val="283"/>
        </w:trPr>
        <w:tc>
          <w:tcPr>
            <w:tcW w:w="972" w:type="dxa"/>
            <w:gridSpan w:val="2"/>
            <w:vAlign w:val="center"/>
          </w:tcPr>
          <w:p w:rsidR="00700AE6" w:rsidRPr="00E9181E" w:rsidRDefault="005B1F89" w:rsidP="00E9181E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VORTEX</w:t>
            </w:r>
          </w:p>
        </w:tc>
        <w:tc>
          <w:tcPr>
            <w:tcW w:w="2940" w:type="dxa"/>
            <w:gridSpan w:val="3"/>
            <w:vAlign w:val="center"/>
          </w:tcPr>
          <w:p w:rsidR="00700AE6" w:rsidRPr="00E9181E" w:rsidRDefault="005B1F89" w:rsidP="00E9181E">
            <w:pPr>
              <w:ind w:right="-113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IC Antenore/Guaccero</w:t>
            </w:r>
            <w:r w:rsidR="004D0243">
              <w:rPr>
                <w:rFonts w:ascii="Tahoma" w:hAnsi="Tahoma" w:cs="Tahoma"/>
                <w:color w:val="000000"/>
                <w:sz w:val="16"/>
                <w:szCs w:val="16"/>
              </w:rPr>
              <w:t xml:space="preserve"> Palo</w:t>
            </w:r>
          </w:p>
        </w:tc>
        <w:tc>
          <w:tcPr>
            <w:tcW w:w="1712" w:type="dxa"/>
            <w:gridSpan w:val="4"/>
            <w:vAlign w:val="center"/>
          </w:tcPr>
          <w:p w:rsidR="00700AE6" w:rsidRPr="00E9181E" w:rsidRDefault="005B1F89" w:rsidP="00E9181E">
            <w:pPr>
              <w:ind w:right="-113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PELLEGRINO</w:t>
            </w:r>
          </w:p>
        </w:tc>
        <w:tc>
          <w:tcPr>
            <w:tcW w:w="1575" w:type="dxa"/>
            <w:gridSpan w:val="3"/>
            <w:vAlign w:val="center"/>
          </w:tcPr>
          <w:p w:rsidR="00700AE6" w:rsidRPr="00E9181E" w:rsidRDefault="005B1F89" w:rsidP="00D9593F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FRANCESCO</w:t>
            </w:r>
          </w:p>
        </w:tc>
        <w:tc>
          <w:tcPr>
            <w:tcW w:w="1200" w:type="dxa"/>
            <w:vAlign w:val="center"/>
          </w:tcPr>
          <w:p w:rsidR="00700AE6" w:rsidRPr="00E9181E" w:rsidRDefault="005B1F89" w:rsidP="00D9593F">
            <w:pPr>
              <w:ind w:left="-108" w:right="-108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20.12.01</w:t>
            </w:r>
          </w:p>
        </w:tc>
        <w:tc>
          <w:tcPr>
            <w:tcW w:w="825" w:type="dxa"/>
            <w:gridSpan w:val="3"/>
            <w:vAlign w:val="center"/>
          </w:tcPr>
          <w:p w:rsidR="00700AE6" w:rsidRPr="00E9181E" w:rsidRDefault="00D734CE" w:rsidP="00E9181E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DIR</w:t>
            </w:r>
          </w:p>
        </w:tc>
        <w:tc>
          <w:tcPr>
            <w:tcW w:w="1241" w:type="dxa"/>
            <w:gridSpan w:val="3"/>
            <w:vAlign w:val="center"/>
          </w:tcPr>
          <w:p w:rsidR="00700AE6" w:rsidRPr="00E9181E" w:rsidRDefault="005B1F89" w:rsidP="00E9181E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32,52</w:t>
            </w:r>
          </w:p>
        </w:tc>
      </w:tr>
      <w:tr w:rsidR="00700AE6" w:rsidRPr="00E9181E" w:rsidTr="005B10E6">
        <w:trPr>
          <w:cantSplit/>
          <w:trHeight w:val="283"/>
        </w:trPr>
        <w:tc>
          <w:tcPr>
            <w:tcW w:w="10465" w:type="dxa"/>
            <w:gridSpan w:val="19"/>
            <w:vAlign w:val="center"/>
          </w:tcPr>
          <w:p w:rsidR="00700AE6" w:rsidRPr="00E9181E" w:rsidRDefault="005B1F89" w:rsidP="00C8497F">
            <w:pPr>
              <w:ind w:left="-108" w:right="-108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DOCENTE: COLALUCE Luigina</w:t>
            </w:r>
            <w:r w:rsidR="00C06CC9" w:rsidRPr="00E9181E">
              <w:rPr>
                <w:rFonts w:ascii="Tahoma" w:hAnsi="Tahoma" w:cs="Tahoma"/>
                <w:color w:val="000000"/>
                <w:sz w:val="16"/>
                <w:szCs w:val="16"/>
              </w:rPr>
              <w:t>Cell.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>347.8224934</w:t>
            </w:r>
          </w:p>
        </w:tc>
      </w:tr>
      <w:tr w:rsidR="00700AE6" w:rsidRPr="00E9181E" w:rsidTr="005B10E6">
        <w:trPr>
          <w:cantSplit/>
          <w:trHeight w:val="283"/>
        </w:trPr>
        <w:tc>
          <w:tcPr>
            <w:tcW w:w="972" w:type="dxa"/>
            <w:gridSpan w:val="2"/>
            <w:vAlign w:val="center"/>
          </w:tcPr>
          <w:p w:rsidR="00700AE6" w:rsidRPr="00E9181E" w:rsidRDefault="005B1F89" w:rsidP="00E9181E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VORTEX</w:t>
            </w:r>
          </w:p>
        </w:tc>
        <w:tc>
          <w:tcPr>
            <w:tcW w:w="2921" w:type="dxa"/>
            <w:gridSpan w:val="2"/>
            <w:vAlign w:val="center"/>
          </w:tcPr>
          <w:p w:rsidR="00700AE6" w:rsidRPr="00241F13" w:rsidRDefault="005B1F89" w:rsidP="00E9181E">
            <w:pPr>
              <w:ind w:right="-113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IC Imbriani/Piccarreta</w:t>
            </w:r>
            <w:r w:rsidR="004D0243">
              <w:rPr>
                <w:rFonts w:ascii="Tahoma" w:hAnsi="Tahoma" w:cs="Tahoma"/>
                <w:color w:val="000000"/>
                <w:sz w:val="16"/>
                <w:szCs w:val="16"/>
              </w:rPr>
              <w:t xml:space="preserve"> Corato</w:t>
            </w:r>
          </w:p>
        </w:tc>
        <w:tc>
          <w:tcPr>
            <w:tcW w:w="1731" w:type="dxa"/>
            <w:gridSpan w:val="5"/>
            <w:vAlign w:val="center"/>
          </w:tcPr>
          <w:p w:rsidR="00700AE6" w:rsidRPr="00E9181E" w:rsidRDefault="005B1F89" w:rsidP="00E9181E">
            <w:pPr>
              <w:ind w:right="-113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ZAZZERA</w:t>
            </w:r>
          </w:p>
        </w:tc>
        <w:tc>
          <w:tcPr>
            <w:tcW w:w="1575" w:type="dxa"/>
            <w:gridSpan w:val="3"/>
            <w:vAlign w:val="center"/>
          </w:tcPr>
          <w:p w:rsidR="00700AE6" w:rsidRPr="00E9181E" w:rsidRDefault="005B1F89" w:rsidP="00D9593F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MICHAEL</w:t>
            </w:r>
          </w:p>
        </w:tc>
        <w:tc>
          <w:tcPr>
            <w:tcW w:w="1200" w:type="dxa"/>
            <w:vAlign w:val="center"/>
          </w:tcPr>
          <w:p w:rsidR="00700AE6" w:rsidRPr="00E9181E" w:rsidRDefault="005B1F89" w:rsidP="00D9593F">
            <w:pPr>
              <w:ind w:left="-108" w:right="-108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19.11.99</w:t>
            </w:r>
          </w:p>
        </w:tc>
        <w:tc>
          <w:tcPr>
            <w:tcW w:w="825" w:type="dxa"/>
            <w:gridSpan w:val="3"/>
            <w:vAlign w:val="center"/>
          </w:tcPr>
          <w:p w:rsidR="00700AE6" w:rsidRPr="00E9181E" w:rsidRDefault="005B1F89" w:rsidP="00E9181E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NV</w:t>
            </w:r>
          </w:p>
        </w:tc>
        <w:tc>
          <w:tcPr>
            <w:tcW w:w="1241" w:type="dxa"/>
            <w:gridSpan w:val="3"/>
            <w:vAlign w:val="center"/>
          </w:tcPr>
          <w:p w:rsidR="00700AE6" w:rsidRPr="00E9181E" w:rsidRDefault="005B1F89" w:rsidP="00E9181E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16,24</w:t>
            </w:r>
          </w:p>
        </w:tc>
      </w:tr>
      <w:tr w:rsidR="00700AE6" w:rsidRPr="00E9181E" w:rsidTr="005B10E6">
        <w:trPr>
          <w:cantSplit/>
          <w:trHeight w:val="283"/>
        </w:trPr>
        <w:tc>
          <w:tcPr>
            <w:tcW w:w="10465" w:type="dxa"/>
            <w:gridSpan w:val="19"/>
            <w:vAlign w:val="center"/>
          </w:tcPr>
          <w:p w:rsidR="00700AE6" w:rsidRPr="00E9181E" w:rsidRDefault="00C8497F" w:rsidP="00241F13">
            <w:pPr>
              <w:ind w:left="-108" w:right="-108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DOCENTE: CATALANO Bartolomeo</w:t>
            </w:r>
            <w:r w:rsidR="00C06CC9" w:rsidRPr="00E9181E">
              <w:rPr>
                <w:rFonts w:ascii="Tahoma" w:hAnsi="Tahoma" w:cs="Tahoma"/>
                <w:color w:val="000000"/>
                <w:sz w:val="16"/>
                <w:szCs w:val="16"/>
              </w:rPr>
              <w:t>Cell.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>348.5151182</w:t>
            </w:r>
          </w:p>
        </w:tc>
      </w:tr>
      <w:tr w:rsidR="00700AE6" w:rsidRPr="00E9181E" w:rsidTr="005B10E6">
        <w:trPr>
          <w:cantSplit/>
          <w:trHeight w:val="283"/>
        </w:trPr>
        <w:tc>
          <w:tcPr>
            <w:tcW w:w="972" w:type="dxa"/>
            <w:gridSpan w:val="2"/>
            <w:vAlign w:val="center"/>
          </w:tcPr>
          <w:p w:rsidR="00700AE6" w:rsidRPr="00E9181E" w:rsidRDefault="00700AE6" w:rsidP="00E9181E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921" w:type="dxa"/>
            <w:gridSpan w:val="2"/>
            <w:vAlign w:val="center"/>
          </w:tcPr>
          <w:p w:rsidR="00700AE6" w:rsidRPr="00E9181E" w:rsidRDefault="00700AE6" w:rsidP="00E9181E">
            <w:pPr>
              <w:ind w:right="-113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731" w:type="dxa"/>
            <w:gridSpan w:val="5"/>
            <w:vAlign w:val="center"/>
          </w:tcPr>
          <w:p w:rsidR="00700AE6" w:rsidRPr="00E9181E" w:rsidRDefault="00700AE6" w:rsidP="00E9181E">
            <w:pPr>
              <w:ind w:right="-113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575" w:type="dxa"/>
            <w:gridSpan w:val="3"/>
            <w:vAlign w:val="center"/>
          </w:tcPr>
          <w:p w:rsidR="00700AE6" w:rsidRPr="00E9181E" w:rsidRDefault="00700AE6" w:rsidP="00D9593F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200" w:type="dxa"/>
            <w:vAlign w:val="center"/>
          </w:tcPr>
          <w:p w:rsidR="00700AE6" w:rsidRPr="00E9181E" w:rsidRDefault="00700AE6" w:rsidP="00D9593F">
            <w:pPr>
              <w:ind w:left="-108" w:right="-108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825" w:type="dxa"/>
            <w:gridSpan w:val="3"/>
            <w:vAlign w:val="center"/>
          </w:tcPr>
          <w:p w:rsidR="00700AE6" w:rsidRPr="00E9181E" w:rsidRDefault="00700AE6" w:rsidP="00E9181E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241" w:type="dxa"/>
            <w:gridSpan w:val="3"/>
            <w:vAlign w:val="center"/>
          </w:tcPr>
          <w:p w:rsidR="00700AE6" w:rsidRPr="00E9181E" w:rsidRDefault="00700AE6" w:rsidP="00E9181E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700AE6" w:rsidRPr="00E9181E" w:rsidTr="005B10E6">
        <w:trPr>
          <w:cantSplit/>
          <w:trHeight w:val="283"/>
        </w:trPr>
        <w:tc>
          <w:tcPr>
            <w:tcW w:w="10465" w:type="dxa"/>
            <w:gridSpan w:val="19"/>
            <w:vAlign w:val="center"/>
          </w:tcPr>
          <w:p w:rsidR="00700AE6" w:rsidRPr="00E9181E" w:rsidRDefault="00C06CC9" w:rsidP="000C22CF">
            <w:pPr>
              <w:ind w:left="-108" w:right="-108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DOCENTE: ___________________             </w:t>
            </w:r>
            <w:r w:rsidRPr="00E9181E">
              <w:rPr>
                <w:rFonts w:ascii="Tahoma" w:hAnsi="Tahoma" w:cs="Tahoma"/>
                <w:color w:val="000000"/>
                <w:sz w:val="16"/>
                <w:szCs w:val="16"/>
              </w:rPr>
              <w:t>Cell.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________________</w:t>
            </w:r>
          </w:p>
        </w:tc>
      </w:tr>
      <w:tr w:rsidR="00700AE6" w:rsidRPr="00E9181E" w:rsidTr="005B10E6">
        <w:trPr>
          <w:cantSplit/>
          <w:trHeight w:val="283"/>
        </w:trPr>
        <w:tc>
          <w:tcPr>
            <w:tcW w:w="972" w:type="dxa"/>
            <w:gridSpan w:val="2"/>
            <w:vAlign w:val="center"/>
          </w:tcPr>
          <w:p w:rsidR="00700AE6" w:rsidRPr="00E9181E" w:rsidRDefault="00700AE6" w:rsidP="00E9181E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921" w:type="dxa"/>
            <w:gridSpan w:val="2"/>
            <w:vAlign w:val="center"/>
          </w:tcPr>
          <w:p w:rsidR="00700AE6" w:rsidRPr="00E9181E" w:rsidRDefault="00700AE6" w:rsidP="00E9181E">
            <w:pPr>
              <w:ind w:right="-113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731" w:type="dxa"/>
            <w:gridSpan w:val="5"/>
            <w:vAlign w:val="center"/>
          </w:tcPr>
          <w:p w:rsidR="00700AE6" w:rsidRPr="00E9181E" w:rsidRDefault="00700AE6" w:rsidP="00E9181E">
            <w:pPr>
              <w:ind w:right="-113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575" w:type="dxa"/>
            <w:gridSpan w:val="3"/>
            <w:vAlign w:val="center"/>
          </w:tcPr>
          <w:p w:rsidR="00700AE6" w:rsidRPr="00E9181E" w:rsidRDefault="00700AE6" w:rsidP="00D9593F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200" w:type="dxa"/>
            <w:vAlign w:val="center"/>
          </w:tcPr>
          <w:p w:rsidR="00700AE6" w:rsidRPr="00E9181E" w:rsidRDefault="00700AE6" w:rsidP="00D9593F">
            <w:pPr>
              <w:ind w:left="-108" w:right="-108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825" w:type="dxa"/>
            <w:gridSpan w:val="3"/>
            <w:vAlign w:val="center"/>
          </w:tcPr>
          <w:p w:rsidR="00700AE6" w:rsidRPr="00E9181E" w:rsidRDefault="00700AE6" w:rsidP="00E9181E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241" w:type="dxa"/>
            <w:gridSpan w:val="3"/>
            <w:vAlign w:val="center"/>
          </w:tcPr>
          <w:p w:rsidR="00E96309" w:rsidRPr="00E9181E" w:rsidRDefault="00E96309" w:rsidP="00E9181E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700AE6" w:rsidRPr="00E9181E" w:rsidTr="005B10E6">
        <w:trPr>
          <w:cantSplit/>
          <w:trHeight w:val="283"/>
        </w:trPr>
        <w:tc>
          <w:tcPr>
            <w:tcW w:w="10465" w:type="dxa"/>
            <w:gridSpan w:val="19"/>
            <w:vAlign w:val="center"/>
          </w:tcPr>
          <w:p w:rsidR="00700AE6" w:rsidRPr="00E9181E" w:rsidRDefault="00C06CC9" w:rsidP="00C8497F">
            <w:pPr>
              <w:ind w:left="-108" w:right="-108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DOCENTE</w:t>
            </w:r>
            <w:r w:rsidRPr="00C8497F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: </w:t>
            </w:r>
            <w:r w:rsidR="00C8497F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_____________       </w:t>
            </w:r>
            <w:r w:rsidRPr="00C8497F">
              <w:rPr>
                <w:rFonts w:ascii="Tahoma" w:hAnsi="Tahoma" w:cs="Tahoma"/>
                <w:color w:val="000000"/>
                <w:sz w:val="16"/>
                <w:szCs w:val="16"/>
              </w:rPr>
              <w:t>Cell</w:t>
            </w:r>
            <w:r w:rsidR="00C8497F" w:rsidRPr="00C8497F">
              <w:rPr>
                <w:rFonts w:ascii="Tahoma" w:hAnsi="Tahoma" w:cs="Tahoma"/>
                <w:color w:val="000000"/>
                <w:sz w:val="16"/>
                <w:szCs w:val="16"/>
              </w:rPr>
              <w:t>.</w:t>
            </w:r>
            <w:r w:rsidR="00C8497F">
              <w:rPr>
                <w:rFonts w:ascii="Tahoma" w:hAnsi="Tahoma" w:cs="Tahoma"/>
                <w:color w:val="000000"/>
                <w:sz w:val="16"/>
                <w:szCs w:val="16"/>
              </w:rPr>
              <w:t xml:space="preserve"> ________________</w:t>
            </w:r>
          </w:p>
        </w:tc>
      </w:tr>
      <w:tr w:rsidR="000C22CF" w:rsidRPr="00E9181E" w:rsidTr="005B10E6">
        <w:trPr>
          <w:cantSplit/>
          <w:trHeight w:val="283"/>
        </w:trPr>
        <w:tc>
          <w:tcPr>
            <w:tcW w:w="947" w:type="dxa"/>
            <w:vAlign w:val="center"/>
          </w:tcPr>
          <w:p w:rsidR="000C22CF" w:rsidRDefault="000C22CF" w:rsidP="008C500B">
            <w:pPr>
              <w:ind w:left="-108" w:right="-108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940" w:type="dxa"/>
            <w:gridSpan w:val="2"/>
            <w:vAlign w:val="center"/>
          </w:tcPr>
          <w:p w:rsidR="000C22CF" w:rsidRDefault="000C22CF" w:rsidP="008C500B">
            <w:pPr>
              <w:ind w:right="-108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704" w:type="dxa"/>
            <w:gridSpan w:val="5"/>
            <w:vAlign w:val="center"/>
          </w:tcPr>
          <w:p w:rsidR="000C22CF" w:rsidRDefault="000C22CF" w:rsidP="008C500B">
            <w:pPr>
              <w:ind w:right="-108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608" w:type="dxa"/>
            <w:gridSpan w:val="4"/>
            <w:vAlign w:val="center"/>
          </w:tcPr>
          <w:p w:rsidR="000C22CF" w:rsidRDefault="000C22CF" w:rsidP="008C500B">
            <w:pPr>
              <w:ind w:right="-108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224" w:type="dxa"/>
            <w:gridSpan w:val="2"/>
            <w:vAlign w:val="center"/>
          </w:tcPr>
          <w:p w:rsidR="000C22CF" w:rsidRDefault="000C22CF" w:rsidP="008C500B">
            <w:pPr>
              <w:ind w:left="-108" w:right="-108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840" w:type="dxa"/>
            <w:gridSpan w:val="4"/>
            <w:vAlign w:val="center"/>
          </w:tcPr>
          <w:p w:rsidR="000C22CF" w:rsidRDefault="000C22CF" w:rsidP="008C500B">
            <w:pPr>
              <w:ind w:left="-108" w:right="-108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202" w:type="dxa"/>
            <w:vAlign w:val="center"/>
          </w:tcPr>
          <w:p w:rsidR="000C22CF" w:rsidRDefault="000C22CF" w:rsidP="008C500B">
            <w:pPr>
              <w:ind w:left="-108" w:right="-108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0C22CF" w:rsidRPr="00E9181E" w:rsidTr="005B10E6">
        <w:trPr>
          <w:cantSplit/>
          <w:trHeight w:val="283"/>
        </w:trPr>
        <w:tc>
          <w:tcPr>
            <w:tcW w:w="10465" w:type="dxa"/>
            <w:gridSpan w:val="19"/>
            <w:vAlign w:val="center"/>
          </w:tcPr>
          <w:p w:rsidR="000C22CF" w:rsidRDefault="00C06CC9" w:rsidP="000B00FC">
            <w:pPr>
              <w:ind w:left="-108" w:right="-108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DOCENTE: ___________________              </w:t>
            </w:r>
            <w:r w:rsidRPr="00E9181E">
              <w:rPr>
                <w:rFonts w:ascii="Tahoma" w:hAnsi="Tahoma" w:cs="Tahoma"/>
                <w:color w:val="000000"/>
                <w:sz w:val="16"/>
                <w:szCs w:val="16"/>
              </w:rPr>
              <w:t>Cell.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________________</w:t>
            </w:r>
          </w:p>
        </w:tc>
      </w:tr>
      <w:tr w:rsidR="000C22CF" w:rsidRPr="00E9181E" w:rsidTr="005B10E6">
        <w:trPr>
          <w:cantSplit/>
          <w:trHeight w:val="283"/>
        </w:trPr>
        <w:tc>
          <w:tcPr>
            <w:tcW w:w="947" w:type="dxa"/>
            <w:vAlign w:val="center"/>
          </w:tcPr>
          <w:p w:rsidR="000C22CF" w:rsidRDefault="000C22CF" w:rsidP="008C500B">
            <w:pPr>
              <w:ind w:left="-108" w:right="-108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940" w:type="dxa"/>
            <w:gridSpan w:val="2"/>
            <w:vAlign w:val="center"/>
          </w:tcPr>
          <w:p w:rsidR="000C22CF" w:rsidRDefault="000C22CF" w:rsidP="008C500B">
            <w:pPr>
              <w:ind w:right="-108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704" w:type="dxa"/>
            <w:gridSpan w:val="5"/>
            <w:vAlign w:val="center"/>
          </w:tcPr>
          <w:p w:rsidR="000C22CF" w:rsidRDefault="000C22CF" w:rsidP="008C500B">
            <w:pPr>
              <w:ind w:right="-108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608" w:type="dxa"/>
            <w:gridSpan w:val="4"/>
            <w:vAlign w:val="center"/>
          </w:tcPr>
          <w:p w:rsidR="000C22CF" w:rsidRDefault="000C22CF" w:rsidP="000915D8">
            <w:pPr>
              <w:ind w:left="-108" w:right="-108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224" w:type="dxa"/>
            <w:gridSpan w:val="2"/>
            <w:vAlign w:val="center"/>
          </w:tcPr>
          <w:p w:rsidR="000C22CF" w:rsidRDefault="000C22CF" w:rsidP="008C500B">
            <w:pPr>
              <w:ind w:left="-108" w:right="-108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840" w:type="dxa"/>
            <w:gridSpan w:val="4"/>
            <w:vAlign w:val="center"/>
          </w:tcPr>
          <w:p w:rsidR="000C22CF" w:rsidRDefault="000C22CF" w:rsidP="008C500B">
            <w:pPr>
              <w:ind w:left="-108" w:right="-108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202" w:type="dxa"/>
            <w:vAlign w:val="center"/>
          </w:tcPr>
          <w:p w:rsidR="000C22CF" w:rsidRDefault="000C22CF" w:rsidP="008C500B">
            <w:pPr>
              <w:ind w:left="-108" w:right="-108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0C22CF" w:rsidRPr="00E9181E" w:rsidTr="005B10E6">
        <w:trPr>
          <w:cantSplit/>
          <w:trHeight w:val="283"/>
        </w:trPr>
        <w:tc>
          <w:tcPr>
            <w:tcW w:w="10465" w:type="dxa"/>
            <w:gridSpan w:val="19"/>
            <w:vAlign w:val="center"/>
          </w:tcPr>
          <w:p w:rsidR="000C22CF" w:rsidRDefault="00C06CC9" w:rsidP="000B00FC">
            <w:pPr>
              <w:ind w:left="-108" w:right="-108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DOCENTE: ___________________              </w:t>
            </w:r>
            <w:r w:rsidRPr="00E9181E">
              <w:rPr>
                <w:rFonts w:ascii="Tahoma" w:hAnsi="Tahoma" w:cs="Tahoma"/>
                <w:color w:val="000000"/>
                <w:sz w:val="16"/>
                <w:szCs w:val="16"/>
              </w:rPr>
              <w:t>Cell.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________________</w:t>
            </w:r>
          </w:p>
        </w:tc>
      </w:tr>
      <w:tr w:rsidR="000C22CF" w:rsidRPr="00E9181E" w:rsidTr="005B10E6">
        <w:trPr>
          <w:cantSplit/>
          <w:trHeight w:val="283"/>
        </w:trPr>
        <w:tc>
          <w:tcPr>
            <w:tcW w:w="947" w:type="dxa"/>
            <w:vAlign w:val="center"/>
          </w:tcPr>
          <w:p w:rsidR="000C22CF" w:rsidRDefault="000C22CF" w:rsidP="008C500B">
            <w:pPr>
              <w:ind w:left="-108" w:right="-108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940" w:type="dxa"/>
            <w:gridSpan w:val="2"/>
            <w:vAlign w:val="center"/>
          </w:tcPr>
          <w:p w:rsidR="000C22CF" w:rsidRPr="00241F13" w:rsidRDefault="000C22CF" w:rsidP="008C500B">
            <w:pPr>
              <w:ind w:right="-108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704" w:type="dxa"/>
            <w:gridSpan w:val="5"/>
            <w:vAlign w:val="center"/>
          </w:tcPr>
          <w:p w:rsidR="000C22CF" w:rsidRDefault="000C22CF" w:rsidP="00FA272F">
            <w:pPr>
              <w:ind w:right="-108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608" w:type="dxa"/>
            <w:gridSpan w:val="4"/>
            <w:vAlign w:val="center"/>
          </w:tcPr>
          <w:p w:rsidR="000C22CF" w:rsidRDefault="000C22CF" w:rsidP="00FA272F">
            <w:pPr>
              <w:ind w:right="-108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224" w:type="dxa"/>
            <w:gridSpan w:val="2"/>
            <w:vAlign w:val="center"/>
          </w:tcPr>
          <w:p w:rsidR="000C22CF" w:rsidRDefault="000C22CF" w:rsidP="00FA272F">
            <w:pPr>
              <w:ind w:right="-108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840" w:type="dxa"/>
            <w:gridSpan w:val="4"/>
            <w:vAlign w:val="center"/>
          </w:tcPr>
          <w:p w:rsidR="000C22CF" w:rsidRDefault="000C22CF" w:rsidP="00FA272F">
            <w:pPr>
              <w:ind w:left="-108" w:right="-108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202" w:type="dxa"/>
            <w:vAlign w:val="center"/>
          </w:tcPr>
          <w:p w:rsidR="000C22CF" w:rsidRDefault="000C22CF" w:rsidP="00FA272F">
            <w:pPr>
              <w:ind w:left="-108" w:right="-108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0C22CF" w:rsidRPr="00E9181E" w:rsidTr="005B10E6">
        <w:trPr>
          <w:cantSplit/>
          <w:trHeight w:val="283"/>
        </w:trPr>
        <w:tc>
          <w:tcPr>
            <w:tcW w:w="10465" w:type="dxa"/>
            <w:gridSpan w:val="19"/>
            <w:vAlign w:val="center"/>
          </w:tcPr>
          <w:p w:rsidR="000C22CF" w:rsidRDefault="00C06CC9" w:rsidP="00241F13">
            <w:pPr>
              <w:ind w:left="-108" w:right="-108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DOCENTE: ___________________              </w:t>
            </w:r>
            <w:r w:rsidRPr="00E9181E">
              <w:rPr>
                <w:rFonts w:ascii="Tahoma" w:hAnsi="Tahoma" w:cs="Tahoma"/>
                <w:color w:val="000000"/>
                <w:sz w:val="16"/>
                <w:szCs w:val="16"/>
              </w:rPr>
              <w:t>Cell.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________________</w:t>
            </w:r>
          </w:p>
        </w:tc>
      </w:tr>
      <w:tr w:rsidR="000C22CF" w:rsidRPr="00E9181E" w:rsidTr="005B10E6">
        <w:trPr>
          <w:cantSplit/>
          <w:trHeight w:val="283"/>
        </w:trPr>
        <w:tc>
          <w:tcPr>
            <w:tcW w:w="947" w:type="dxa"/>
            <w:vAlign w:val="center"/>
          </w:tcPr>
          <w:p w:rsidR="000C22CF" w:rsidRDefault="000C22CF" w:rsidP="008C500B">
            <w:pPr>
              <w:ind w:left="-108" w:right="-108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940" w:type="dxa"/>
            <w:gridSpan w:val="2"/>
            <w:vAlign w:val="center"/>
          </w:tcPr>
          <w:p w:rsidR="000C22CF" w:rsidRDefault="000C22CF" w:rsidP="008C500B">
            <w:pPr>
              <w:ind w:right="-108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704" w:type="dxa"/>
            <w:gridSpan w:val="5"/>
            <w:vAlign w:val="center"/>
          </w:tcPr>
          <w:p w:rsidR="000C22CF" w:rsidRDefault="000C22CF" w:rsidP="00FA272F">
            <w:pPr>
              <w:ind w:right="-108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608" w:type="dxa"/>
            <w:gridSpan w:val="4"/>
            <w:vAlign w:val="center"/>
          </w:tcPr>
          <w:p w:rsidR="000C22CF" w:rsidRDefault="000C22CF" w:rsidP="00FA272F">
            <w:pPr>
              <w:ind w:right="-108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224" w:type="dxa"/>
            <w:gridSpan w:val="2"/>
            <w:vAlign w:val="center"/>
          </w:tcPr>
          <w:p w:rsidR="000C22CF" w:rsidRDefault="000C22CF" w:rsidP="00FA272F">
            <w:pPr>
              <w:ind w:left="-108" w:right="-108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840" w:type="dxa"/>
            <w:gridSpan w:val="4"/>
            <w:vAlign w:val="center"/>
          </w:tcPr>
          <w:p w:rsidR="000C22CF" w:rsidRDefault="000C22CF" w:rsidP="00FA272F">
            <w:pPr>
              <w:ind w:left="-108" w:right="-108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202" w:type="dxa"/>
            <w:vAlign w:val="center"/>
          </w:tcPr>
          <w:p w:rsidR="000C22CF" w:rsidRDefault="000C22CF" w:rsidP="00FA272F">
            <w:pPr>
              <w:ind w:left="-108" w:right="-108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0C22CF" w:rsidRPr="00E9181E" w:rsidTr="005B10E6">
        <w:trPr>
          <w:cantSplit/>
          <w:trHeight w:val="283"/>
        </w:trPr>
        <w:tc>
          <w:tcPr>
            <w:tcW w:w="10465" w:type="dxa"/>
            <w:gridSpan w:val="19"/>
            <w:vAlign w:val="center"/>
          </w:tcPr>
          <w:p w:rsidR="000C22CF" w:rsidRDefault="00C06CC9" w:rsidP="000C22CF">
            <w:pPr>
              <w:ind w:left="-108" w:right="-108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DOCENTE: ___________________              </w:t>
            </w:r>
            <w:r w:rsidRPr="00E9181E">
              <w:rPr>
                <w:rFonts w:ascii="Tahoma" w:hAnsi="Tahoma" w:cs="Tahoma"/>
                <w:color w:val="000000"/>
                <w:sz w:val="16"/>
                <w:szCs w:val="16"/>
              </w:rPr>
              <w:t>Cell.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________________</w:t>
            </w:r>
          </w:p>
        </w:tc>
      </w:tr>
    </w:tbl>
    <w:p w:rsidR="005B10E6" w:rsidRDefault="005B10E6" w:rsidP="005B10E6">
      <w:pPr>
        <w:pStyle w:val="Testodelblocco"/>
        <w:ind w:left="142" w:right="-72"/>
        <w:rPr>
          <w:rFonts w:ascii="Tahoma" w:hAnsi="Tahoma" w:cs="Tahoma"/>
          <w:iCs/>
          <w:sz w:val="17"/>
          <w:szCs w:val="17"/>
          <w:lang w:val="it-IT"/>
        </w:rPr>
      </w:pPr>
    </w:p>
    <w:p w:rsidR="005B10E6" w:rsidRDefault="005B10E6" w:rsidP="005B10E6">
      <w:pPr>
        <w:tabs>
          <w:tab w:val="left" w:pos="6663"/>
        </w:tabs>
        <w:spacing w:line="360" w:lineRule="auto"/>
        <w:ind w:right="-10"/>
        <w:rPr>
          <w:rFonts w:ascii="Tahoma" w:hAnsi="Tahoma" w:cs="Tahoma"/>
          <w:i/>
          <w:iCs/>
          <w:sz w:val="18"/>
          <w:szCs w:val="18"/>
        </w:rPr>
      </w:pPr>
      <w:r>
        <w:rPr>
          <w:rFonts w:ascii="Tahoma" w:hAnsi="Tahoma" w:cs="Tahoma"/>
          <w:i/>
          <w:iCs/>
          <w:sz w:val="18"/>
          <w:szCs w:val="18"/>
        </w:rPr>
        <w:tab/>
      </w:r>
    </w:p>
    <w:p w:rsidR="00EC2BED" w:rsidRDefault="00EC2BED" w:rsidP="00EC2BED">
      <w:pPr>
        <w:tabs>
          <w:tab w:val="left" w:pos="6663"/>
        </w:tabs>
        <w:spacing w:line="360" w:lineRule="auto"/>
        <w:ind w:right="-10"/>
        <w:rPr>
          <w:rFonts w:ascii="Tahoma" w:hAnsi="Tahoma" w:cs="Tahoma"/>
          <w:iCs/>
          <w:sz w:val="18"/>
          <w:szCs w:val="18"/>
        </w:rPr>
      </w:pPr>
      <w:r>
        <w:rPr>
          <w:rFonts w:ascii="Tahoma" w:hAnsi="Tahoma" w:cs="Tahoma"/>
          <w:iCs/>
          <w:sz w:val="18"/>
          <w:szCs w:val="18"/>
        </w:rPr>
        <w:tab/>
      </w:r>
      <w:r>
        <w:rPr>
          <w:rFonts w:ascii="Tahoma" w:hAnsi="Tahoma" w:cs="Tahoma"/>
          <w:iCs/>
          <w:sz w:val="18"/>
          <w:szCs w:val="18"/>
        </w:rPr>
        <w:tab/>
      </w:r>
      <w:r>
        <w:rPr>
          <w:rFonts w:ascii="Tahoma" w:hAnsi="Tahoma" w:cs="Tahoma"/>
          <w:iCs/>
          <w:sz w:val="18"/>
          <w:szCs w:val="18"/>
        </w:rPr>
        <w:tab/>
        <w:t>Il Coordinatore Regionale</w:t>
      </w:r>
    </w:p>
    <w:p w:rsidR="00744799" w:rsidRPr="005B10E6" w:rsidRDefault="00EC2BED" w:rsidP="00EC2BED">
      <w:pPr>
        <w:tabs>
          <w:tab w:val="left" w:pos="6663"/>
        </w:tabs>
        <w:spacing w:line="360" w:lineRule="auto"/>
        <w:ind w:right="-10"/>
        <w:rPr>
          <w:rFonts w:ascii="Tahoma" w:hAnsi="Tahoma" w:cs="Tahoma"/>
          <w:i/>
          <w:iCs/>
          <w:sz w:val="18"/>
          <w:szCs w:val="18"/>
        </w:rPr>
      </w:pPr>
      <w:r>
        <w:rPr>
          <w:rFonts w:ascii="Tahoma" w:hAnsi="Tahoma" w:cs="Tahoma"/>
          <w:iCs/>
          <w:sz w:val="18"/>
          <w:szCs w:val="18"/>
        </w:rPr>
        <w:tab/>
      </w:r>
      <w:r>
        <w:rPr>
          <w:rFonts w:ascii="Tahoma" w:hAnsi="Tahoma" w:cs="Tahoma"/>
          <w:iCs/>
          <w:sz w:val="18"/>
          <w:szCs w:val="18"/>
        </w:rPr>
        <w:tab/>
      </w:r>
      <w:r>
        <w:rPr>
          <w:rFonts w:ascii="Tahoma" w:hAnsi="Tahoma" w:cs="Tahoma"/>
          <w:iCs/>
          <w:sz w:val="18"/>
          <w:szCs w:val="18"/>
        </w:rPr>
        <w:tab/>
        <w:t xml:space="preserve">     Prof. Marino Pellico</w:t>
      </w:r>
    </w:p>
    <w:sectPr w:rsidR="00744799" w:rsidRPr="005B10E6" w:rsidSect="00705D71">
      <w:footerReference w:type="default" r:id="rId7"/>
      <w:pgSz w:w="11904" w:h="16832" w:code="9"/>
      <w:pgMar w:top="204" w:right="431" w:bottom="31" w:left="346" w:header="709" w:footer="0" w:gutter="0"/>
      <w:cols w:space="708"/>
      <w:noEndnote/>
      <w:docGrid w:linePitch="20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17565" w:rsidRDefault="00F17565">
      <w:r>
        <w:separator/>
      </w:r>
    </w:p>
  </w:endnote>
  <w:endnote w:type="continuationSeparator" w:id="1">
    <w:p w:rsidR="00F17565" w:rsidRDefault="00F175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ernhardTango BT">
    <w:panose1 w:val="00000000000000000000"/>
    <w:charset w:val="00"/>
    <w:family w:val="script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738E" w:rsidRDefault="0002738E">
    <w:pPr>
      <w:pStyle w:val="Pidipagina"/>
      <w:framePr w:wrap="auto" w:vAnchor="text" w:hAnchor="margin" w:xAlign="center" w:y="1"/>
      <w:rPr>
        <w:rStyle w:val="Numeropagina"/>
      </w:rPr>
    </w:pPr>
  </w:p>
  <w:p w:rsidR="0002738E" w:rsidRPr="0069406C" w:rsidRDefault="0002738E">
    <w:pPr>
      <w:pStyle w:val="Pidipagina"/>
      <w:rPr>
        <w:sz w:val="8"/>
        <w:szCs w:val="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17565" w:rsidRDefault="00F17565">
      <w:r>
        <w:separator/>
      </w:r>
    </w:p>
  </w:footnote>
  <w:footnote w:type="continuationSeparator" w:id="1">
    <w:p w:rsidR="00F17565" w:rsidRDefault="00F1756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C0798"/>
    <w:multiLevelType w:val="hybridMultilevel"/>
    <w:tmpl w:val="0F6AB654"/>
    <w:lvl w:ilvl="0" w:tplc="04100001">
      <w:start w:val="1"/>
      <w:numFmt w:val="bullet"/>
      <w:lvlText w:val=""/>
      <w:lvlJc w:val="left"/>
      <w:pPr>
        <w:tabs>
          <w:tab w:val="num" w:pos="1758"/>
        </w:tabs>
        <w:ind w:left="1758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2478"/>
        </w:tabs>
        <w:ind w:left="2478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3198"/>
        </w:tabs>
        <w:ind w:left="3198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918"/>
        </w:tabs>
        <w:ind w:left="3918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638"/>
        </w:tabs>
        <w:ind w:left="4638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5358"/>
        </w:tabs>
        <w:ind w:left="5358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6078"/>
        </w:tabs>
        <w:ind w:left="6078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798"/>
        </w:tabs>
        <w:ind w:left="6798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518"/>
        </w:tabs>
        <w:ind w:left="7518" w:hanging="360"/>
      </w:pPr>
      <w:rPr>
        <w:rFonts w:ascii="Wingdings" w:hAnsi="Wingdings" w:hint="default"/>
      </w:rPr>
    </w:lvl>
  </w:abstractNum>
  <w:abstractNum w:abstractNumId="1">
    <w:nsid w:val="05D202B4"/>
    <w:multiLevelType w:val="hybridMultilevel"/>
    <w:tmpl w:val="C76E7944"/>
    <w:lvl w:ilvl="0" w:tplc="04100001">
      <w:start w:val="1"/>
      <w:numFmt w:val="bullet"/>
      <w:lvlText w:val=""/>
      <w:lvlJc w:val="left"/>
      <w:pPr>
        <w:tabs>
          <w:tab w:val="num" w:pos="1395"/>
        </w:tabs>
        <w:ind w:left="1395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2115"/>
        </w:tabs>
        <w:ind w:left="2115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835"/>
        </w:tabs>
        <w:ind w:left="2835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555"/>
        </w:tabs>
        <w:ind w:left="3555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275"/>
        </w:tabs>
        <w:ind w:left="4275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995"/>
        </w:tabs>
        <w:ind w:left="4995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715"/>
        </w:tabs>
        <w:ind w:left="5715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435"/>
        </w:tabs>
        <w:ind w:left="6435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155"/>
        </w:tabs>
        <w:ind w:left="715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08"/>
  <w:hyphenationZone w:val="283"/>
  <w:doNotHyphenateCaps/>
  <w:drawingGridHorizontalSpacing w:val="75"/>
  <w:drawingGridVerticalSpacing w:val="102"/>
  <w:displayHorizontalDrawingGridEvery w:val="0"/>
  <w:displayVertic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B30470"/>
    <w:rsid w:val="00015C49"/>
    <w:rsid w:val="00016BC9"/>
    <w:rsid w:val="0002738E"/>
    <w:rsid w:val="0004228C"/>
    <w:rsid w:val="00043AEE"/>
    <w:rsid w:val="0004796F"/>
    <w:rsid w:val="0007322F"/>
    <w:rsid w:val="00073E1C"/>
    <w:rsid w:val="000915D8"/>
    <w:rsid w:val="00095C3E"/>
    <w:rsid w:val="000A43DC"/>
    <w:rsid w:val="000B00FC"/>
    <w:rsid w:val="000B48CB"/>
    <w:rsid w:val="000C22CF"/>
    <w:rsid w:val="000C46EE"/>
    <w:rsid w:val="000C7751"/>
    <w:rsid w:val="000C7CD4"/>
    <w:rsid w:val="000D653B"/>
    <w:rsid w:val="000E1184"/>
    <w:rsid w:val="000F0C9E"/>
    <w:rsid w:val="000F0D4C"/>
    <w:rsid w:val="000F19DA"/>
    <w:rsid w:val="001167BE"/>
    <w:rsid w:val="00120327"/>
    <w:rsid w:val="00122FA4"/>
    <w:rsid w:val="00123CCA"/>
    <w:rsid w:val="0013079E"/>
    <w:rsid w:val="00130C23"/>
    <w:rsid w:val="001466DA"/>
    <w:rsid w:val="00153225"/>
    <w:rsid w:val="00153D78"/>
    <w:rsid w:val="00165443"/>
    <w:rsid w:val="00165784"/>
    <w:rsid w:val="00170CCE"/>
    <w:rsid w:val="00184E19"/>
    <w:rsid w:val="00186C5E"/>
    <w:rsid w:val="00187921"/>
    <w:rsid w:val="00187CA2"/>
    <w:rsid w:val="0019780F"/>
    <w:rsid w:val="001A136E"/>
    <w:rsid w:val="001C4023"/>
    <w:rsid w:val="001C79BF"/>
    <w:rsid w:val="001D279D"/>
    <w:rsid w:val="001D4346"/>
    <w:rsid w:val="001D51BC"/>
    <w:rsid w:val="001E3FFA"/>
    <w:rsid w:val="001F4241"/>
    <w:rsid w:val="00206BA2"/>
    <w:rsid w:val="00216A66"/>
    <w:rsid w:val="002220A9"/>
    <w:rsid w:val="002340A8"/>
    <w:rsid w:val="0024009E"/>
    <w:rsid w:val="00241F13"/>
    <w:rsid w:val="00250477"/>
    <w:rsid w:val="00252D16"/>
    <w:rsid w:val="0027626A"/>
    <w:rsid w:val="00276B17"/>
    <w:rsid w:val="00287AC1"/>
    <w:rsid w:val="00293974"/>
    <w:rsid w:val="0029525C"/>
    <w:rsid w:val="0029764C"/>
    <w:rsid w:val="002A79C5"/>
    <w:rsid w:val="002B0C61"/>
    <w:rsid w:val="002C7B9F"/>
    <w:rsid w:val="002D1B6F"/>
    <w:rsid w:val="002D4B21"/>
    <w:rsid w:val="002D7187"/>
    <w:rsid w:val="002E4457"/>
    <w:rsid w:val="002E6BE9"/>
    <w:rsid w:val="002F2E54"/>
    <w:rsid w:val="002F2EF5"/>
    <w:rsid w:val="002F7F7F"/>
    <w:rsid w:val="00307E11"/>
    <w:rsid w:val="003130A8"/>
    <w:rsid w:val="003229F3"/>
    <w:rsid w:val="00323531"/>
    <w:rsid w:val="00327460"/>
    <w:rsid w:val="003634AE"/>
    <w:rsid w:val="003649C5"/>
    <w:rsid w:val="00371A91"/>
    <w:rsid w:val="003826E0"/>
    <w:rsid w:val="0038594B"/>
    <w:rsid w:val="003A01DF"/>
    <w:rsid w:val="003A52BE"/>
    <w:rsid w:val="003A7F3D"/>
    <w:rsid w:val="003B6EE0"/>
    <w:rsid w:val="003D28D2"/>
    <w:rsid w:val="003D63B1"/>
    <w:rsid w:val="003E09AE"/>
    <w:rsid w:val="003E4141"/>
    <w:rsid w:val="003E529A"/>
    <w:rsid w:val="003F4D35"/>
    <w:rsid w:val="00404087"/>
    <w:rsid w:val="00404692"/>
    <w:rsid w:val="00404817"/>
    <w:rsid w:val="00411E4A"/>
    <w:rsid w:val="00412420"/>
    <w:rsid w:val="004161E2"/>
    <w:rsid w:val="00422529"/>
    <w:rsid w:val="00430C73"/>
    <w:rsid w:val="00433F46"/>
    <w:rsid w:val="00435958"/>
    <w:rsid w:val="00444980"/>
    <w:rsid w:val="0045147D"/>
    <w:rsid w:val="00453750"/>
    <w:rsid w:val="00455E95"/>
    <w:rsid w:val="00473A39"/>
    <w:rsid w:val="004762F5"/>
    <w:rsid w:val="004805DE"/>
    <w:rsid w:val="00483593"/>
    <w:rsid w:val="00484A5A"/>
    <w:rsid w:val="0048637B"/>
    <w:rsid w:val="00490312"/>
    <w:rsid w:val="00490816"/>
    <w:rsid w:val="0049556E"/>
    <w:rsid w:val="004A6434"/>
    <w:rsid w:val="004B097A"/>
    <w:rsid w:val="004B28D9"/>
    <w:rsid w:val="004C2461"/>
    <w:rsid w:val="004D0243"/>
    <w:rsid w:val="004D09B6"/>
    <w:rsid w:val="004E0BA4"/>
    <w:rsid w:val="004E3207"/>
    <w:rsid w:val="004E46FB"/>
    <w:rsid w:val="004F1E94"/>
    <w:rsid w:val="004F483D"/>
    <w:rsid w:val="00500F66"/>
    <w:rsid w:val="00502A68"/>
    <w:rsid w:val="00507C16"/>
    <w:rsid w:val="00514F9A"/>
    <w:rsid w:val="00521027"/>
    <w:rsid w:val="00533423"/>
    <w:rsid w:val="00550B3E"/>
    <w:rsid w:val="00551DFA"/>
    <w:rsid w:val="005639A7"/>
    <w:rsid w:val="005646DA"/>
    <w:rsid w:val="005657AB"/>
    <w:rsid w:val="005767A7"/>
    <w:rsid w:val="0058073D"/>
    <w:rsid w:val="00587499"/>
    <w:rsid w:val="005A6C03"/>
    <w:rsid w:val="005B10E6"/>
    <w:rsid w:val="005B1A20"/>
    <w:rsid w:val="005B1F89"/>
    <w:rsid w:val="005B4344"/>
    <w:rsid w:val="005C787B"/>
    <w:rsid w:val="005D5B89"/>
    <w:rsid w:val="005E7C0F"/>
    <w:rsid w:val="005F4461"/>
    <w:rsid w:val="00603FC1"/>
    <w:rsid w:val="00604E2F"/>
    <w:rsid w:val="00604E4F"/>
    <w:rsid w:val="00605500"/>
    <w:rsid w:val="0061235D"/>
    <w:rsid w:val="006125C1"/>
    <w:rsid w:val="00612AFD"/>
    <w:rsid w:val="0062796C"/>
    <w:rsid w:val="00640A52"/>
    <w:rsid w:val="00666EC5"/>
    <w:rsid w:val="00673BFC"/>
    <w:rsid w:val="00683819"/>
    <w:rsid w:val="006939BD"/>
    <w:rsid w:val="0069406C"/>
    <w:rsid w:val="006A0281"/>
    <w:rsid w:val="006A6F1F"/>
    <w:rsid w:val="006C4700"/>
    <w:rsid w:val="006C762C"/>
    <w:rsid w:val="006D4200"/>
    <w:rsid w:val="006D4A90"/>
    <w:rsid w:val="006E2A40"/>
    <w:rsid w:val="006E78D6"/>
    <w:rsid w:val="00700AE6"/>
    <w:rsid w:val="00705D71"/>
    <w:rsid w:val="00707492"/>
    <w:rsid w:val="0071346D"/>
    <w:rsid w:val="0072182C"/>
    <w:rsid w:val="007243FF"/>
    <w:rsid w:val="00725292"/>
    <w:rsid w:val="007376DA"/>
    <w:rsid w:val="00744799"/>
    <w:rsid w:val="00753889"/>
    <w:rsid w:val="007548EE"/>
    <w:rsid w:val="00760B40"/>
    <w:rsid w:val="007767D6"/>
    <w:rsid w:val="0078085E"/>
    <w:rsid w:val="007904EA"/>
    <w:rsid w:val="00797DD0"/>
    <w:rsid w:val="007A0AE3"/>
    <w:rsid w:val="007B2B64"/>
    <w:rsid w:val="007B5F80"/>
    <w:rsid w:val="007C3079"/>
    <w:rsid w:val="007D31F4"/>
    <w:rsid w:val="007D627D"/>
    <w:rsid w:val="007E2379"/>
    <w:rsid w:val="007F1BC0"/>
    <w:rsid w:val="007F1DC0"/>
    <w:rsid w:val="00806D16"/>
    <w:rsid w:val="0081349D"/>
    <w:rsid w:val="0081577D"/>
    <w:rsid w:val="008171D9"/>
    <w:rsid w:val="00823DC2"/>
    <w:rsid w:val="00831884"/>
    <w:rsid w:val="00833105"/>
    <w:rsid w:val="00842D9D"/>
    <w:rsid w:val="00845523"/>
    <w:rsid w:val="0085236F"/>
    <w:rsid w:val="008566AA"/>
    <w:rsid w:val="00871A03"/>
    <w:rsid w:val="00872DC7"/>
    <w:rsid w:val="008740CF"/>
    <w:rsid w:val="00882BBE"/>
    <w:rsid w:val="00886464"/>
    <w:rsid w:val="0088725D"/>
    <w:rsid w:val="00887FB0"/>
    <w:rsid w:val="008927B3"/>
    <w:rsid w:val="00892CE5"/>
    <w:rsid w:val="00896419"/>
    <w:rsid w:val="008A5340"/>
    <w:rsid w:val="008C500B"/>
    <w:rsid w:val="008D2CC8"/>
    <w:rsid w:val="008E05C8"/>
    <w:rsid w:val="008E42AD"/>
    <w:rsid w:val="008F0E52"/>
    <w:rsid w:val="008F325F"/>
    <w:rsid w:val="00903C4B"/>
    <w:rsid w:val="00903C88"/>
    <w:rsid w:val="0091403E"/>
    <w:rsid w:val="00925FC3"/>
    <w:rsid w:val="009411ED"/>
    <w:rsid w:val="0094446B"/>
    <w:rsid w:val="0094514E"/>
    <w:rsid w:val="009562F6"/>
    <w:rsid w:val="009669B1"/>
    <w:rsid w:val="00966B28"/>
    <w:rsid w:val="00967C15"/>
    <w:rsid w:val="00981BB3"/>
    <w:rsid w:val="00982FE6"/>
    <w:rsid w:val="0098411E"/>
    <w:rsid w:val="0099464F"/>
    <w:rsid w:val="009A0AFC"/>
    <w:rsid w:val="009A336C"/>
    <w:rsid w:val="009A4484"/>
    <w:rsid w:val="009A4B89"/>
    <w:rsid w:val="009B342A"/>
    <w:rsid w:val="009B5E4D"/>
    <w:rsid w:val="009C524E"/>
    <w:rsid w:val="009D12F7"/>
    <w:rsid w:val="009D4B5E"/>
    <w:rsid w:val="009E3D2D"/>
    <w:rsid w:val="009F4800"/>
    <w:rsid w:val="00A0520B"/>
    <w:rsid w:val="00A053F0"/>
    <w:rsid w:val="00A13594"/>
    <w:rsid w:val="00A2122A"/>
    <w:rsid w:val="00A22ED5"/>
    <w:rsid w:val="00A23E19"/>
    <w:rsid w:val="00A26EC0"/>
    <w:rsid w:val="00A34043"/>
    <w:rsid w:val="00A44A44"/>
    <w:rsid w:val="00A4724B"/>
    <w:rsid w:val="00A5039D"/>
    <w:rsid w:val="00A52AD0"/>
    <w:rsid w:val="00A64517"/>
    <w:rsid w:val="00A64A17"/>
    <w:rsid w:val="00A6509E"/>
    <w:rsid w:val="00A66FF0"/>
    <w:rsid w:val="00A80D4E"/>
    <w:rsid w:val="00A9094B"/>
    <w:rsid w:val="00AA1C9C"/>
    <w:rsid w:val="00AA3313"/>
    <w:rsid w:val="00AB148B"/>
    <w:rsid w:val="00AE3A8B"/>
    <w:rsid w:val="00AE6B07"/>
    <w:rsid w:val="00AF337C"/>
    <w:rsid w:val="00AF7263"/>
    <w:rsid w:val="00B07FDE"/>
    <w:rsid w:val="00B10E61"/>
    <w:rsid w:val="00B156AD"/>
    <w:rsid w:val="00B24E26"/>
    <w:rsid w:val="00B26FAF"/>
    <w:rsid w:val="00B27D00"/>
    <w:rsid w:val="00B30470"/>
    <w:rsid w:val="00B3122B"/>
    <w:rsid w:val="00B37139"/>
    <w:rsid w:val="00B42257"/>
    <w:rsid w:val="00B44431"/>
    <w:rsid w:val="00B47266"/>
    <w:rsid w:val="00B56240"/>
    <w:rsid w:val="00B643A0"/>
    <w:rsid w:val="00B64B33"/>
    <w:rsid w:val="00B767A7"/>
    <w:rsid w:val="00B84AE5"/>
    <w:rsid w:val="00B928E0"/>
    <w:rsid w:val="00BF414F"/>
    <w:rsid w:val="00BF7DA4"/>
    <w:rsid w:val="00C04FA4"/>
    <w:rsid w:val="00C06CC9"/>
    <w:rsid w:val="00C10BDC"/>
    <w:rsid w:val="00C2100D"/>
    <w:rsid w:val="00C278E5"/>
    <w:rsid w:val="00C3300A"/>
    <w:rsid w:val="00C35C71"/>
    <w:rsid w:val="00C5602C"/>
    <w:rsid w:val="00C76E20"/>
    <w:rsid w:val="00C77CB7"/>
    <w:rsid w:val="00C80734"/>
    <w:rsid w:val="00C8083F"/>
    <w:rsid w:val="00C84690"/>
    <w:rsid w:val="00C8497F"/>
    <w:rsid w:val="00C95136"/>
    <w:rsid w:val="00CB33EB"/>
    <w:rsid w:val="00CB52B9"/>
    <w:rsid w:val="00CC27E7"/>
    <w:rsid w:val="00CC52B7"/>
    <w:rsid w:val="00CC5DDD"/>
    <w:rsid w:val="00CC7395"/>
    <w:rsid w:val="00CD3344"/>
    <w:rsid w:val="00CD3DA8"/>
    <w:rsid w:val="00CD74B9"/>
    <w:rsid w:val="00CE0749"/>
    <w:rsid w:val="00CE121A"/>
    <w:rsid w:val="00CE2994"/>
    <w:rsid w:val="00CE7DB7"/>
    <w:rsid w:val="00D0017A"/>
    <w:rsid w:val="00D01740"/>
    <w:rsid w:val="00D077C1"/>
    <w:rsid w:val="00D12532"/>
    <w:rsid w:val="00D14CD2"/>
    <w:rsid w:val="00D3407D"/>
    <w:rsid w:val="00D5091E"/>
    <w:rsid w:val="00D53427"/>
    <w:rsid w:val="00D65E46"/>
    <w:rsid w:val="00D734CE"/>
    <w:rsid w:val="00D94C03"/>
    <w:rsid w:val="00D94D92"/>
    <w:rsid w:val="00D9593F"/>
    <w:rsid w:val="00DA5511"/>
    <w:rsid w:val="00DB21C3"/>
    <w:rsid w:val="00DC0355"/>
    <w:rsid w:val="00DE3641"/>
    <w:rsid w:val="00DF342D"/>
    <w:rsid w:val="00DF6130"/>
    <w:rsid w:val="00E03E41"/>
    <w:rsid w:val="00E10206"/>
    <w:rsid w:val="00E174BA"/>
    <w:rsid w:val="00E315D9"/>
    <w:rsid w:val="00E31FA2"/>
    <w:rsid w:val="00E33DB2"/>
    <w:rsid w:val="00E34F9C"/>
    <w:rsid w:val="00E351E0"/>
    <w:rsid w:val="00E365F7"/>
    <w:rsid w:val="00E3762C"/>
    <w:rsid w:val="00E40606"/>
    <w:rsid w:val="00E44BED"/>
    <w:rsid w:val="00E52090"/>
    <w:rsid w:val="00E577E2"/>
    <w:rsid w:val="00E63461"/>
    <w:rsid w:val="00E831D5"/>
    <w:rsid w:val="00E84D37"/>
    <w:rsid w:val="00E9094A"/>
    <w:rsid w:val="00E9181E"/>
    <w:rsid w:val="00E91E6B"/>
    <w:rsid w:val="00E91FD7"/>
    <w:rsid w:val="00E9257B"/>
    <w:rsid w:val="00E96309"/>
    <w:rsid w:val="00E96325"/>
    <w:rsid w:val="00EA5766"/>
    <w:rsid w:val="00EA6449"/>
    <w:rsid w:val="00EA6F2D"/>
    <w:rsid w:val="00EB32FF"/>
    <w:rsid w:val="00EC2BED"/>
    <w:rsid w:val="00EC6400"/>
    <w:rsid w:val="00EF3A5B"/>
    <w:rsid w:val="00EF41E0"/>
    <w:rsid w:val="00F03C0B"/>
    <w:rsid w:val="00F04BB7"/>
    <w:rsid w:val="00F06736"/>
    <w:rsid w:val="00F06D87"/>
    <w:rsid w:val="00F1648B"/>
    <w:rsid w:val="00F17565"/>
    <w:rsid w:val="00F2236B"/>
    <w:rsid w:val="00F2330A"/>
    <w:rsid w:val="00F25C45"/>
    <w:rsid w:val="00F32E3F"/>
    <w:rsid w:val="00F338C4"/>
    <w:rsid w:val="00F42F78"/>
    <w:rsid w:val="00F448AF"/>
    <w:rsid w:val="00F55B84"/>
    <w:rsid w:val="00F66B4B"/>
    <w:rsid w:val="00F7550A"/>
    <w:rsid w:val="00F85084"/>
    <w:rsid w:val="00F90059"/>
    <w:rsid w:val="00F9677A"/>
    <w:rsid w:val="00F96FBD"/>
    <w:rsid w:val="00FA272F"/>
    <w:rsid w:val="00FA3F89"/>
    <w:rsid w:val="00FA664D"/>
    <w:rsid w:val="00FB2A3B"/>
    <w:rsid w:val="00FB2EE7"/>
    <w:rsid w:val="00FB746B"/>
    <w:rsid w:val="00FC647F"/>
    <w:rsid w:val="00FD0FDB"/>
    <w:rsid w:val="00FE2D2B"/>
    <w:rsid w:val="00FE38BC"/>
    <w:rsid w:val="00FF23E2"/>
    <w:rsid w:val="00FF5F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e">
    <w:name w:val="Normal"/>
    <w:qFormat/>
    <w:rsid w:val="00AE3A8B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CB52B9"/>
    <w:pPr>
      <w:keepNext/>
      <w:ind w:left="225" w:right="159"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CB52B9"/>
    <w:pPr>
      <w:keepNext/>
      <w:tabs>
        <w:tab w:val="left" w:pos="1701"/>
      </w:tabs>
      <w:ind w:right="9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CB52B9"/>
    <w:pPr>
      <w:keepNext/>
      <w:ind w:right="9"/>
      <w:jc w:val="center"/>
      <w:outlineLvl w:val="2"/>
    </w:pPr>
    <w:rPr>
      <w:rFonts w:ascii="Cambria" w:hAnsi="Cambria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CB52B9"/>
    <w:pPr>
      <w:keepNext/>
      <w:ind w:right="-16"/>
      <w:jc w:val="center"/>
      <w:outlineLvl w:val="3"/>
    </w:pPr>
    <w:rPr>
      <w:rFonts w:ascii="Calibri" w:hAnsi="Calibri"/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CB52B9"/>
    <w:pPr>
      <w:keepNext/>
      <w:tabs>
        <w:tab w:val="left" w:pos="1701"/>
      </w:tabs>
      <w:ind w:right="9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CB52B9"/>
    <w:pPr>
      <w:keepNext/>
      <w:ind w:right="-70"/>
      <w:outlineLvl w:val="5"/>
    </w:pPr>
    <w:rPr>
      <w:rFonts w:ascii="Calibri" w:hAnsi="Calibri"/>
      <w:b/>
      <w:bCs/>
      <w:sz w:val="20"/>
      <w:szCs w:val="20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CB52B9"/>
    <w:pPr>
      <w:keepNext/>
      <w:ind w:right="-41"/>
      <w:jc w:val="center"/>
      <w:outlineLvl w:val="6"/>
    </w:pPr>
    <w:rPr>
      <w:rFonts w:ascii="Calibri" w:hAnsi="Calibri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CB52B9"/>
    <w:pPr>
      <w:keepNext/>
      <w:ind w:right="9"/>
      <w:jc w:val="center"/>
      <w:outlineLvl w:val="7"/>
    </w:pPr>
    <w:rPr>
      <w:rFonts w:ascii="Calibri" w:hAnsi="Calibri"/>
      <w:i/>
      <w:iCs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CB52B9"/>
    <w:pPr>
      <w:keepNext/>
      <w:ind w:left="-70" w:right="-70"/>
      <w:jc w:val="center"/>
      <w:outlineLvl w:val="8"/>
    </w:pPr>
    <w:rPr>
      <w:rFonts w:ascii="Cambria" w:hAnsi="Cambria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9"/>
    <w:locked/>
    <w:rsid w:val="00CB52B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link w:val="Titolo2"/>
    <w:uiPriority w:val="99"/>
    <w:semiHidden/>
    <w:locked/>
    <w:rsid w:val="00CB52B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link w:val="Titolo3"/>
    <w:uiPriority w:val="99"/>
    <w:semiHidden/>
    <w:locked/>
    <w:rsid w:val="00CB52B9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olo4Carattere">
    <w:name w:val="Titolo 4 Carattere"/>
    <w:link w:val="Titolo4"/>
    <w:uiPriority w:val="99"/>
    <w:semiHidden/>
    <w:locked/>
    <w:rsid w:val="00CB52B9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olo5Carattere">
    <w:name w:val="Titolo 5 Carattere"/>
    <w:link w:val="Titolo5"/>
    <w:uiPriority w:val="99"/>
    <w:semiHidden/>
    <w:locked/>
    <w:rsid w:val="00CB52B9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itolo6Carattere">
    <w:name w:val="Titolo 6 Carattere"/>
    <w:link w:val="Titolo6"/>
    <w:uiPriority w:val="99"/>
    <w:semiHidden/>
    <w:locked/>
    <w:rsid w:val="00CB52B9"/>
    <w:rPr>
      <w:rFonts w:ascii="Calibri" w:eastAsia="Times New Roman" w:hAnsi="Calibri" w:cs="Times New Roman"/>
      <w:b/>
      <w:bCs/>
    </w:rPr>
  </w:style>
  <w:style w:type="character" w:customStyle="1" w:styleId="Titolo7Carattere">
    <w:name w:val="Titolo 7 Carattere"/>
    <w:link w:val="Titolo7"/>
    <w:uiPriority w:val="99"/>
    <w:semiHidden/>
    <w:locked/>
    <w:rsid w:val="00CB52B9"/>
    <w:rPr>
      <w:rFonts w:ascii="Calibri" w:eastAsia="Times New Roman" w:hAnsi="Calibri" w:cs="Times New Roman"/>
      <w:sz w:val="24"/>
      <w:szCs w:val="24"/>
    </w:rPr>
  </w:style>
  <w:style w:type="character" w:customStyle="1" w:styleId="Titolo8Carattere">
    <w:name w:val="Titolo 8 Carattere"/>
    <w:link w:val="Titolo8"/>
    <w:uiPriority w:val="99"/>
    <w:semiHidden/>
    <w:locked/>
    <w:rsid w:val="00CB52B9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Titolo9Carattere">
    <w:name w:val="Titolo 9 Carattere"/>
    <w:link w:val="Titolo9"/>
    <w:uiPriority w:val="99"/>
    <w:semiHidden/>
    <w:locked/>
    <w:rsid w:val="00CB52B9"/>
    <w:rPr>
      <w:rFonts w:ascii="Cambria" w:eastAsia="Times New Roman" w:hAnsi="Cambria" w:cs="Times New Roman"/>
    </w:rPr>
  </w:style>
  <w:style w:type="character" w:styleId="Collegamentoipertestuale">
    <w:name w:val="Hyperlink"/>
    <w:uiPriority w:val="99"/>
    <w:rsid w:val="00CB52B9"/>
    <w:rPr>
      <w:rFonts w:cs="Times New Roman"/>
      <w:color w:val="0000FF"/>
      <w:u w:val="single"/>
    </w:rPr>
  </w:style>
  <w:style w:type="paragraph" w:styleId="Titolo">
    <w:name w:val="Title"/>
    <w:basedOn w:val="Normale"/>
    <w:link w:val="TitoloCarattere"/>
    <w:uiPriority w:val="99"/>
    <w:qFormat/>
    <w:rsid w:val="00CB52B9"/>
    <w:pPr>
      <w:ind w:right="94"/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itoloCarattere">
    <w:name w:val="Titolo Carattere"/>
    <w:link w:val="Titolo"/>
    <w:uiPriority w:val="99"/>
    <w:locked/>
    <w:rsid w:val="00CB52B9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styleId="Collegamentovisitato">
    <w:name w:val="FollowedHyperlink"/>
    <w:uiPriority w:val="99"/>
    <w:rsid w:val="00CB52B9"/>
    <w:rPr>
      <w:rFonts w:cs="Times New Roman"/>
      <w:color w:val="800080"/>
      <w:u w:val="single"/>
    </w:rPr>
  </w:style>
  <w:style w:type="paragraph" w:styleId="Pidipagina">
    <w:name w:val="footer"/>
    <w:basedOn w:val="Normale"/>
    <w:link w:val="PidipaginaCarattere"/>
    <w:uiPriority w:val="99"/>
    <w:rsid w:val="00CB52B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semiHidden/>
    <w:locked/>
    <w:rsid w:val="00CB52B9"/>
    <w:rPr>
      <w:rFonts w:cs="Times New Roman"/>
      <w:sz w:val="24"/>
      <w:szCs w:val="24"/>
    </w:rPr>
  </w:style>
  <w:style w:type="character" w:styleId="Numeropagina">
    <w:name w:val="page number"/>
    <w:uiPriority w:val="99"/>
    <w:rsid w:val="00CB52B9"/>
    <w:rPr>
      <w:rFonts w:cs="Times New Roman"/>
    </w:rPr>
  </w:style>
  <w:style w:type="paragraph" w:styleId="Intestazione">
    <w:name w:val="header"/>
    <w:basedOn w:val="Normale"/>
    <w:link w:val="IntestazioneCarattere"/>
    <w:uiPriority w:val="99"/>
    <w:rsid w:val="00CB52B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semiHidden/>
    <w:locked/>
    <w:rsid w:val="00CB52B9"/>
    <w:rPr>
      <w:rFonts w:cs="Times New Roman"/>
      <w:sz w:val="24"/>
      <w:szCs w:val="24"/>
    </w:rPr>
  </w:style>
  <w:style w:type="paragraph" w:styleId="Sottotitolo">
    <w:name w:val="Subtitle"/>
    <w:basedOn w:val="Normale"/>
    <w:link w:val="SottotitoloCarattere"/>
    <w:uiPriority w:val="99"/>
    <w:qFormat/>
    <w:rsid w:val="00CB52B9"/>
    <w:pPr>
      <w:tabs>
        <w:tab w:val="left" w:pos="1985"/>
      </w:tabs>
      <w:ind w:right="94"/>
      <w:jc w:val="center"/>
    </w:pPr>
    <w:rPr>
      <w:rFonts w:ascii="Cambria" w:hAnsi="Cambria"/>
    </w:rPr>
  </w:style>
  <w:style w:type="character" w:customStyle="1" w:styleId="SottotitoloCarattere">
    <w:name w:val="Sottotitolo Carattere"/>
    <w:link w:val="Sottotitolo"/>
    <w:uiPriority w:val="99"/>
    <w:locked/>
    <w:rsid w:val="00CB52B9"/>
    <w:rPr>
      <w:rFonts w:ascii="Cambria" w:eastAsia="Times New Roman" w:hAnsi="Cambria" w:cs="Times New Roman"/>
      <w:sz w:val="24"/>
      <w:szCs w:val="24"/>
    </w:rPr>
  </w:style>
  <w:style w:type="paragraph" w:styleId="Testodelblocco">
    <w:name w:val="Block Text"/>
    <w:basedOn w:val="Normale"/>
    <w:uiPriority w:val="99"/>
    <w:rsid w:val="00CB52B9"/>
    <w:pPr>
      <w:ind w:left="1125" w:right="984"/>
    </w:pPr>
    <w:rPr>
      <w:b/>
      <w:bCs/>
      <w:lang w:val="en-GB"/>
    </w:rPr>
  </w:style>
  <w:style w:type="paragraph" w:styleId="Corpodeltesto2">
    <w:name w:val="Body Text 2"/>
    <w:basedOn w:val="Normale"/>
    <w:link w:val="Corpodeltesto2Carattere"/>
    <w:uiPriority w:val="99"/>
    <w:rsid w:val="00CB52B9"/>
    <w:pPr>
      <w:autoSpaceDE w:val="0"/>
      <w:autoSpaceDN w:val="0"/>
    </w:pPr>
  </w:style>
  <w:style w:type="character" w:customStyle="1" w:styleId="Corpodeltesto2Carattere">
    <w:name w:val="Corpo del testo 2 Carattere"/>
    <w:link w:val="Corpodeltesto2"/>
    <w:uiPriority w:val="99"/>
    <w:semiHidden/>
    <w:locked/>
    <w:rsid w:val="00CB52B9"/>
    <w:rPr>
      <w:rFonts w:cs="Times New Roman"/>
      <w:sz w:val="24"/>
      <w:szCs w:val="24"/>
    </w:rPr>
  </w:style>
  <w:style w:type="table" w:styleId="Grigliatabella">
    <w:name w:val="Table Grid"/>
    <w:basedOn w:val="Tabellanormale"/>
    <w:uiPriority w:val="99"/>
    <w:rsid w:val="00D94C0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rsid w:val="00603FC1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CB52B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e">
    <w:name w:val="Normal"/>
    <w:qFormat/>
    <w:rsid w:val="00AE3A8B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CB52B9"/>
    <w:pPr>
      <w:keepNext/>
      <w:ind w:left="225" w:right="159"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CB52B9"/>
    <w:pPr>
      <w:keepNext/>
      <w:tabs>
        <w:tab w:val="left" w:pos="1701"/>
      </w:tabs>
      <w:ind w:right="9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CB52B9"/>
    <w:pPr>
      <w:keepNext/>
      <w:ind w:right="9"/>
      <w:jc w:val="center"/>
      <w:outlineLvl w:val="2"/>
    </w:pPr>
    <w:rPr>
      <w:rFonts w:ascii="Cambria" w:hAnsi="Cambria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CB52B9"/>
    <w:pPr>
      <w:keepNext/>
      <w:ind w:right="-16"/>
      <w:jc w:val="center"/>
      <w:outlineLvl w:val="3"/>
    </w:pPr>
    <w:rPr>
      <w:rFonts w:ascii="Calibri" w:hAnsi="Calibri"/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CB52B9"/>
    <w:pPr>
      <w:keepNext/>
      <w:tabs>
        <w:tab w:val="left" w:pos="1701"/>
      </w:tabs>
      <w:ind w:right="9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CB52B9"/>
    <w:pPr>
      <w:keepNext/>
      <w:ind w:right="-70"/>
      <w:outlineLvl w:val="5"/>
    </w:pPr>
    <w:rPr>
      <w:rFonts w:ascii="Calibri" w:hAnsi="Calibri"/>
      <w:b/>
      <w:bCs/>
      <w:sz w:val="20"/>
      <w:szCs w:val="20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CB52B9"/>
    <w:pPr>
      <w:keepNext/>
      <w:ind w:right="-41"/>
      <w:jc w:val="center"/>
      <w:outlineLvl w:val="6"/>
    </w:pPr>
    <w:rPr>
      <w:rFonts w:ascii="Calibri" w:hAnsi="Calibri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CB52B9"/>
    <w:pPr>
      <w:keepNext/>
      <w:ind w:right="9"/>
      <w:jc w:val="center"/>
      <w:outlineLvl w:val="7"/>
    </w:pPr>
    <w:rPr>
      <w:rFonts w:ascii="Calibri" w:hAnsi="Calibri"/>
      <w:i/>
      <w:iCs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CB52B9"/>
    <w:pPr>
      <w:keepNext/>
      <w:ind w:left="-70" w:right="-70"/>
      <w:jc w:val="center"/>
      <w:outlineLvl w:val="8"/>
    </w:pPr>
    <w:rPr>
      <w:rFonts w:ascii="Cambria" w:hAnsi="Cambria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9"/>
    <w:locked/>
    <w:rsid w:val="00CB52B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link w:val="Titolo2"/>
    <w:uiPriority w:val="99"/>
    <w:semiHidden/>
    <w:locked/>
    <w:rsid w:val="00CB52B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link w:val="Titolo3"/>
    <w:uiPriority w:val="99"/>
    <w:semiHidden/>
    <w:locked/>
    <w:rsid w:val="00CB52B9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olo4Carattere">
    <w:name w:val="Titolo 4 Carattere"/>
    <w:link w:val="Titolo4"/>
    <w:uiPriority w:val="99"/>
    <w:semiHidden/>
    <w:locked/>
    <w:rsid w:val="00CB52B9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olo5Carattere">
    <w:name w:val="Titolo 5 Carattere"/>
    <w:link w:val="Titolo5"/>
    <w:uiPriority w:val="99"/>
    <w:semiHidden/>
    <w:locked/>
    <w:rsid w:val="00CB52B9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itolo6Carattere">
    <w:name w:val="Titolo 6 Carattere"/>
    <w:link w:val="Titolo6"/>
    <w:uiPriority w:val="99"/>
    <w:semiHidden/>
    <w:locked/>
    <w:rsid w:val="00CB52B9"/>
    <w:rPr>
      <w:rFonts w:ascii="Calibri" w:eastAsia="Times New Roman" w:hAnsi="Calibri" w:cs="Times New Roman"/>
      <w:b/>
      <w:bCs/>
    </w:rPr>
  </w:style>
  <w:style w:type="character" w:customStyle="1" w:styleId="Titolo7Carattere">
    <w:name w:val="Titolo 7 Carattere"/>
    <w:link w:val="Titolo7"/>
    <w:uiPriority w:val="99"/>
    <w:semiHidden/>
    <w:locked/>
    <w:rsid w:val="00CB52B9"/>
    <w:rPr>
      <w:rFonts w:ascii="Calibri" w:eastAsia="Times New Roman" w:hAnsi="Calibri" w:cs="Times New Roman"/>
      <w:sz w:val="24"/>
      <w:szCs w:val="24"/>
    </w:rPr>
  </w:style>
  <w:style w:type="character" w:customStyle="1" w:styleId="Titolo8Carattere">
    <w:name w:val="Titolo 8 Carattere"/>
    <w:link w:val="Titolo8"/>
    <w:uiPriority w:val="99"/>
    <w:semiHidden/>
    <w:locked/>
    <w:rsid w:val="00CB52B9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Titolo9Carattere">
    <w:name w:val="Titolo 9 Carattere"/>
    <w:link w:val="Titolo9"/>
    <w:uiPriority w:val="99"/>
    <w:semiHidden/>
    <w:locked/>
    <w:rsid w:val="00CB52B9"/>
    <w:rPr>
      <w:rFonts w:ascii="Cambria" w:eastAsia="Times New Roman" w:hAnsi="Cambria" w:cs="Times New Roman"/>
    </w:rPr>
  </w:style>
  <w:style w:type="character" w:styleId="Collegamentoipertestuale">
    <w:name w:val="Hyperlink"/>
    <w:uiPriority w:val="99"/>
    <w:rsid w:val="00CB52B9"/>
    <w:rPr>
      <w:rFonts w:cs="Times New Roman"/>
      <w:color w:val="0000FF"/>
      <w:u w:val="single"/>
    </w:rPr>
  </w:style>
  <w:style w:type="paragraph" w:styleId="Titolo">
    <w:name w:val="Title"/>
    <w:basedOn w:val="Normale"/>
    <w:link w:val="TitoloCarattere"/>
    <w:uiPriority w:val="99"/>
    <w:qFormat/>
    <w:rsid w:val="00CB52B9"/>
    <w:pPr>
      <w:ind w:right="94"/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itoloCarattere">
    <w:name w:val="Titolo Carattere"/>
    <w:link w:val="Titolo"/>
    <w:uiPriority w:val="99"/>
    <w:locked/>
    <w:rsid w:val="00CB52B9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styleId="Collegamentovisitato">
    <w:name w:val="FollowedHyperlink"/>
    <w:uiPriority w:val="99"/>
    <w:rsid w:val="00CB52B9"/>
    <w:rPr>
      <w:rFonts w:cs="Times New Roman"/>
      <w:color w:val="800080"/>
      <w:u w:val="single"/>
    </w:rPr>
  </w:style>
  <w:style w:type="paragraph" w:styleId="Pidipagina">
    <w:name w:val="footer"/>
    <w:basedOn w:val="Normale"/>
    <w:link w:val="PidipaginaCarattere"/>
    <w:uiPriority w:val="99"/>
    <w:rsid w:val="00CB52B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semiHidden/>
    <w:locked/>
    <w:rsid w:val="00CB52B9"/>
    <w:rPr>
      <w:rFonts w:cs="Times New Roman"/>
      <w:sz w:val="24"/>
      <w:szCs w:val="24"/>
    </w:rPr>
  </w:style>
  <w:style w:type="character" w:styleId="Numeropagina">
    <w:name w:val="page number"/>
    <w:uiPriority w:val="99"/>
    <w:rsid w:val="00CB52B9"/>
    <w:rPr>
      <w:rFonts w:cs="Times New Roman"/>
    </w:rPr>
  </w:style>
  <w:style w:type="paragraph" w:styleId="Intestazione">
    <w:name w:val="header"/>
    <w:basedOn w:val="Normale"/>
    <w:link w:val="IntestazioneCarattere"/>
    <w:uiPriority w:val="99"/>
    <w:rsid w:val="00CB52B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semiHidden/>
    <w:locked/>
    <w:rsid w:val="00CB52B9"/>
    <w:rPr>
      <w:rFonts w:cs="Times New Roman"/>
      <w:sz w:val="24"/>
      <w:szCs w:val="24"/>
    </w:rPr>
  </w:style>
  <w:style w:type="paragraph" w:styleId="Sottotitolo">
    <w:name w:val="Subtitle"/>
    <w:basedOn w:val="Normale"/>
    <w:link w:val="SottotitoloCarattere"/>
    <w:uiPriority w:val="99"/>
    <w:qFormat/>
    <w:rsid w:val="00CB52B9"/>
    <w:pPr>
      <w:tabs>
        <w:tab w:val="left" w:pos="1985"/>
      </w:tabs>
      <w:ind w:right="94"/>
      <w:jc w:val="center"/>
    </w:pPr>
    <w:rPr>
      <w:rFonts w:ascii="Cambria" w:hAnsi="Cambria"/>
    </w:rPr>
  </w:style>
  <w:style w:type="character" w:customStyle="1" w:styleId="SottotitoloCarattere">
    <w:name w:val="Sottotitolo Carattere"/>
    <w:link w:val="Sottotitolo"/>
    <w:uiPriority w:val="99"/>
    <w:locked/>
    <w:rsid w:val="00CB52B9"/>
    <w:rPr>
      <w:rFonts w:ascii="Cambria" w:eastAsia="Times New Roman" w:hAnsi="Cambria" w:cs="Times New Roman"/>
      <w:sz w:val="24"/>
      <w:szCs w:val="24"/>
    </w:rPr>
  </w:style>
  <w:style w:type="paragraph" w:styleId="Testodelblocco">
    <w:name w:val="Block Text"/>
    <w:basedOn w:val="Normale"/>
    <w:uiPriority w:val="99"/>
    <w:rsid w:val="00CB52B9"/>
    <w:pPr>
      <w:ind w:left="1125" w:right="984"/>
    </w:pPr>
    <w:rPr>
      <w:b/>
      <w:bCs/>
      <w:lang w:val="en-GB"/>
    </w:rPr>
  </w:style>
  <w:style w:type="paragraph" w:styleId="Corpodeltesto2">
    <w:name w:val="Body Text 2"/>
    <w:basedOn w:val="Normale"/>
    <w:link w:val="Corpodeltesto2Carattere"/>
    <w:uiPriority w:val="99"/>
    <w:rsid w:val="00CB52B9"/>
    <w:pPr>
      <w:autoSpaceDE w:val="0"/>
      <w:autoSpaceDN w:val="0"/>
    </w:pPr>
  </w:style>
  <w:style w:type="character" w:customStyle="1" w:styleId="Corpodeltesto2Carattere">
    <w:name w:val="Corpo del testo 2 Carattere"/>
    <w:link w:val="Corpodeltesto2"/>
    <w:uiPriority w:val="99"/>
    <w:semiHidden/>
    <w:locked/>
    <w:rsid w:val="00CB52B9"/>
    <w:rPr>
      <w:rFonts w:cs="Times New Roman"/>
      <w:sz w:val="24"/>
      <w:szCs w:val="24"/>
    </w:rPr>
  </w:style>
  <w:style w:type="table" w:styleId="Grigliatabella">
    <w:name w:val="Table Grid"/>
    <w:basedOn w:val="Tabellanormale"/>
    <w:uiPriority w:val="99"/>
    <w:rsid w:val="00D94C0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rsid w:val="00603FC1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CB52B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623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732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3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8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8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2012_2013\FINALE%20REGIONALE%20ATLETICA\Regionale%20Atletica%20Leggera\Finale%20Regionale%20MODULOAtletica%201&#176;%20grado%5b1%5d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Finale Regionale MODULOAtletica 1° grado[1]</Template>
  <TotalTime>58</TotalTime>
  <Pages>1</Pages>
  <Words>297</Words>
  <Characters>1696</Characters>
  <Application>Microsoft Office Word</Application>
  <DocSecurity>0</DocSecurity>
  <Lines>14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Ministero dell’istruzione, dell’università e della ricerca</vt:lpstr>
    </vt:vector>
  </TitlesOfParts>
  <Company>Provveditorato agli Studi</Company>
  <LinksUpToDate>false</LinksUpToDate>
  <CharactersWithSpaces>1990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Ministero dell’istruzione, dell’università e della ricerca</dc:title>
  <dc:creator>M.I.U.R.</dc:creator>
  <cp:lastModifiedBy>utente</cp:lastModifiedBy>
  <cp:revision>8</cp:revision>
  <cp:lastPrinted>2015-04-20T09:00:00Z</cp:lastPrinted>
  <dcterms:created xsi:type="dcterms:W3CDTF">2015-04-15T08:17:00Z</dcterms:created>
  <dcterms:modified xsi:type="dcterms:W3CDTF">2015-04-20T11:14:00Z</dcterms:modified>
</cp:coreProperties>
</file>