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</w:t>
      </w:r>
      <w:r w:rsidR="0046281A">
        <w:rPr>
          <w:rFonts w:ascii="Tahoma" w:hAnsi="Tahoma" w:cs="Tahoma"/>
          <w:b/>
          <w:sz w:val="16"/>
          <w:szCs w:val="18"/>
          <w:u w:val="single"/>
        </w:rPr>
        <w:t>Adesione Attività Progetti Nazionali</w:t>
      </w:r>
    </w:p>
    <w:p w:rsidR="0046201F" w:rsidRPr="00A24EF7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A24EF7" w:rsidRPr="0046281A" w:rsidRDefault="00A24EF7" w:rsidP="00A24EF7">
      <w:pPr>
        <w:tabs>
          <w:tab w:val="left" w:pos="993"/>
        </w:tabs>
        <w:ind w:right="-79"/>
        <w:jc w:val="center"/>
        <w:rPr>
          <w:rFonts w:ascii="Palatino Linotype" w:hAnsi="Palatino Linotype" w:cs="Tahoma"/>
          <w:iCs/>
          <w:sz w:val="24"/>
          <w:szCs w:val="18"/>
        </w:rPr>
      </w:pPr>
      <w:r w:rsidRPr="0046281A">
        <w:rPr>
          <w:rFonts w:ascii="Palatino Linotype" w:hAnsi="Palatino Linotype" w:cs="Tahoma"/>
          <w:iCs/>
          <w:sz w:val="24"/>
          <w:szCs w:val="18"/>
        </w:rPr>
        <w:t xml:space="preserve">Attività </w:t>
      </w:r>
      <w:r w:rsidR="0046281A" w:rsidRPr="0046281A">
        <w:rPr>
          <w:rFonts w:ascii="Palatino Linotype" w:hAnsi="Palatino Linotype" w:cs="Tahoma"/>
          <w:iCs/>
          <w:sz w:val="24"/>
          <w:szCs w:val="18"/>
        </w:rPr>
        <w:t>Progetti Nazionali</w:t>
      </w:r>
      <w:r w:rsidR="0046281A">
        <w:rPr>
          <w:rFonts w:ascii="Palatino Linotype" w:hAnsi="Palatino Linotype" w:cs="Tahoma"/>
          <w:iCs/>
          <w:sz w:val="24"/>
          <w:szCs w:val="18"/>
        </w:rPr>
        <w:t xml:space="preserve"> CONI-CIP</w:t>
      </w:r>
      <w:r w:rsidRPr="0046281A">
        <w:rPr>
          <w:rFonts w:ascii="Palatino Linotype" w:hAnsi="Palatino Linotype" w:cs="Tahoma"/>
          <w:iCs/>
          <w:sz w:val="24"/>
          <w:szCs w:val="18"/>
        </w:rPr>
        <w:t xml:space="preserve"> 2016/17</w:t>
      </w:r>
    </w:p>
    <w:p w:rsidR="0046281A" w:rsidRPr="0046281A" w:rsidRDefault="0046281A" w:rsidP="00A24EF7">
      <w:pPr>
        <w:tabs>
          <w:tab w:val="left" w:pos="993"/>
        </w:tabs>
        <w:ind w:right="-79"/>
        <w:jc w:val="center"/>
        <w:rPr>
          <w:rFonts w:ascii="Palatino Linotype" w:hAnsi="Palatino Linotype" w:cs="Tahoma"/>
          <w:iCs/>
          <w:sz w:val="22"/>
          <w:szCs w:val="24"/>
        </w:rPr>
      </w:pPr>
      <w:r w:rsidRPr="0046281A">
        <w:rPr>
          <w:rFonts w:ascii="Palatino Linotype" w:hAnsi="Palatino Linotype" w:cs="Tahoma"/>
          <w:iCs/>
          <w:sz w:val="22"/>
          <w:szCs w:val="24"/>
        </w:rPr>
        <w:t>Federazioni Sportive – Enti di Promozione</w:t>
      </w:r>
    </w:p>
    <w:p w:rsidR="008A20FF" w:rsidRPr="00A24EF7" w:rsidRDefault="008A20FF" w:rsidP="00A24EF7">
      <w:pPr>
        <w:tabs>
          <w:tab w:val="left" w:pos="993"/>
        </w:tabs>
        <w:ind w:right="-82"/>
        <w:rPr>
          <w:rFonts w:ascii="Tahoma" w:hAnsi="Tahoma" w:cs="Tahoma"/>
          <w:iCs/>
          <w:sz w:val="18"/>
          <w:szCs w:val="18"/>
        </w:rPr>
      </w:pPr>
    </w:p>
    <w:p w:rsidR="008A20FF" w:rsidRPr="00624D31" w:rsidRDefault="008A20FF" w:rsidP="00936C2E">
      <w:pPr>
        <w:jc w:val="center"/>
        <w:rPr>
          <w:rFonts w:ascii="Tahoma" w:hAnsi="Tahoma" w:cs="Tahoma"/>
          <w:sz w:val="18"/>
          <w:szCs w:val="18"/>
        </w:rPr>
      </w:pPr>
    </w:p>
    <w:p w:rsidR="00520DCE" w:rsidRDefault="0046281A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Trasmettere entro il 03 Dicembre 2016 a:</w:t>
      </w:r>
    </w:p>
    <w:p w:rsidR="0046281A" w:rsidRDefault="0046281A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USR Puglia “Coordinamento Attività Motoria e Sportiva”</w:t>
      </w:r>
    </w:p>
    <w:p w:rsidR="00D02F82" w:rsidRDefault="0046281A" w:rsidP="00D02F82">
      <w:pPr>
        <w:jc w:val="right"/>
        <w:rPr>
          <w:rFonts w:ascii="Lucida Calligraphy" w:hAnsi="Lucida Calligraphy" w:cs="Tahoma"/>
          <w:sz w:val="18"/>
          <w:szCs w:val="18"/>
        </w:rPr>
      </w:pPr>
      <w:hyperlink r:id="rId7" w:history="1">
        <w:r w:rsidRPr="001D0D6F">
          <w:rPr>
            <w:rStyle w:val="Collegamentoipertestuale"/>
            <w:rFonts w:ascii="Lucida Calligraphy" w:hAnsi="Lucida Calligraphy" w:cs="Tahoma"/>
            <w:sz w:val="18"/>
            <w:szCs w:val="18"/>
          </w:rPr>
          <w:t>marino.pellico.ba@istruzione.it</w:t>
        </w:r>
      </w:hyperlink>
    </w:p>
    <w:p w:rsidR="006D112B" w:rsidRDefault="006D112B" w:rsidP="00D02F82">
      <w:pPr>
        <w:jc w:val="right"/>
        <w:rPr>
          <w:rFonts w:ascii="Tahoma" w:hAnsi="Tahoma" w:cs="Tahoma"/>
          <w:sz w:val="18"/>
          <w:szCs w:val="18"/>
        </w:rPr>
      </w:pPr>
    </w:p>
    <w:p w:rsidR="00A24EF7" w:rsidRPr="00A24EF7" w:rsidRDefault="00A24EF7" w:rsidP="00D02F82">
      <w:pPr>
        <w:jc w:val="right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46281A" w:rsidP="00A24EF7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2" type="#_x0000_t202" style="position:absolute;margin-left:135.6pt;margin-top:-1.1pt;width:11.6pt;height:12.1pt;z-index:251693056;mso-position-horizontal-relative:text;mso-position-vertical-relative:text">
                  <v:textbox style="mso-next-textbox:#_x0000_s1072" inset="0,0,0,0">
                    <w:txbxContent>
                      <w:p w:rsidR="0046281A" w:rsidRPr="00B96C3A" w:rsidRDefault="0046281A" w:rsidP="0046281A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C611AC">
              <w:rPr>
                <w:rFonts w:ascii="Tahoma" w:hAnsi="Tahoma" w:cs="Tahoma"/>
                <w:noProof/>
                <w:sz w:val="18"/>
              </w:rPr>
              <w:pict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C611AC"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 xml:space="preserve">Primaria                </w:t>
            </w:r>
            <w:r>
              <w:rPr>
                <w:rFonts w:ascii="Tahoma" w:hAnsi="Tahoma" w:cs="Tahoma"/>
                <w:sz w:val="18"/>
              </w:rPr>
              <w:t>1° Gr.           2° Gr.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A24EF7" w:rsidRDefault="00A24EF7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9A350B" w:rsidRDefault="00E26DA3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</w:t>
      </w:r>
      <w:r w:rsidR="009A350B">
        <w:rPr>
          <w:rFonts w:ascii="Tahoma" w:hAnsi="Tahoma" w:cs="Tahoma"/>
          <w:sz w:val="18"/>
        </w:rPr>
        <w:t xml:space="preserve"> </w:t>
      </w:r>
      <w:r w:rsidR="00A24EF7">
        <w:rPr>
          <w:rFonts w:ascii="Tahoma" w:hAnsi="Tahoma" w:cs="Tahoma"/>
          <w:sz w:val="18"/>
        </w:rPr>
        <w:t>ATTESTA</w:t>
      </w:r>
    </w:p>
    <w:p w:rsidR="00D02F82" w:rsidRDefault="00D02F82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che l’ Istituzione Scolastica intende </w:t>
      </w:r>
      <w:r w:rsidR="00F540BC">
        <w:rPr>
          <w:rFonts w:ascii="Tahoma" w:hAnsi="Tahoma" w:cs="Tahoma"/>
          <w:sz w:val="18"/>
        </w:rPr>
        <w:t>aderire ai seguenti Progetti:</w:t>
      </w: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A24EF7" w:rsidRPr="00A24EF7" w:rsidRDefault="00A24EF7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>
        <w:rPr>
          <w:rFonts w:ascii="Tahoma" w:hAnsi="Tahoma" w:cs="Tahoma"/>
          <w:b w:val="0"/>
          <w:iCs/>
          <w:sz w:val="20"/>
        </w:rPr>
        <w:tab/>
      </w: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6D112B" w:rsidRPr="00F540BC" w:rsidRDefault="00F540BC" w:rsidP="00F540BC">
      <w:pPr>
        <w:pStyle w:val="Testodelblocco"/>
        <w:tabs>
          <w:tab w:val="clear" w:pos="0"/>
          <w:tab w:val="left" w:pos="1843"/>
          <w:tab w:val="left" w:pos="595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  <w:r>
        <w:rPr>
          <w:rFonts w:ascii="Tahoma" w:hAnsi="Tahoma" w:cs="Tahoma"/>
          <w:b w:val="0"/>
          <w:iCs/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margin-left:247.65pt;margin-top:.95pt;width:207.75pt;height:0;z-index:251694080" o:connectortype="straight"/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74" type="#_x0000_t32" style="position:absolute;margin-left:58.05pt;margin-top:.95pt;width:147.75pt;height:0;z-index:251695104" o:connectortype="straight"/>
        </w:pict>
      </w:r>
      <w:r>
        <w:rPr>
          <w:rFonts w:ascii="Tahoma" w:hAnsi="Tahoma" w:cs="Tahoma"/>
          <w:b w:val="0"/>
          <w:iCs/>
          <w:sz w:val="18"/>
          <w:szCs w:val="18"/>
        </w:rPr>
        <w:tab/>
      </w:r>
      <w:r w:rsidRPr="00F540BC">
        <w:rPr>
          <w:rFonts w:ascii="Tahoma" w:hAnsi="Tahoma" w:cs="Tahoma"/>
          <w:b w:val="0"/>
          <w:iCs/>
          <w:sz w:val="16"/>
          <w:szCs w:val="18"/>
        </w:rPr>
        <w:t>indicare la Federazione</w:t>
      </w:r>
      <w:r w:rsidRPr="00F540BC">
        <w:rPr>
          <w:rFonts w:ascii="Tahoma" w:hAnsi="Tahoma" w:cs="Tahoma"/>
          <w:b w:val="0"/>
          <w:iCs/>
          <w:sz w:val="16"/>
          <w:szCs w:val="18"/>
        </w:rPr>
        <w:tab/>
        <w:t>indicare Tematica del Progetto</w:t>
      </w: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  <w:r>
        <w:rPr>
          <w:rFonts w:ascii="Tahoma" w:hAnsi="Tahoma" w:cs="Tahoma"/>
          <w:b w:val="0"/>
          <w:iCs/>
          <w:sz w:val="20"/>
        </w:rPr>
        <w:tab/>
      </w:r>
    </w:p>
    <w:p w:rsidR="00F540BC" w:rsidRPr="00F540BC" w:rsidRDefault="00F540BC" w:rsidP="00F540BC">
      <w:pPr>
        <w:pStyle w:val="Testodelblocco"/>
        <w:tabs>
          <w:tab w:val="clear" w:pos="0"/>
          <w:tab w:val="left" w:pos="1843"/>
          <w:tab w:val="left" w:pos="595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  <w:r>
        <w:rPr>
          <w:rFonts w:ascii="Tahoma" w:hAnsi="Tahoma" w:cs="Tahoma"/>
          <w:b w:val="0"/>
          <w:iCs/>
          <w:noProof/>
          <w:sz w:val="20"/>
        </w:rPr>
        <w:pict>
          <v:shape id="_x0000_s1083" type="#_x0000_t32" style="position:absolute;margin-left:247.65pt;margin-top:.95pt;width:207.75pt;height:0;z-index:251697152" o:connectortype="straight"/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84" type="#_x0000_t32" style="position:absolute;margin-left:58.05pt;margin-top:.95pt;width:147.75pt;height:0;z-index:251698176" o:connectortype="straight"/>
        </w:pict>
      </w:r>
      <w:r>
        <w:rPr>
          <w:rFonts w:ascii="Tahoma" w:hAnsi="Tahoma" w:cs="Tahoma"/>
          <w:b w:val="0"/>
          <w:iCs/>
          <w:sz w:val="18"/>
          <w:szCs w:val="18"/>
        </w:rPr>
        <w:tab/>
      </w:r>
      <w:r w:rsidRPr="00F540BC">
        <w:rPr>
          <w:rFonts w:ascii="Tahoma" w:hAnsi="Tahoma" w:cs="Tahoma"/>
          <w:b w:val="0"/>
          <w:iCs/>
          <w:sz w:val="16"/>
          <w:szCs w:val="18"/>
        </w:rPr>
        <w:t>indicare la Federazione</w:t>
      </w:r>
      <w:r w:rsidRPr="00F540BC">
        <w:rPr>
          <w:rFonts w:ascii="Tahoma" w:hAnsi="Tahoma" w:cs="Tahoma"/>
          <w:b w:val="0"/>
          <w:iCs/>
          <w:sz w:val="16"/>
          <w:szCs w:val="18"/>
        </w:rPr>
        <w:tab/>
        <w:t>indicare Tematica del Progetto</w:t>
      </w: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F540BC" w:rsidRPr="00F540BC" w:rsidRDefault="00F540BC" w:rsidP="00F540BC">
      <w:pPr>
        <w:pStyle w:val="Testodelblocco"/>
        <w:tabs>
          <w:tab w:val="clear" w:pos="0"/>
          <w:tab w:val="left" w:pos="1843"/>
          <w:tab w:val="left" w:pos="595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  <w:r>
        <w:rPr>
          <w:rFonts w:ascii="Tahoma" w:hAnsi="Tahoma" w:cs="Tahoma"/>
          <w:b w:val="0"/>
          <w:iCs/>
          <w:noProof/>
          <w:sz w:val="20"/>
        </w:rPr>
        <w:pict>
          <v:shape id="_x0000_s1085" type="#_x0000_t32" style="position:absolute;margin-left:247.65pt;margin-top:.95pt;width:207.75pt;height:0;z-index:251700224" o:connectortype="straight"/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86" type="#_x0000_t32" style="position:absolute;margin-left:58.05pt;margin-top:.95pt;width:147.75pt;height:0;z-index:251701248" o:connectortype="straight"/>
        </w:pict>
      </w:r>
      <w:r>
        <w:rPr>
          <w:rFonts w:ascii="Tahoma" w:hAnsi="Tahoma" w:cs="Tahoma"/>
          <w:b w:val="0"/>
          <w:iCs/>
          <w:sz w:val="18"/>
          <w:szCs w:val="18"/>
        </w:rPr>
        <w:tab/>
      </w:r>
      <w:r w:rsidRPr="00F540BC">
        <w:rPr>
          <w:rFonts w:ascii="Tahoma" w:hAnsi="Tahoma" w:cs="Tahoma"/>
          <w:b w:val="0"/>
          <w:iCs/>
          <w:sz w:val="16"/>
          <w:szCs w:val="18"/>
        </w:rPr>
        <w:t>indicare la Federazione</w:t>
      </w:r>
      <w:r w:rsidRPr="00F540BC">
        <w:rPr>
          <w:rFonts w:ascii="Tahoma" w:hAnsi="Tahoma" w:cs="Tahoma"/>
          <w:b w:val="0"/>
          <w:iCs/>
          <w:sz w:val="16"/>
          <w:szCs w:val="18"/>
        </w:rPr>
        <w:tab/>
        <w:t>indicare Tematica del Progetto</w:t>
      </w: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F540BC" w:rsidRPr="00F540BC" w:rsidRDefault="00F540BC" w:rsidP="00F540BC">
      <w:pPr>
        <w:pStyle w:val="Testodelblocco"/>
        <w:tabs>
          <w:tab w:val="clear" w:pos="0"/>
          <w:tab w:val="left" w:pos="1843"/>
          <w:tab w:val="left" w:pos="595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  <w:r>
        <w:rPr>
          <w:rFonts w:ascii="Tahoma" w:hAnsi="Tahoma" w:cs="Tahoma"/>
          <w:b w:val="0"/>
          <w:iCs/>
          <w:noProof/>
          <w:sz w:val="20"/>
        </w:rPr>
        <w:pict>
          <v:shape id="_x0000_s1087" type="#_x0000_t32" style="position:absolute;margin-left:247.65pt;margin-top:.95pt;width:207.75pt;height:0;z-index:251703296" o:connectortype="straight"/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88" type="#_x0000_t32" style="position:absolute;margin-left:58.05pt;margin-top:.95pt;width:147.75pt;height:0;z-index:251704320" o:connectortype="straight"/>
        </w:pict>
      </w:r>
      <w:r>
        <w:rPr>
          <w:rFonts w:ascii="Tahoma" w:hAnsi="Tahoma" w:cs="Tahoma"/>
          <w:b w:val="0"/>
          <w:iCs/>
          <w:sz w:val="18"/>
          <w:szCs w:val="18"/>
        </w:rPr>
        <w:tab/>
      </w:r>
      <w:r w:rsidRPr="00F540BC">
        <w:rPr>
          <w:rFonts w:ascii="Tahoma" w:hAnsi="Tahoma" w:cs="Tahoma"/>
          <w:b w:val="0"/>
          <w:iCs/>
          <w:sz w:val="16"/>
          <w:szCs w:val="18"/>
        </w:rPr>
        <w:t>indicare la Federazione</w:t>
      </w:r>
      <w:r w:rsidRPr="00F540BC">
        <w:rPr>
          <w:rFonts w:ascii="Tahoma" w:hAnsi="Tahoma" w:cs="Tahoma"/>
          <w:b w:val="0"/>
          <w:iCs/>
          <w:sz w:val="16"/>
          <w:szCs w:val="18"/>
        </w:rPr>
        <w:tab/>
        <w:t>indicare Tematica del Progetto</w:t>
      </w: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F540BC" w:rsidRPr="00F540BC" w:rsidRDefault="00F540BC" w:rsidP="00F540BC">
      <w:pPr>
        <w:pStyle w:val="Testodelblocco"/>
        <w:tabs>
          <w:tab w:val="clear" w:pos="0"/>
          <w:tab w:val="left" w:pos="1843"/>
          <w:tab w:val="left" w:pos="595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  <w:r>
        <w:rPr>
          <w:rFonts w:ascii="Tahoma" w:hAnsi="Tahoma" w:cs="Tahoma"/>
          <w:b w:val="0"/>
          <w:iCs/>
          <w:noProof/>
          <w:sz w:val="20"/>
        </w:rPr>
        <w:pict>
          <v:shape id="_x0000_s1089" type="#_x0000_t32" style="position:absolute;margin-left:247.65pt;margin-top:.95pt;width:207.75pt;height:0;z-index:251706368" o:connectortype="straight"/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90" type="#_x0000_t32" style="position:absolute;margin-left:58.05pt;margin-top:.95pt;width:147.75pt;height:0;z-index:251707392" o:connectortype="straight"/>
        </w:pict>
      </w:r>
      <w:r>
        <w:rPr>
          <w:rFonts w:ascii="Tahoma" w:hAnsi="Tahoma" w:cs="Tahoma"/>
          <w:b w:val="0"/>
          <w:iCs/>
          <w:sz w:val="18"/>
          <w:szCs w:val="18"/>
        </w:rPr>
        <w:tab/>
      </w:r>
      <w:r w:rsidRPr="00F540BC">
        <w:rPr>
          <w:rFonts w:ascii="Tahoma" w:hAnsi="Tahoma" w:cs="Tahoma"/>
          <w:b w:val="0"/>
          <w:iCs/>
          <w:sz w:val="16"/>
          <w:szCs w:val="18"/>
        </w:rPr>
        <w:t>indicare la Federazione</w:t>
      </w:r>
      <w:r w:rsidRPr="00F540BC">
        <w:rPr>
          <w:rFonts w:ascii="Tahoma" w:hAnsi="Tahoma" w:cs="Tahoma"/>
          <w:b w:val="0"/>
          <w:iCs/>
          <w:sz w:val="16"/>
          <w:szCs w:val="18"/>
        </w:rPr>
        <w:tab/>
        <w:t>indicare Tematica del Progetto</w:t>
      </w: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284" w:firstLine="0"/>
        <w:rPr>
          <w:rFonts w:ascii="Tahoma" w:hAnsi="Tahoma" w:cs="Tahoma"/>
          <w:b w:val="0"/>
          <w:iCs/>
          <w:sz w:val="18"/>
          <w:szCs w:val="18"/>
        </w:rPr>
      </w:pPr>
    </w:p>
    <w:p w:rsidR="00F540BC" w:rsidRDefault="00F540BC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A24EF7" w:rsidRDefault="00A24EF7" w:rsidP="00F540BC">
      <w:pPr>
        <w:pStyle w:val="Testodelblocco"/>
        <w:tabs>
          <w:tab w:val="clear" w:pos="0"/>
          <w:tab w:val="left" w:pos="1276"/>
          <w:tab w:val="left" w:pos="5103"/>
        </w:tabs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D02F82" w:rsidRDefault="00F540BC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DICHIARA</w:t>
      </w:r>
    </w:p>
    <w:p w:rsidR="00D02F82" w:rsidRDefault="00F540BC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 nominativi dei seguenti Referenti, che assicurano</w:t>
      </w:r>
      <w:r w:rsidR="000C730D">
        <w:rPr>
          <w:rFonts w:ascii="Tahoma" w:hAnsi="Tahoma" w:cs="Tahoma"/>
          <w:sz w:val="18"/>
        </w:rPr>
        <w:t xml:space="preserve"> il buon esito del Progetto</w:t>
      </w:r>
      <w:r w:rsidR="00D02F82">
        <w:rPr>
          <w:rFonts w:ascii="Tahoma" w:hAnsi="Tahoma" w:cs="Tahoma"/>
          <w:sz w:val="18"/>
        </w:rPr>
        <w:t>:</w:t>
      </w:r>
    </w:p>
    <w:p w:rsidR="00A24EF7" w:rsidRDefault="00A24EF7" w:rsidP="00A24EF7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A24EF7" w:rsidRPr="00464574" w:rsidTr="00831F7A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A24EF7" w:rsidRPr="0046201F" w:rsidRDefault="00A24EF7" w:rsidP="000C730D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Docente </w:t>
            </w:r>
            <w:r w:rsidR="000C730D">
              <w:rPr>
                <w:rFonts w:ascii="Tahoma" w:hAnsi="Tahoma" w:cs="Tahoma"/>
                <w:sz w:val="18"/>
              </w:rPr>
              <w:t>Motoria</w:t>
            </w:r>
          </w:p>
        </w:tc>
      </w:tr>
      <w:tr w:rsidR="00A24EF7" w:rsidRPr="00464574" w:rsidTr="00831F7A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A24EF7" w:rsidRPr="00464574" w:rsidTr="00831F7A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0C730D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Docente </w:t>
            </w:r>
            <w:r w:rsidR="000C730D">
              <w:rPr>
                <w:rFonts w:ascii="Tahoma" w:hAnsi="Tahoma" w:cs="Tahoma"/>
                <w:sz w:val="18"/>
              </w:rPr>
              <w:t>Ed. Fisica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A20FF" w:rsidRDefault="008A20FF"/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0C730D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Docente </w:t>
            </w:r>
            <w:r w:rsidR="000C730D">
              <w:rPr>
                <w:rFonts w:ascii="Tahoma" w:hAnsi="Tahoma" w:cs="Tahoma"/>
                <w:sz w:val="18"/>
              </w:rPr>
              <w:t>Sostegno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D112B" w:rsidRDefault="006D112B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C611AC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C611AC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C611AC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8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50D" w:rsidRDefault="0082450D">
      <w:r>
        <w:separator/>
      </w:r>
    </w:p>
  </w:endnote>
  <w:endnote w:type="continuationSeparator" w:id="1">
    <w:p w:rsidR="0082450D" w:rsidRDefault="00824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50D" w:rsidRDefault="0082450D">
      <w:r>
        <w:separator/>
      </w:r>
    </w:p>
  </w:footnote>
  <w:footnote w:type="continuationSeparator" w:id="1">
    <w:p w:rsidR="0082450D" w:rsidRDefault="008245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C730D"/>
    <w:rsid w:val="000D12CD"/>
    <w:rsid w:val="000D31C5"/>
    <w:rsid w:val="000F46AA"/>
    <w:rsid w:val="0010152E"/>
    <w:rsid w:val="00110164"/>
    <w:rsid w:val="00112247"/>
    <w:rsid w:val="001311FE"/>
    <w:rsid w:val="00161D72"/>
    <w:rsid w:val="0016229F"/>
    <w:rsid w:val="00176D97"/>
    <w:rsid w:val="001810DE"/>
    <w:rsid w:val="001B678C"/>
    <w:rsid w:val="001E116F"/>
    <w:rsid w:val="001F29AF"/>
    <w:rsid w:val="00200D9A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3E488B"/>
    <w:rsid w:val="003F296A"/>
    <w:rsid w:val="0044254A"/>
    <w:rsid w:val="004516DC"/>
    <w:rsid w:val="0046201F"/>
    <w:rsid w:val="0046281A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24D31"/>
    <w:rsid w:val="00634F8E"/>
    <w:rsid w:val="00636BF5"/>
    <w:rsid w:val="00645E1F"/>
    <w:rsid w:val="00680ACE"/>
    <w:rsid w:val="0069662E"/>
    <w:rsid w:val="006A7848"/>
    <w:rsid w:val="006C6076"/>
    <w:rsid w:val="006D112B"/>
    <w:rsid w:val="006D24C0"/>
    <w:rsid w:val="006D7BCF"/>
    <w:rsid w:val="006E32C2"/>
    <w:rsid w:val="006E6AFF"/>
    <w:rsid w:val="006F07A4"/>
    <w:rsid w:val="006F2780"/>
    <w:rsid w:val="006F6261"/>
    <w:rsid w:val="007124A2"/>
    <w:rsid w:val="00726D0D"/>
    <w:rsid w:val="007353D1"/>
    <w:rsid w:val="007529ED"/>
    <w:rsid w:val="00756115"/>
    <w:rsid w:val="007815B7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450D"/>
    <w:rsid w:val="00826488"/>
    <w:rsid w:val="00827C73"/>
    <w:rsid w:val="00834766"/>
    <w:rsid w:val="008412BC"/>
    <w:rsid w:val="0084201E"/>
    <w:rsid w:val="0087224A"/>
    <w:rsid w:val="008839C5"/>
    <w:rsid w:val="0088418C"/>
    <w:rsid w:val="008A20FF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24EF7"/>
    <w:rsid w:val="00A51CC8"/>
    <w:rsid w:val="00A63390"/>
    <w:rsid w:val="00A67EBC"/>
    <w:rsid w:val="00AB728D"/>
    <w:rsid w:val="00AD0BB4"/>
    <w:rsid w:val="00AE3D94"/>
    <w:rsid w:val="00B11938"/>
    <w:rsid w:val="00B13E60"/>
    <w:rsid w:val="00B2123D"/>
    <w:rsid w:val="00B2327B"/>
    <w:rsid w:val="00B24BE9"/>
    <w:rsid w:val="00B37A73"/>
    <w:rsid w:val="00B45332"/>
    <w:rsid w:val="00B477F2"/>
    <w:rsid w:val="00B6387B"/>
    <w:rsid w:val="00B87ABD"/>
    <w:rsid w:val="00BB369D"/>
    <w:rsid w:val="00C25122"/>
    <w:rsid w:val="00C3665D"/>
    <w:rsid w:val="00C611AC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204C"/>
    <w:rsid w:val="00D52CD8"/>
    <w:rsid w:val="00D55402"/>
    <w:rsid w:val="00D65619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15F4D"/>
    <w:rsid w:val="00E26DA3"/>
    <w:rsid w:val="00E66072"/>
    <w:rsid w:val="00E708AF"/>
    <w:rsid w:val="00EB5487"/>
    <w:rsid w:val="00EB5AE0"/>
    <w:rsid w:val="00EE407F"/>
    <w:rsid w:val="00EF4D68"/>
    <w:rsid w:val="00EF4DF4"/>
    <w:rsid w:val="00EF7296"/>
    <w:rsid w:val="00F07A42"/>
    <w:rsid w:val="00F25EA9"/>
    <w:rsid w:val="00F44DF1"/>
    <w:rsid w:val="00F540BC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ules v:ext="edit">
        <o:r id="V:Rule2" type="connector" idref="#_x0000_s1073"/>
        <o:r id="V:Rule3" type="connector" idref="#_x0000_s1074"/>
        <o:r id="V:Rule12" type="connector" idref="#_x0000_s1083"/>
        <o:r id="V:Rule13" type="connector" idref="#_x0000_s1084"/>
        <o:r id="V:Rule14" type="connector" idref="#_x0000_s1085"/>
        <o:r id="V:Rule15" type="connector" idref="#_x0000_s1086"/>
        <o:r id="V:Rule16" type="connector" idref="#_x0000_s1087"/>
        <o:r id="V:Rule17" type="connector" idref="#_x0000_s1088"/>
        <o:r id="V:Rule18" type="connector" idref="#_x0000_s1089"/>
        <o:r id="V:Rule19" type="connector" idref="#_x0000_s10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111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1379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4</cp:revision>
  <cp:lastPrinted>2010-09-29T07:54:00Z</cp:lastPrinted>
  <dcterms:created xsi:type="dcterms:W3CDTF">2015-09-15T09:02:00Z</dcterms:created>
  <dcterms:modified xsi:type="dcterms:W3CDTF">2016-11-14T08:47:00Z</dcterms:modified>
</cp:coreProperties>
</file>