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46201F" w:rsidRPr="006D112B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D02F82" w:rsidRPr="00D02F82" w:rsidRDefault="00D02F82" w:rsidP="00D02F82">
      <w:pPr>
        <w:tabs>
          <w:tab w:val="left" w:pos="993"/>
        </w:tabs>
        <w:ind w:right="-82"/>
        <w:jc w:val="center"/>
        <w:rPr>
          <w:iCs/>
        </w:rPr>
      </w:pPr>
      <w:r w:rsidRPr="00D02F82">
        <w:rPr>
          <w:iCs/>
        </w:rPr>
        <w:t>WMOC World Master Orienteering Championship</w:t>
      </w:r>
    </w:p>
    <w:p w:rsidR="00D02F82" w:rsidRPr="002E20D7" w:rsidRDefault="00D02F82" w:rsidP="00D02F82">
      <w:pPr>
        <w:tabs>
          <w:tab w:val="left" w:pos="993"/>
        </w:tabs>
        <w:ind w:right="-82"/>
        <w:jc w:val="center"/>
        <w:rPr>
          <w:iCs/>
          <w:sz w:val="18"/>
        </w:rPr>
      </w:pPr>
      <w:r w:rsidRPr="002E20D7">
        <w:rPr>
          <w:iCs/>
          <w:sz w:val="18"/>
        </w:rPr>
        <w:t>“Attività Sportiva in Ambiente Naturale”</w:t>
      </w:r>
    </w:p>
    <w:p w:rsidR="00D02F82" w:rsidRPr="002E20D7" w:rsidRDefault="00D02F82" w:rsidP="00D02F82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8"/>
          <w:szCs w:val="8"/>
        </w:rPr>
      </w:pPr>
    </w:p>
    <w:p w:rsidR="00D02F82" w:rsidRPr="00053490" w:rsidRDefault="00D02F82" w:rsidP="00D02F82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 w:rsidRPr="00053490">
        <w:rPr>
          <w:rFonts w:ascii="Tahoma" w:hAnsi="Tahoma" w:cs="Tahoma"/>
          <w:iCs/>
          <w:sz w:val="18"/>
        </w:rPr>
        <w:t>Bari, 28 Settembre 2016</w:t>
      </w:r>
      <w:r>
        <w:rPr>
          <w:rFonts w:ascii="Tahoma" w:hAnsi="Tahoma" w:cs="Tahoma"/>
          <w:iCs/>
          <w:sz w:val="18"/>
        </w:rPr>
        <w:t xml:space="preserve"> ore 16.00</w:t>
      </w:r>
    </w:p>
    <w:p w:rsidR="0046201F" w:rsidRPr="006D112B" w:rsidRDefault="00D02F82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 w:rsidRPr="00053490">
        <w:rPr>
          <w:rFonts w:ascii="Tahoma" w:hAnsi="Tahoma" w:cs="Tahoma"/>
          <w:iCs/>
          <w:sz w:val="18"/>
        </w:rPr>
        <w:t>c/o CONI Puglia</w:t>
      </w:r>
    </w:p>
    <w:p w:rsidR="008F0524" w:rsidRPr="009A350B" w:rsidRDefault="008F0524" w:rsidP="00936C2E">
      <w:pPr>
        <w:jc w:val="center"/>
        <w:rPr>
          <w:rFonts w:ascii="Tahoma" w:hAnsi="Tahoma" w:cs="Tahoma"/>
          <w:sz w:val="18"/>
          <w:szCs w:val="18"/>
        </w:rPr>
      </w:pPr>
    </w:p>
    <w:p w:rsidR="00520DCE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Compilare al computer e trasmettere</w:t>
      </w:r>
    </w:p>
    <w:p w:rsidR="00D02F82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entro il 24 Settembre 2016 a:</w:t>
      </w:r>
    </w:p>
    <w:p w:rsidR="00D02F82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comitato WMOC –  </w:t>
      </w:r>
      <w:hyperlink r:id="rId7" w:history="1">
        <w:r w:rsidRPr="00142C69">
          <w:rPr>
            <w:rStyle w:val="Collegamentoipertestuale"/>
            <w:rFonts w:ascii="Lucida Calligraphy" w:hAnsi="Lucida Calligraphy" w:cs="Tahoma"/>
            <w:sz w:val="18"/>
            <w:szCs w:val="18"/>
          </w:rPr>
          <w:t>michele.barbone2007@libero.it</w:t>
        </w:r>
      </w:hyperlink>
    </w:p>
    <w:p w:rsidR="00D02F82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6D112B" w:rsidRPr="000F2B1B" w:rsidRDefault="006D112B" w:rsidP="006D112B">
      <w:pPr>
        <w:tabs>
          <w:tab w:val="left" w:pos="851"/>
        </w:tabs>
        <w:ind w:right="-142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L’ invito è rivolto alle Istituzioni Scolastiche di ogni ordine e grado, Dirigenti e Docenti di tutte le materie</w:t>
      </w: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D02F82" w:rsidRPr="00520DCE" w:rsidRDefault="00D02F82" w:rsidP="00D02F82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Consegnare in originale alla Conferenza</w:t>
      </w:r>
    </w:p>
    <w:p w:rsidR="00EB5487" w:rsidRPr="0024245F" w:rsidRDefault="00EB5487" w:rsidP="00936C2E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D02F82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133.75pt;margin-top:-1.3pt;width:11.6pt;height:12.1pt;z-index:251687936;mso-position-horizontal-relative:text;mso-position-vertical-relative:text">
                  <v:textbox style="mso-next-textbox:#_x0000_s1063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FF0B69"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>
              <w:rPr>
                <w:rFonts w:ascii="Tahoma" w:hAnsi="Tahoma" w:cs="Tahoma"/>
                <w:sz w:val="18"/>
              </w:rPr>
              <w:t>Primaria                1° Gr.           2° Gr.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9A350B" w:rsidRDefault="00E26DA3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</w:t>
      </w:r>
      <w:r w:rsidR="009A350B">
        <w:rPr>
          <w:rFonts w:ascii="Tahoma" w:hAnsi="Tahoma" w:cs="Tahoma"/>
          <w:sz w:val="18"/>
        </w:rPr>
        <w:t xml:space="preserve"> </w:t>
      </w:r>
      <w:r w:rsidR="00D02F82">
        <w:rPr>
          <w:rFonts w:ascii="Tahoma" w:hAnsi="Tahoma" w:cs="Tahoma"/>
          <w:sz w:val="18"/>
        </w:rPr>
        <w:t>FA PRESENTE</w:t>
      </w:r>
    </w:p>
    <w:p w:rsidR="00D02F82" w:rsidRDefault="00D02F82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che l’ Istituzione Scolastica intende svolgere l’ Attività Sportiva di Orienteering per l’ A.S. 2016/17</w:t>
      </w:r>
    </w:p>
    <w:p w:rsidR="006D112B" w:rsidRPr="006D112B" w:rsidRDefault="006D112B" w:rsidP="00936C2E">
      <w:pPr>
        <w:pStyle w:val="Rientrocorpodeltesto21"/>
        <w:ind w:left="0"/>
        <w:jc w:val="center"/>
        <w:rPr>
          <w:rFonts w:ascii="Tahoma" w:hAnsi="Tahoma" w:cs="Tahoma"/>
          <w:sz w:val="16"/>
        </w:rPr>
      </w:pPr>
      <w:r w:rsidRPr="006D112B">
        <w:rPr>
          <w:rFonts w:ascii="Tahoma" w:hAnsi="Tahoma" w:cs="Tahoma"/>
          <w:sz w:val="16"/>
        </w:rPr>
        <w:t>contrassegnare “X”</w:t>
      </w:r>
    </w:p>
    <w:p w:rsidR="00C82508" w:rsidRDefault="00C82508" w:rsidP="00936C2E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9A350B" w:rsidRDefault="006D112B" w:rsidP="006D112B">
      <w:pPr>
        <w:pStyle w:val="Testodelblocco"/>
        <w:tabs>
          <w:tab w:val="clear" w:pos="0"/>
          <w:tab w:val="left" w:pos="851"/>
          <w:tab w:val="left" w:pos="7371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 w:rsidRPr="00FF0B69">
        <w:rPr>
          <w:rFonts w:ascii="Tahoma" w:hAnsi="Tahoma" w:cs="Tahoma"/>
          <w:noProof/>
          <w:sz w:val="18"/>
        </w:rPr>
        <w:pict>
          <v:shape id="_x0000_s1058" type="#_x0000_t202" style="position:absolute;margin-left:351.7pt;margin-top:5.15pt;width:11.6pt;height:12.1pt;z-index:251683840">
            <v:textbox style="mso-next-textbox:#_x0000_s1058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F0B69">
        <w:rPr>
          <w:rFonts w:ascii="Calibri" w:hAnsi="Calibri" w:cs="Calibri"/>
          <w:noProof/>
          <w:sz w:val="20"/>
        </w:rPr>
        <w:pict>
          <v:shape id="_x0000_s1059" type="#_x0000_t202" style="position:absolute;margin-left:26.2pt;margin-top:3.65pt;width:11.6pt;height:12.1pt;z-index:251684864">
            <v:textbox style="mso-next-textbox:#_x0000_s1059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36C2E">
        <w:rPr>
          <w:rFonts w:ascii="Tahoma" w:hAnsi="Tahoma" w:cs="Tahoma"/>
          <w:b w:val="0"/>
          <w:iCs/>
          <w:sz w:val="20"/>
        </w:rPr>
        <w:tab/>
      </w:r>
      <w:r w:rsidR="00D02F82" w:rsidRPr="00D02F82">
        <w:rPr>
          <w:rFonts w:ascii="Tahoma" w:hAnsi="Tahoma" w:cs="Tahoma"/>
          <w:b w:val="0"/>
          <w:iCs/>
          <w:sz w:val="18"/>
        </w:rPr>
        <w:t>Primaria</w:t>
      </w:r>
      <w:r>
        <w:rPr>
          <w:rFonts w:ascii="Tahoma" w:hAnsi="Tahoma" w:cs="Tahoma"/>
          <w:b w:val="0"/>
          <w:iCs/>
          <w:sz w:val="18"/>
        </w:rPr>
        <w:t xml:space="preserve"> Festival Gio.Mo.Vi.</w:t>
      </w:r>
      <w:r>
        <w:rPr>
          <w:rFonts w:ascii="Tahoma" w:hAnsi="Tahoma" w:cs="Tahoma"/>
          <w:b w:val="0"/>
          <w:iCs/>
          <w:sz w:val="18"/>
        </w:rPr>
        <w:tab/>
      </w:r>
      <w:r w:rsidR="00D02F82">
        <w:rPr>
          <w:rFonts w:ascii="Tahoma" w:hAnsi="Tahoma" w:cs="Tahoma"/>
          <w:b w:val="0"/>
          <w:iCs/>
          <w:sz w:val="18"/>
        </w:rPr>
        <w:t>Secondaria di 1°/2° Gr.</w:t>
      </w:r>
    </w:p>
    <w:p w:rsidR="006D112B" w:rsidRPr="00D02F82" w:rsidRDefault="006D112B" w:rsidP="006D112B">
      <w:pPr>
        <w:pStyle w:val="Testodelblocco"/>
        <w:tabs>
          <w:tab w:val="clear" w:pos="0"/>
          <w:tab w:val="left" w:pos="851"/>
          <w:tab w:val="left" w:pos="7371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>
        <w:rPr>
          <w:rFonts w:ascii="Tahoma" w:hAnsi="Tahoma" w:cs="Tahoma"/>
          <w:b w:val="0"/>
          <w:iCs/>
          <w:sz w:val="18"/>
        </w:rPr>
        <w:tab/>
        <w:t xml:space="preserve"> “Orienteering in Festa”</w:t>
      </w:r>
      <w:r>
        <w:rPr>
          <w:rFonts w:ascii="Tahoma" w:hAnsi="Tahoma" w:cs="Tahoma"/>
          <w:b w:val="0"/>
          <w:iCs/>
          <w:sz w:val="18"/>
        </w:rPr>
        <w:tab/>
        <w:t>Campionati Studenteschi</w:t>
      </w:r>
    </w:p>
    <w:p w:rsidR="00936C2E" w:rsidRDefault="00936C2E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6D112B" w:rsidRDefault="006D112B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partecipazione:</w:t>
      </w: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9A350B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</w:t>
            </w:r>
            <w:r w:rsidR="006D112B">
              <w:rPr>
                <w:rFonts w:ascii="Tahoma" w:hAnsi="Tahoma" w:cs="Tahoma"/>
                <w:sz w:val="18"/>
              </w:rPr>
              <w:t>irigente Scolastico</w:t>
            </w:r>
          </w:p>
        </w:tc>
      </w:tr>
      <w:tr w:rsidR="0046201F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9A350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 (Primaria)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 (1°/2° Gr.)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53783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4" type="#_x0000_t32" style="position:absolute;margin-left:37.45pt;margin-top:9.95pt;width:94.5pt;height:0;z-index:251688960" o:connectortype="straight"/>
              </w:pict>
            </w:r>
            <w:r>
              <w:rPr>
                <w:rFonts w:ascii="Tahoma" w:hAnsi="Tahoma" w:cs="Tahoma"/>
                <w:sz w:val="18"/>
              </w:rPr>
              <w:t xml:space="preserve">Docente </w:t>
            </w:r>
          </w:p>
        </w:tc>
      </w:tr>
      <w:tr w:rsidR="006D112B" w:rsidRPr="00464574" w:rsidTr="0053783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D112B" w:rsidRDefault="006D112B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FF0B69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FF0B69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FF0B69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8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33F" w:rsidRDefault="00F7733F">
      <w:r>
        <w:separator/>
      </w:r>
    </w:p>
  </w:endnote>
  <w:endnote w:type="continuationSeparator" w:id="1">
    <w:p w:rsidR="00F7733F" w:rsidRDefault="00F77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33F" w:rsidRDefault="00F7733F">
      <w:r>
        <w:separator/>
      </w:r>
    </w:p>
  </w:footnote>
  <w:footnote w:type="continuationSeparator" w:id="1">
    <w:p w:rsidR="00F7733F" w:rsidRDefault="00F773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112B"/>
    <w:rsid w:val="006D24C0"/>
    <w:rsid w:val="006D7BCF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5332"/>
    <w:rsid w:val="00B477F2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2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chele.barbone2007@libe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86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1494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2015-09-15T09:02:00Z</dcterms:created>
  <dcterms:modified xsi:type="dcterms:W3CDTF">2016-08-29T09:17:00Z</dcterms:modified>
</cp:coreProperties>
</file>