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Pr="00FC15F3" w:rsidRDefault="0024245F" w:rsidP="00570B43">
      <w:pPr>
        <w:pStyle w:val="Nessunaspaziatura"/>
        <w:rPr>
          <w:rFonts w:ascii="Tahoma" w:hAnsi="Tahoma" w:cs="Tahoma"/>
          <w:sz w:val="8"/>
          <w:szCs w:val="18"/>
          <w:u w:val="single"/>
        </w:rPr>
      </w:pPr>
    </w:p>
    <w:p w:rsidR="005F77C4" w:rsidRPr="007F4450" w:rsidRDefault="005F77C4" w:rsidP="005F77C4">
      <w:pPr>
        <w:spacing w:line="276" w:lineRule="auto"/>
        <w:ind w:right="-82"/>
        <w:jc w:val="center"/>
        <w:rPr>
          <w:rFonts w:ascii="Comic Sans MS" w:hAnsi="Comic Sans MS"/>
          <w:iCs/>
          <w:sz w:val="22"/>
          <w:szCs w:val="18"/>
          <w:lang w:val="en-US"/>
        </w:rPr>
      </w:pPr>
      <w:r w:rsidRPr="007F4450">
        <w:rPr>
          <w:rFonts w:ascii="Comic Sans MS" w:hAnsi="Comic Sans MS"/>
          <w:iCs/>
          <w:sz w:val="22"/>
          <w:szCs w:val="18"/>
          <w:lang w:val="en-US"/>
        </w:rPr>
        <w:t>Open Day Adventure Park</w:t>
      </w:r>
    </w:p>
    <w:p w:rsidR="005F77C4" w:rsidRPr="007F4450" w:rsidRDefault="005F77C4" w:rsidP="005F77C4">
      <w:pPr>
        <w:spacing w:line="276" w:lineRule="auto"/>
        <w:ind w:right="-82"/>
        <w:jc w:val="center"/>
        <w:rPr>
          <w:rFonts w:ascii="Monotype Corsiva" w:hAnsi="Monotype Corsiva"/>
          <w:iCs/>
          <w:szCs w:val="22"/>
          <w:lang w:val="en-US"/>
        </w:rPr>
      </w:pPr>
      <w:r w:rsidRPr="007F4450">
        <w:rPr>
          <w:rFonts w:ascii="Monotype Corsiva" w:hAnsi="Monotype Corsiva"/>
          <w:iCs/>
          <w:szCs w:val="22"/>
          <w:lang w:val="en-US"/>
        </w:rPr>
        <w:t>“Sport, Natura e Falconeria”</w:t>
      </w:r>
    </w:p>
    <w:p w:rsidR="005F77C4" w:rsidRPr="007F4450" w:rsidRDefault="005F77C4" w:rsidP="005F77C4">
      <w:pPr>
        <w:ind w:right="-82"/>
        <w:rPr>
          <w:rFonts w:ascii="Tahoma" w:hAnsi="Tahoma" w:cs="Tahoma"/>
          <w:iCs/>
          <w:sz w:val="12"/>
          <w:szCs w:val="8"/>
          <w:lang w:val="en-US"/>
        </w:rPr>
      </w:pPr>
    </w:p>
    <w:p w:rsidR="005F77C4" w:rsidRPr="00E77833" w:rsidRDefault="005F77C4" w:rsidP="005F77C4">
      <w:pPr>
        <w:ind w:right="-82"/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Ostuni (BR) 11 Ottobre 2015 ore 09.30</w:t>
      </w:r>
    </w:p>
    <w:p w:rsidR="005F77C4" w:rsidRDefault="005F77C4" w:rsidP="005F77C4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SP 17 Direzione Ostuni-Cisternino – 2 Km</w:t>
      </w:r>
    </w:p>
    <w:p w:rsidR="00DC0E45" w:rsidRPr="005F77C4" w:rsidRDefault="005F77C4" w:rsidP="005F77C4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indicazione Parco Avventura Ciuchino Birichino</w:t>
      </w:r>
    </w:p>
    <w:p w:rsidR="00FC15F3" w:rsidRPr="00FC15F3" w:rsidRDefault="00FC15F3" w:rsidP="00DC0E45">
      <w:pPr>
        <w:pStyle w:val="Testodelblocco"/>
        <w:ind w:left="0" w:right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DC0E45" w:rsidRPr="00FC15F3" w:rsidRDefault="00FC15F3" w:rsidP="00DC0E45">
      <w:pPr>
        <w:pStyle w:val="Testodelblocco"/>
        <w:ind w:left="0" w:right="0"/>
        <w:jc w:val="right"/>
        <w:rPr>
          <w:rFonts w:ascii="Lucida Calligraphy" w:hAnsi="Lucida Calligraphy" w:cs="Tahoma"/>
          <w:b w:val="0"/>
          <w:iCs/>
          <w:sz w:val="16"/>
        </w:rPr>
      </w:pPr>
      <w:r>
        <w:rPr>
          <w:rFonts w:ascii="Lucida Calligraphy" w:hAnsi="Lucida Calligraphy" w:cs="Tahoma"/>
          <w:b w:val="0"/>
          <w:iCs/>
          <w:sz w:val="16"/>
        </w:rPr>
        <w:t>Trasmettere non oltre</w:t>
      </w:r>
      <w:r w:rsidR="00DC0E45" w:rsidRPr="00FC15F3">
        <w:rPr>
          <w:rFonts w:ascii="Lucida Calligraphy" w:hAnsi="Lucida Calligraphy" w:cs="Tahoma"/>
          <w:b w:val="0"/>
          <w:iCs/>
          <w:sz w:val="16"/>
        </w:rPr>
        <w:t xml:space="preserve"> il </w:t>
      </w:r>
      <w:r w:rsidR="005F77C4">
        <w:rPr>
          <w:rFonts w:ascii="Lucida Calligraphy" w:hAnsi="Lucida Calligraphy" w:cs="Tahoma"/>
          <w:b w:val="0"/>
          <w:iCs/>
          <w:sz w:val="16"/>
        </w:rPr>
        <w:t>05 Ottobre</w:t>
      </w:r>
      <w:r w:rsidR="00DC0E45" w:rsidRPr="00FC15F3">
        <w:rPr>
          <w:rFonts w:ascii="Lucida Calligraphy" w:hAnsi="Lucida Calligraphy" w:cs="Tahoma"/>
          <w:b w:val="0"/>
          <w:iCs/>
          <w:sz w:val="16"/>
        </w:rPr>
        <w:t xml:space="preserve"> ai seguenti indirizzi:</w:t>
      </w:r>
    </w:p>
    <w:p w:rsidR="009B4AE5" w:rsidRPr="00FC15F3" w:rsidRDefault="009B4AE5" w:rsidP="009B4AE5">
      <w:pPr>
        <w:ind w:right="-82"/>
        <w:jc w:val="right"/>
        <w:rPr>
          <w:rFonts w:ascii="Lucida Calligraphy" w:hAnsi="Lucida Calligraphy" w:cs="Tahoma"/>
          <w:sz w:val="16"/>
          <w:szCs w:val="10"/>
        </w:rPr>
      </w:pPr>
    </w:p>
    <w:p w:rsidR="009B4AE5" w:rsidRPr="00FC15F3" w:rsidRDefault="009B4AE5" w:rsidP="00FC15F3">
      <w:pPr>
        <w:tabs>
          <w:tab w:val="left" w:pos="6237"/>
        </w:tabs>
        <w:ind w:right="-82"/>
        <w:rPr>
          <w:rFonts w:ascii="Lucida Calligraphy" w:hAnsi="Lucida Calligraphy" w:cs="Tahoma"/>
          <w:sz w:val="16"/>
        </w:rPr>
      </w:pPr>
      <w:r w:rsidRPr="00FC15F3">
        <w:rPr>
          <w:rFonts w:ascii="Lucida Calligraphy" w:hAnsi="Lucida Calligraphy" w:cs="Tahoma"/>
          <w:sz w:val="16"/>
        </w:rPr>
        <w:tab/>
        <w:t>USR Puglia “Coordinamento Regionale”</w:t>
      </w:r>
    </w:p>
    <w:p w:rsidR="009B4AE5" w:rsidRPr="00FC15F3" w:rsidRDefault="001972C0" w:rsidP="009B4AE5">
      <w:pPr>
        <w:ind w:right="-82"/>
        <w:jc w:val="right"/>
        <w:rPr>
          <w:rFonts w:ascii="Lucida Calligraphy" w:hAnsi="Lucida Calligraphy"/>
          <w:sz w:val="16"/>
        </w:rPr>
      </w:pPr>
      <w:hyperlink r:id="rId7" w:history="1">
        <w:r w:rsidR="009B4AE5" w:rsidRPr="00FC15F3">
          <w:rPr>
            <w:rStyle w:val="Collegamentoipertestuale"/>
            <w:rFonts w:ascii="Lucida Calligraphy" w:hAnsi="Lucida Calligraphy" w:cs="Tahoma"/>
            <w:sz w:val="16"/>
          </w:rPr>
          <w:t>marino.pellico.ba@istrzuione.it</w:t>
        </w:r>
      </w:hyperlink>
    </w:p>
    <w:p w:rsidR="009B4AE5" w:rsidRPr="00FC15F3" w:rsidRDefault="009B4AE5" w:rsidP="009B4AE5">
      <w:pPr>
        <w:ind w:right="-82"/>
        <w:jc w:val="right"/>
        <w:rPr>
          <w:rFonts w:ascii="Lucida Calligraphy" w:hAnsi="Lucida Calligraphy" w:cs="Tahoma"/>
          <w:sz w:val="16"/>
          <w:szCs w:val="16"/>
        </w:rPr>
      </w:pPr>
    </w:p>
    <w:p w:rsidR="00DC0E45" w:rsidRPr="00FC15F3" w:rsidRDefault="00FC15F3" w:rsidP="00FC15F3">
      <w:pPr>
        <w:tabs>
          <w:tab w:val="left" w:pos="6237"/>
        </w:tabs>
        <w:ind w:right="-82"/>
        <w:rPr>
          <w:rFonts w:ascii="Lucida Calligraphy" w:hAnsi="Lucida Calligraphy"/>
          <w:sz w:val="16"/>
        </w:rPr>
      </w:pPr>
      <w:r>
        <w:rPr>
          <w:rFonts w:ascii="Lucida Calligraphy" w:hAnsi="Lucida Calligraphy" w:cs="Tahoma"/>
          <w:sz w:val="16"/>
        </w:rPr>
        <w:tab/>
        <w:t xml:space="preserve">Direzione </w:t>
      </w:r>
      <w:r w:rsidR="005F77C4">
        <w:rPr>
          <w:rFonts w:ascii="Lucida Calligraphy" w:hAnsi="Lucida Calligraphy" w:cs="Tahoma"/>
          <w:sz w:val="16"/>
        </w:rPr>
        <w:t>Adventure Park</w:t>
      </w:r>
    </w:p>
    <w:p w:rsidR="0024245F" w:rsidRPr="005F77C4" w:rsidRDefault="001972C0" w:rsidP="00FC15F3">
      <w:pPr>
        <w:pStyle w:val="Testodelblocco"/>
        <w:spacing w:line="360" w:lineRule="auto"/>
        <w:ind w:left="0" w:right="0"/>
        <w:jc w:val="right"/>
        <w:rPr>
          <w:rFonts w:ascii="Lucida Calligraphy" w:hAnsi="Lucida Calligraphy"/>
          <w:b w:val="0"/>
          <w:sz w:val="12"/>
        </w:rPr>
      </w:pPr>
      <w:hyperlink r:id="rId8" w:history="1">
        <w:r w:rsidR="005F77C4" w:rsidRPr="005F77C4">
          <w:rPr>
            <w:rStyle w:val="Collegamentoipertestuale"/>
            <w:rFonts w:ascii="Lucida Calligraphy" w:hAnsi="Lucida Calligraphy"/>
            <w:b w:val="0"/>
            <w:sz w:val="16"/>
          </w:rPr>
          <w:t>silviamassari@ciuchinobirichino.it</w:t>
        </w:r>
      </w:hyperlink>
    </w:p>
    <w:p w:rsidR="00FC15F3" w:rsidRPr="0024245F" w:rsidRDefault="00FC15F3" w:rsidP="00FC15F3">
      <w:pPr>
        <w:pStyle w:val="Testodelblocco"/>
        <w:spacing w:line="360" w:lineRule="auto"/>
        <w:ind w:left="0" w:right="0"/>
        <w:jc w:val="right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1972C0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1972C0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972C0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 la partecipazione:</w:t>
      </w:r>
    </w:p>
    <w:p w:rsidR="009B4AE5" w:rsidRDefault="0024245F" w:rsidP="00DC0E45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</w:p>
    <w:p w:rsidR="007C2BF3" w:rsidRPr="007C2BF3" w:rsidRDefault="007C2BF3" w:rsidP="00DC0E45">
      <w:pPr>
        <w:tabs>
          <w:tab w:val="left" w:pos="1276"/>
          <w:tab w:val="left" w:pos="4395"/>
          <w:tab w:val="left" w:pos="7655"/>
        </w:tabs>
        <w:ind w:right="-142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p w:rsidR="007C2BF3" w:rsidRPr="007C2BF3" w:rsidRDefault="007C2BF3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96297B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96297B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211DA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7C2BF3" w:rsidRDefault="0096297B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p w:rsidR="007C2BF3" w:rsidRPr="007C2BF3" w:rsidRDefault="007C2BF3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Motoria</w:t>
            </w:r>
          </w:p>
        </w:tc>
      </w:tr>
      <w:tr w:rsidR="009B4AE5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Pr="007C2BF3" w:rsidRDefault="00464574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4245F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Pr="007C2BF3" w:rsidRDefault="0024245F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sostegno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Pr="007C2BF3" w:rsidRDefault="0024245F" w:rsidP="007C2BF3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rPr>
          <w:rFonts w:ascii="Tahoma" w:hAnsi="Tahoma" w:cs="Tahoma"/>
          <w:iCs/>
          <w:sz w:val="12"/>
        </w:rPr>
      </w:pPr>
    </w:p>
    <w:p w:rsidR="007C2BF3" w:rsidRPr="007C2BF3" w:rsidRDefault="007C2BF3" w:rsidP="007C2BF3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rPr>
          <w:rFonts w:ascii="Tahoma" w:hAnsi="Tahoma" w:cs="Tahoma"/>
          <w:iCs/>
          <w:sz w:val="12"/>
        </w:rPr>
      </w:pPr>
    </w:p>
    <w:p w:rsidR="0002313A" w:rsidRDefault="0002313A" w:rsidP="0024245F">
      <w:pPr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1972C0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1972C0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1972C0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02313A">
      <w:footerReference w:type="default" r:id="rId9"/>
      <w:pgSz w:w="11907" w:h="16840" w:code="9"/>
      <w:pgMar w:top="426" w:right="1134" w:bottom="0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6FE" w:rsidRDefault="00DB06FE">
      <w:r>
        <w:separator/>
      </w:r>
    </w:p>
  </w:endnote>
  <w:endnote w:type="continuationSeparator" w:id="1">
    <w:p w:rsidR="00DB06FE" w:rsidRDefault="00DB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6FE" w:rsidRDefault="00DB06FE">
      <w:r>
        <w:separator/>
      </w:r>
    </w:p>
  </w:footnote>
  <w:footnote w:type="continuationSeparator" w:id="1">
    <w:p w:rsidR="00DB06FE" w:rsidRDefault="00DB0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2313A"/>
    <w:rsid w:val="000410C2"/>
    <w:rsid w:val="00041A95"/>
    <w:rsid w:val="00044074"/>
    <w:rsid w:val="000453B7"/>
    <w:rsid w:val="00061A27"/>
    <w:rsid w:val="00065CA3"/>
    <w:rsid w:val="00086A8B"/>
    <w:rsid w:val="000909EB"/>
    <w:rsid w:val="000B3EB9"/>
    <w:rsid w:val="000C124D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972C0"/>
    <w:rsid w:val="001E0B95"/>
    <w:rsid w:val="001F29AF"/>
    <w:rsid w:val="00204204"/>
    <w:rsid w:val="00210103"/>
    <w:rsid w:val="00217373"/>
    <w:rsid w:val="00230C74"/>
    <w:rsid w:val="002409D1"/>
    <w:rsid w:val="0024245F"/>
    <w:rsid w:val="00262711"/>
    <w:rsid w:val="0027482B"/>
    <w:rsid w:val="00280D15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43481C"/>
    <w:rsid w:val="0044254A"/>
    <w:rsid w:val="004516DC"/>
    <w:rsid w:val="00464574"/>
    <w:rsid w:val="00466FC8"/>
    <w:rsid w:val="00494EEE"/>
    <w:rsid w:val="004B4A00"/>
    <w:rsid w:val="004D1906"/>
    <w:rsid w:val="004E3FFC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6794A"/>
    <w:rsid w:val="00570B43"/>
    <w:rsid w:val="00580DC6"/>
    <w:rsid w:val="0059564B"/>
    <w:rsid w:val="00597D6F"/>
    <w:rsid w:val="005A54A8"/>
    <w:rsid w:val="005A616A"/>
    <w:rsid w:val="005B6B51"/>
    <w:rsid w:val="005E1CBE"/>
    <w:rsid w:val="005F1AD4"/>
    <w:rsid w:val="005F77C4"/>
    <w:rsid w:val="00611C21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C2BF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C21E5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B5624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43F7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B06FE"/>
    <w:rsid w:val="00DC0E41"/>
    <w:rsid w:val="00DC0E45"/>
    <w:rsid w:val="00E05843"/>
    <w:rsid w:val="00E06A01"/>
    <w:rsid w:val="00E708AF"/>
    <w:rsid w:val="00E74E29"/>
    <w:rsid w:val="00E84D12"/>
    <w:rsid w:val="00EB5AE0"/>
    <w:rsid w:val="00EE407F"/>
    <w:rsid w:val="00EE62DE"/>
    <w:rsid w:val="00EF7296"/>
    <w:rsid w:val="00F25EA9"/>
    <w:rsid w:val="00F44DF1"/>
    <w:rsid w:val="00FB2203"/>
    <w:rsid w:val="00FB72BD"/>
    <w:rsid w:val="00FC15F3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amassari@ciuchinobirichin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zu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0</TotalTime>
  <Pages>1</Pages>
  <Words>158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1311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2015-09-24T10:23:00Z</dcterms:created>
  <dcterms:modified xsi:type="dcterms:W3CDTF">2015-09-24T10:23:00Z</dcterms:modified>
</cp:coreProperties>
</file>