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EEE" w:rsidRPr="00FB3EA0" w:rsidRDefault="000D2EEE" w:rsidP="003D238B">
      <w:p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FB3EA0">
        <w:rPr>
          <w:rFonts w:ascii="Times New Roman" w:hAnsi="Times New Roman"/>
          <w:sz w:val="24"/>
          <w:szCs w:val="24"/>
        </w:rPr>
        <w:t xml:space="preserve">PER GLI OPERATORI ECONOMICI                                                             </w:t>
      </w:r>
      <w:r w:rsidRPr="00FB3EA0">
        <w:rPr>
          <w:rFonts w:ascii="Times New Roman" w:hAnsi="Times New Roman"/>
          <w:b/>
          <w:bCs/>
          <w:i/>
          <w:iCs/>
          <w:sz w:val="40"/>
          <w:szCs w:val="40"/>
        </w:rPr>
        <w:t>Allegato A</w:t>
      </w:r>
    </w:p>
    <w:p w:rsidR="000D2EEE" w:rsidRPr="00FB3EA0" w:rsidRDefault="000D2EEE" w:rsidP="003D238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D2EEE" w:rsidRPr="003138FC" w:rsidRDefault="000D2EEE" w:rsidP="003D238B">
      <w:pPr>
        <w:pBdr>
          <w:bottom w:val="single" w:sz="6" w:space="1" w:color="auto"/>
        </w:pBdr>
        <w:tabs>
          <w:tab w:val="left" w:pos="3420"/>
        </w:tabs>
        <w:rPr>
          <w:rFonts w:ascii="Times New Roman" w:hAnsi="Times New Roman"/>
          <w:b/>
          <w:bCs/>
          <w:i/>
          <w:iCs/>
          <w:sz w:val="40"/>
          <w:szCs w:val="40"/>
        </w:rPr>
      </w:pPr>
      <w:r w:rsidRPr="003138FC">
        <w:rPr>
          <w:rFonts w:ascii="Times New Roman" w:hAnsi="Times New Roman"/>
          <w:b/>
          <w:bCs/>
          <w:i/>
          <w:iCs/>
          <w:sz w:val="40"/>
          <w:szCs w:val="40"/>
        </w:rPr>
        <w:t>Istanza di partecipazione</w:t>
      </w:r>
    </w:p>
    <w:p w:rsidR="000D2EEE" w:rsidRPr="001636F9" w:rsidRDefault="000D2EEE" w:rsidP="003D238B">
      <w:pPr>
        <w:spacing w:after="0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636F9">
        <w:rPr>
          <w:rFonts w:ascii="Times New Roman" w:hAnsi="Times New Roman"/>
          <w:b/>
          <w:bCs/>
          <w:sz w:val="24"/>
          <w:szCs w:val="24"/>
        </w:rPr>
        <w:t xml:space="preserve">PON–FESR </w:t>
      </w:r>
      <w:r w:rsidRPr="001636F9">
        <w:rPr>
          <w:rFonts w:ascii="Times New Roman" w:hAnsi="Times New Roman"/>
          <w:b/>
          <w:bCs/>
          <w:i/>
          <w:sz w:val="24"/>
          <w:szCs w:val="24"/>
        </w:rPr>
        <w:t>- E.1- 2014 - 1013</w:t>
      </w:r>
    </w:p>
    <w:p w:rsidR="000D2EEE" w:rsidRPr="001636F9" w:rsidRDefault="000D2EEE" w:rsidP="003D238B">
      <w:pPr>
        <w:spacing w:after="0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0D2EEE" w:rsidRPr="003D238B" w:rsidRDefault="000D2EEE" w:rsidP="003D238B">
      <w:pPr>
        <w:spacing w:after="0"/>
        <w:ind w:left="142"/>
        <w:rPr>
          <w:rFonts w:ascii="Times New Roman" w:hAnsi="Times New Roman"/>
          <w:b/>
          <w:bCs/>
          <w:sz w:val="24"/>
          <w:szCs w:val="24"/>
          <w:u w:val="single"/>
        </w:rPr>
      </w:pPr>
      <w:r w:rsidRPr="001636F9">
        <w:rPr>
          <w:rFonts w:ascii="Times New Roman" w:hAnsi="Times New Roman"/>
          <w:b/>
        </w:rPr>
        <w:t xml:space="preserve">CIG: XC80EF7ABB                 CUP:    J62G14000220007              </w:t>
      </w:r>
      <w:r w:rsidRPr="00403036">
        <w:rPr>
          <w:rFonts w:ascii="Times New Roman" w:hAnsi="Times New Roman"/>
          <w:b/>
        </w:rPr>
        <w:t xml:space="preserve">CODICE UNIVOCO : </w:t>
      </w:r>
      <w:r>
        <w:rPr>
          <w:rFonts w:ascii="Times New Roman" w:hAnsi="Times New Roman"/>
          <w:b/>
        </w:rPr>
        <w:t>UFY99Q</w:t>
      </w:r>
    </w:p>
    <w:p w:rsidR="000D2EEE" w:rsidRDefault="000D2EEE" w:rsidP="003D238B">
      <w:pPr>
        <w:spacing w:after="0"/>
        <w:rPr>
          <w:rFonts w:ascii="Times New Roman" w:hAnsi="Times New Roman"/>
          <w:sz w:val="24"/>
          <w:szCs w:val="24"/>
        </w:rPr>
      </w:pPr>
    </w:p>
    <w:p w:rsidR="000D2EEE" w:rsidRPr="003138FC" w:rsidRDefault="000D2EEE" w:rsidP="003D238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138FC">
        <w:rPr>
          <w:rFonts w:ascii="Times New Roman" w:hAnsi="Times New Roman"/>
          <w:sz w:val="24"/>
          <w:szCs w:val="24"/>
        </w:rPr>
        <w:t>Il sottoscritto ………………, nato a ……………………….il ………….., C.F. ………………….., residente in ……………, tel ………..……. Fax ……………, e-mail …………………..in qualità di legale rappresentante/titolare dell’impresa …………………………………………………</w:t>
      </w:r>
    </w:p>
    <w:p w:rsidR="000D2EEE" w:rsidRPr="003138FC" w:rsidRDefault="000D2EEE" w:rsidP="003D23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2EEE" w:rsidRDefault="000D2EEE" w:rsidP="003D238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3138FC">
        <w:rPr>
          <w:rFonts w:ascii="Times New Roman" w:hAnsi="Times New Roman"/>
          <w:b/>
          <w:bCs/>
          <w:sz w:val="24"/>
          <w:szCs w:val="24"/>
        </w:rPr>
        <w:t xml:space="preserve">CHIEDE </w:t>
      </w:r>
    </w:p>
    <w:p w:rsidR="000D2EEE" w:rsidRPr="003138FC" w:rsidRDefault="000D2EEE" w:rsidP="003D238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2EEE" w:rsidRPr="003D238B" w:rsidRDefault="000D2EEE" w:rsidP="003D238B">
      <w:pPr>
        <w:spacing w:after="0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 </w:t>
      </w:r>
      <w:r w:rsidRPr="003138FC">
        <w:rPr>
          <w:rFonts w:ascii="Times New Roman" w:hAnsi="Times New Roman"/>
          <w:sz w:val="24"/>
          <w:szCs w:val="24"/>
        </w:rPr>
        <w:t xml:space="preserve">essere ammesso alla selezione pubblica di soggetti per la realizzazione del servizio di fornitura </w:t>
      </w:r>
      <w:r>
        <w:rPr>
          <w:rFonts w:ascii="Times New Roman" w:hAnsi="Times New Roman"/>
          <w:sz w:val="24"/>
          <w:szCs w:val="24"/>
        </w:rPr>
        <w:t>per il progetto</w:t>
      </w:r>
      <w:r w:rsidRPr="003138FC">
        <w:rPr>
          <w:rFonts w:ascii="Times New Roman" w:hAnsi="Times New Roman"/>
          <w:sz w:val="24"/>
          <w:szCs w:val="24"/>
        </w:rPr>
        <w:t xml:space="preserve">: </w:t>
      </w:r>
      <w:r w:rsidRPr="003D238B">
        <w:rPr>
          <w:rFonts w:ascii="Times New Roman" w:hAnsi="Times New Roman"/>
          <w:b/>
          <w:bCs/>
          <w:sz w:val="24"/>
          <w:szCs w:val="24"/>
        </w:rPr>
        <w:t xml:space="preserve">PON–FESR </w:t>
      </w:r>
      <w:r w:rsidRPr="003D238B">
        <w:rPr>
          <w:rFonts w:ascii="Times New Roman" w:hAnsi="Times New Roman"/>
          <w:b/>
          <w:bCs/>
          <w:i/>
          <w:sz w:val="24"/>
          <w:szCs w:val="24"/>
        </w:rPr>
        <w:t>- E.1- 2014 - 1013</w:t>
      </w:r>
    </w:p>
    <w:p w:rsidR="000D2EEE" w:rsidRPr="003138FC" w:rsidRDefault="000D2EEE" w:rsidP="003D238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138FC">
        <w:rPr>
          <w:rFonts w:ascii="Times New Roman" w:hAnsi="Times New Roman"/>
          <w:sz w:val="24"/>
          <w:szCs w:val="24"/>
        </w:rPr>
        <w:t>A tal fine si allega la seguente documentazione:</w:t>
      </w:r>
    </w:p>
    <w:p w:rsidR="000D2EEE" w:rsidRPr="003138FC" w:rsidRDefault="000D2EEE" w:rsidP="003D23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2EEE" w:rsidRDefault="000D2EEE" w:rsidP="003D238B">
      <w:pPr>
        <w:pStyle w:val="Paragrafoelenco1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338C8">
        <w:rPr>
          <w:rFonts w:ascii="Times New Roman" w:hAnsi="Times New Roman" w:cs="Times New Roman"/>
          <w:sz w:val="24"/>
          <w:szCs w:val="24"/>
          <w:lang w:val="it-IT"/>
        </w:rPr>
        <w:t>Copia semplice del certificato di iscrizione alla Camera di Co</w:t>
      </w:r>
      <w:r>
        <w:rPr>
          <w:rFonts w:ascii="Times New Roman" w:hAnsi="Times New Roman" w:cs="Times New Roman"/>
          <w:sz w:val="24"/>
          <w:szCs w:val="24"/>
          <w:lang w:val="it-IT"/>
        </w:rPr>
        <w:t>mmercio Industria e Artigianato;</w:t>
      </w:r>
    </w:p>
    <w:p w:rsidR="000D2EEE" w:rsidRPr="00F338C8" w:rsidRDefault="000D2EEE" w:rsidP="003D238B">
      <w:pPr>
        <w:pStyle w:val="Paragrafoelenco1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338C8">
        <w:rPr>
          <w:rFonts w:ascii="Times New Roman" w:hAnsi="Times New Roman" w:cs="Times New Roman"/>
          <w:sz w:val="24"/>
          <w:szCs w:val="24"/>
          <w:lang w:val="it-IT"/>
        </w:rPr>
        <w:t xml:space="preserve">Autodichiarazione resa ai sensi del D.P.R. 445/2000 (Allegato 2), debitamente compilata e sottoscritta dal legale rappresentante ovvero da Procuratore speciale e prodotta unitamente a copia fotostatica non autenticata di un documento d’identità in corso di validità del sottoscrittore, attestante l’inesistenza delle cause di esclusione di cui all’art. 38 del D.Lgs 163/06 e successive modificazioni e integrazioni di cui al Regolamento di Attuazione del Codice dei </w:t>
      </w:r>
      <w:r>
        <w:rPr>
          <w:rFonts w:ascii="Times New Roman" w:hAnsi="Times New Roman" w:cs="Times New Roman"/>
          <w:sz w:val="24"/>
          <w:szCs w:val="24"/>
          <w:lang w:val="it-IT"/>
        </w:rPr>
        <w:t>Contratti Pubblici DPR 207/2010;</w:t>
      </w:r>
    </w:p>
    <w:p w:rsidR="000D2EEE" w:rsidRPr="003138FC" w:rsidRDefault="000D2EEE" w:rsidP="003D238B">
      <w:pPr>
        <w:pStyle w:val="Paragrafoelenco1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Offerta tecnica  “Allegato C”;</w:t>
      </w:r>
    </w:p>
    <w:p w:rsidR="000D2EEE" w:rsidRPr="003138FC" w:rsidRDefault="000D2EEE" w:rsidP="003D238B">
      <w:pPr>
        <w:pStyle w:val="Paragrafoelenco1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138FC">
        <w:rPr>
          <w:rFonts w:ascii="Times New Roman" w:hAnsi="Times New Roman" w:cs="Times New Roman"/>
          <w:sz w:val="24"/>
          <w:szCs w:val="24"/>
          <w:lang w:val="it-IT"/>
        </w:rPr>
        <w:t>Offerta economica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“Allegato D”</w:t>
      </w:r>
    </w:p>
    <w:p w:rsidR="000D2EEE" w:rsidRPr="003138FC" w:rsidRDefault="000D2EEE" w:rsidP="003D23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2EEE" w:rsidRDefault="000D2EEE" w:rsidP="003D238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138FC"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z w:val="24"/>
          <w:szCs w:val="24"/>
        </w:rPr>
        <w:t>…………………………….</w:t>
      </w:r>
    </w:p>
    <w:p w:rsidR="000D2EEE" w:rsidRDefault="000D2EEE" w:rsidP="003D23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2EEE" w:rsidRDefault="000D2EEE" w:rsidP="003D238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0D2EEE" w:rsidRDefault="000D2EEE" w:rsidP="003D23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2EEE" w:rsidRDefault="000D2EEE" w:rsidP="003D23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2EEE" w:rsidRDefault="000D2EEE" w:rsidP="003D238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Firma …………………………………………..</w:t>
      </w:r>
    </w:p>
    <w:p w:rsidR="000D2EEE" w:rsidRDefault="000D2EEE" w:rsidP="003D23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2EEE" w:rsidRDefault="000D2EEE" w:rsidP="003D23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2EEE" w:rsidRDefault="000D2EEE" w:rsidP="003D23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2EEE" w:rsidRDefault="000D2EEE" w:rsidP="003D23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2EEE" w:rsidRDefault="000D2EEE" w:rsidP="003D23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2EEE" w:rsidRDefault="000D2EEE" w:rsidP="003D23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2EEE" w:rsidRDefault="000D2EEE" w:rsidP="003D23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2EEE" w:rsidRDefault="000D2EEE" w:rsidP="003D23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2EEE" w:rsidRDefault="000D2EEE" w:rsidP="003D23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2EEE" w:rsidRDefault="000D2EEE" w:rsidP="003D23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2EEE" w:rsidRPr="003138FC" w:rsidRDefault="000D2EEE" w:rsidP="003D23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2EEE" w:rsidRDefault="000D2EEE" w:rsidP="00F338C8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3138FC">
        <w:rPr>
          <w:rFonts w:ascii="Times New Roman" w:hAnsi="Times New Roman"/>
          <w:i/>
          <w:sz w:val="24"/>
          <w:szCs w:val="24"/>
        </w:rPr>
        <w:br w:type="page"/>
      </w:r>
      <w:r w:rsidRPr="003138FC">
        <w:rPr>
          <w:rFonts w:ascii="Times New Roman" w:hAnsi="Times New Roman"/>
          <w:sz w:val="24"/>
          <w:szCs w:val="24"/>
          <w:u w:val="single"/>
        </w:rPr>
        <w:t>PER GLI OPERATORI ECONOMICI</w:t>
      </w:r>
    </w:p>
    <w:p w:rsidR="000D2EEE" w:rsidRPr="00FB3EA0" w:rsidRDefault="000D2EEE" w:rsidP="00F338C8">
      <w:pPr>
        <w:spacing w:after="0" w:line="240" w:lineRule="auto"/>
        <w:ind w:left="284" w:hanging="284"/>
        <w:jc w:val="right"/>
        <w:rPr>
          <w:rFonts w:ascii="Times New Roman" w:hAnsi="Times New Roman"/>
          <w:sz w:val="24"/>
          <w:szCs w:val="24"/>
        </w:rPr>
      </w:pPr>
      <w:r w:rsidRPr="00FB3EA0">
        <w:rPr>
          <w:rFonts w:ascii="Times New Roman" w:hAnsi="Times New Roman"/>
          <w:b/>
          <w:bCs/>
          <w:i/>
          <w:iCs/>
          <w:sz w:val="40"/>
          <w:szCs w:val="40"/>
        </w:rPr>
        <w:t xml:space="preserve">Allegato </w:t>
      </w:r>
      <w:r>
        <w:rPr>
          <w:rFonts w:ascii="Times New Roman" w:hAnsi="Times New Roman"/>
          <w:b/>
          <w:bCs/>
          <w:i/>
          <w:iCs/>
          <w:sz w:val="40"/>
          <w:szCs w:val="40"/>
        </w:rPr>
        <w:t>B</w:t>
      </w:r>
    </w:p>
    <w:p w:rsidR="000D2EEE" w:rsidRPr="003138FC" w:rsidRDefault="000D2EEE" w:rsidP="003D238B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0D2EEE" w:rsidRPr="003138FC" w:rsidRDefault="000D2EEE" w:rsidP="003D238B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0D2EEE" w:rsidRPr="003138FC" w:rsidRDefault="000D2EEE" w:rsidP="003D238B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0D2EEE" w:rsidRPr="004F6033" w:rsidRDefault="000D2EEE" w:rsidP="003D238B">
      <w:pPr>
        <w:pBdr>
          <w:bottom w:val="single" w:sz="6" w:space="1" w:color="auto"/>
        </w:pBdr>
        <w:tabs>
          <w:tab w:val="left" w:pos="3420"/>
        </w:tabs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D</w:t>
      </w:r>
      <w:r w:rsidRPr="004F6033">
        <w:rPr>
          <w:rFonts w:ascii="Times New Roman" w:hAnsi="Times New Roman"/>
          <w:b/>
          <w:bCs/>
          <w:i/>
          <w:iCs/>
          <w:sz w:val="28"/>
          <w:szCs w:val="28"/>
        </w:rPr>
        <w:t>ichiarazione rilasciata ai sensi degli artt. 46 e 47 del D.P.R. 445/2000</w:t>
      </w:r>
    </w:p>
    <w:p w:rsidR="000D2EEE" w:rsidRPr="00F338C8" w:rsidRDefault="000D2EEE" w:rsidP="00F338C8">
      <w:pPr>
        <w:spacing w:after="0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F338C8">
        <w:rPr>
          <w:rFonts w:ascii="Times New Roman" w:hAnsi="Times New Roman"/>
          <w:b/>
          <w:bCs/>
          <w:sz w:val="24"/>
          <w:szCs w:val="24"/>
        </w:rPr>
        <w:t xml:space="preserve">PON–FESR </w:t>
      </w:r>
      <w:r w:rsidRPr="00F338C8">
        <w:rPr>
          <w:rFonts w:ascii="Times New Roman" w:hAnsi="Times New Roman"/>
          <w:b/>
          <w:bCs/>
          <w:i/>
          <w:sz w:val="24"/>
          <w:szCs w:val="24"/>
        </w:rPr>
        <w:t>- E.1- 2014 - 1013</w:t>
      </w:r>
    </w:p>
    <w:p w:rsidR="000D2EEE" w:rsidRPr="00F338C8" w:rsidRDefault="000D2EEE" w:rsidP="00F338C8">
      <w:pPr>
        <w:spacing w:after="0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0D2EEE" w:rsidRPr="003D238B" w:rsidRDefault="000D2EEE" w:rsidP="00AD003B">
      <w:pPr>
        <w:spacing w:after="0"/>
        <w:ind w:left="142"/>
        <w:rPr>
          <w:rFonts w:ascii="Times New Roman" w:hAnsi="Times New Roman"/>
          <w:b/>
          <w:bCs/>
          <w:sz w:val="24"/>
          <w:szCs w:val="24"/>
          <w:u w:val="single"/>
        </w:rPr>
      </w:pPr>
      <w:r w:rsidRPr="001636F9">
        <w:rPr>
          <w:rFonts w:ascii="Times New Roman" w:hAnsi="Times New Roman"/>
          <w:b/>
        </w:rPr>
        <w:t xml:space="preserve">CIG: </w:t>
      </w:r>
      <w:r>
        <w:rPr>
          <w:rFonts w:ascii="Times New Roman" w:hAnsi="Times New Roman"/>
          <w:b/>
        </w:rPr>
        <w:t>XA00EFABC</w:t>
      </w:r>
      <w:r w:rsidRPr="001636F9">
        <w:rPr>
          <w:rFonts w:ascii="Times New Roman" w:hAnsi="Times New Roman"/>
          <w:b/>
        </w:rPr>
        <w:t xml:space="preserve">                 CUP:    J62G14000220007              </w:t>
      </w:r>
      <w:r w:rsidRPr="00403036">
        <w:rPr>
          <w:rFonts w:ascii="Times New Roman" w:hAnsi="Times New Roman"/>
          <w:b/>
        </w:rPr>
        <w:t xml:space="preserve">CODICE UNIVOCO : </w:t>
      </w:r>
      <w:r>
        <w:rPr>
          <w:rFonts w:ascii="Times New Roman" w:hAnsi="Times New Roman"/>
          <w:b/>
        </w:rPr>
        <w:t>UFY99Q</w:t>
      </w:r>
    </w:p>
    <w:p w:rsidR="000D2EEE" w:rsidRPr="003138FC" w:rsidRDefault="000D2EEE" w:rsidP="003D238B">
      <w:pPr>
        <w:spacing w:after="0"/>
        <w:jc w:val="center"/>
        <w:rPr>
          <w:rFonts w:ascii="Times New Roman" w:hAnsi="Times New Roman"/>
          <w:b/>
          <w:bCs/>
          <w:caps/>
          <w:sz w:val="24"/>
          <w:szCs w:val="24"/>
          <w:u w:val="single"/>
        </w:rPr>
      </w:pPr>
    </w:p>
    <w:p w:rsidR="000D2EEE" w:rsidRPr="003138FC" w:rsidRDefault="000D2EEE" w:rsidP="003D238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138FC">
        <w:rPr>
          <w:rFonts w:ascii="Times New Roman" w:hAnsi="Times New Roman"/>
          <w:sz w:val="24"/>
          <w:szCs w:val="24"/>
        </w:rPr>
        <w:t>Il sottoscritto ………………, nato a …………….….il ………….., C.F. ………………….……….., residente in ……………, tel ……………….. Fax ……………, e-mail ……….. in qualità di legale rappresentante/titolare dell’impresa …………………………………………………….</w:t>
      </w:r>
    </w:p>
    <w:p w:rsidR="000D2EEE" w:rsidRPr="003138FC" w:rsidRDefault="000D2EEE" w:rsidP="003D238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2EEE" w:rsidRPr="003138FC" w:rsidRDefault="000D2EEE" w:rsidP="003D238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3138FC">
        <w:rPr>
          <w:rFonts w:ascii="Times New Roman" w:hAnsi="Times New Roman"/>
          <w:b/>
          <w:bCs/>
          <w:sz w:val="24"/>
          <w:szCs w:val="24"/>
        </w:rPr>
        <w:t>DICHIARA</w:t>
      </w:r>
    </w:p>
    <w:p w:rsidR="000D2EEE" w:rsidRPr="003138FC" w:rsidRDefault="000D2EEE" w:rsidP="003D23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2EEE" w:rsidRPr="003138FC" w:rsidRDefault="000D2EEE" w:rsidP="003D238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138FC">
        <w:rPr>
          <w:rFonts w:ascii="Times New Roman" w:hAnsi="Times New Roman"/>
          <w:sz w:val="24"/>
          <w:szCs w:val="24"/>
        </w:rPr>
        <w:t>Ai sensi e per gli effetti dell’art. 76 D.P.R. n. 445/2000, consapevole della responsabilità e delle conseguenze civili e penali previste in caso di dichiarazioni mendaci e/o formazione od uso di atti falsi nonché in caso di esibizione di atti contenenti dati non più corrispondenti a verità, e consapevole, altresì, che qualora emerga la non veridicità del contenuto della presente dichiarazione, il sottoscritto decadrà dai benefici per i quali la stessa è rilasciata</w:t>
      </w:r>
    </w:p>
    <w:p w:rsidR="000D2EEE" w:rsidRPr="003138FC" w:rsidRDefault="000D2EEE" w:rsidP="003D23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2EEE" w:rsidRPr="003138FC" w:rsidRDefault="000D2EEE" w:rsidP="003D238B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138FC">
        <w:rPr>
          <w:rFonts w:ascii="Times New Roman" w:hAnsi="Times New Roman"/>
          <w:sz w:val="24"/>
          <w:szCs w:val="24"/>
        </w:rPr>
        <w:t>Di essere legale rappresentante …………………………., e conseguentemente di avere l’idoneità alla sottoscrizione degli atti delle presente gara;</w:t>
      </w:r>
    </w:p>
    <w:p w:rsidR="000D2EEE" w:rsidRPr="003138FC" w:rsidRDefault="000D2EEE" w:rsidP="003D238B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138FC">
        <w:rPr>
          <w:rFonts w:ascii="Times New Roman" w:hAnsi="Times New Roman"/>
          <w:sz w:val="24"/>
          <w:szCs w:val="24"/>
        </w:rPr>
        <w:t>Di non trovarsi, in nessuno dei casi di cui all’art. 38 comma 1”</w:t>
      </w:r>
      <w:r w:rsidRPr="003138FC">
        <w:rPr>
          <w:rFonts w:ascii="Times New Roman" w:hAnsi="Times New Roman"/>
          <w:i/>
          <w:sz w:val="24"/>
          <w:szCs w:val="24"/>
        </w:rPr>
        <w:t>Requisiti di ordine generale”</w:t>
      </w:r>
      <w:r w:rsidRPr="003138FC">
        <w:rPr>
          <w:rFonts w:ascii="Times New Roman" w:hAnsi="Times New Roman"/>
          <w:sz w:val="24"/>
          <w:szCs w:val="24"/>
        </w:rPr>
        <w:t xml:space="preserve"> del D.Lgs n. 163/2006 e ss.mm.ii., ovvero dichiara:</w:t>
      </w:r>
    </w:p>
    <w:p w:rsidR="000D2EEE" w:rsidRPr="003138FC" w:rsidRDefault="000D2EEE" w:rsidP="003D238B">
      <w:pPr>
        <w:numPr>
          <w:ilvl w:val="0"/>
          <w:numId w:val="3"/>
        </w:numPr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3138FC">
        <w:rPr>
          <w:rFonts w:ascii="Times New Roman" w:hAnsi="Times New Roman"/>
          <w:sz w:val="24"/>
          <w:szCs w:val="24"/>
        </w:rPr>
        <w:t>di non essere in stato di fallimento, liquidazion</w:t>
      </w:r>
      <w:r>
        <w:rPr>
          <w:rFonts w:ascii="Times New Roman" w:hAnsi="Times New Roman"/>
          <w:sz w:val="24"/>
          <w:szCs w:val="24"/>
        </w:rPr>
        <w:t>e coatta, concordato preventivo;</w:t>
      </w:r>
    </w:p>
    <w:p w:rsidR="000D2EEE" w:rsidRPr="003138FC" w:rsidRDefault="000D2EEE" w:rsidP="003D238B">
      <w:pPr>
        <w:numPr>
          <w:ilvl w:val="0"/>
          <w:numId w:val="3"/>
        </w:numPr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3138FC">
        <w:rPr>
          <w:rFonts w:ascii="Times New Roman" w:hAnsi="Times New Roman"/>
          <w:sz w:val="24"/>
          <w:szCs w:val="24"/>
        </w:rPr>
        <w:t>di non essere pendente in alcun procedimento per l’applicazione di una delle misure di cui all’art. 3 della legge 27 dicembre 1956, n. 1423 o di una della cause ostative previste dall’articolo 10 del</w:t>
      </w:r>
      <w:r>
        <w:rPr>
          <w:rFonts w:ascii="Times New Roman" w:hAnsi="Times New Roman"/>
          <w:sz w:val="24"/>
          <w:szCs w:val="24"/>
        </w:rPr>
        <w:t>la legge 31 maggio 1965, n. 575;</w:t>
      </w:r>
      <w:r w:rsidRPr="003138FC">
        <w:rPr>
          <w:rFonts w:ascii="Times New Roman" w:hAnsi="Times New Roman"/>
          <w:sz w:val="24"/>
          <w:szCs w:val="24"/>
        </w:rPr>
        <w:t xml:space="preserve"> </w:t>
      </w:r>
    </w:p>
    <w:p w:rsidR="000D2EEE" w:rsidRPr="003138FC" w:rsidRDefault="000D2EEE" w:rsidP="003D238B">
      <w:pPr>
        <w:numPr>
          <w:ilvl w:val="0"/>
          <w:numId w:val="3"/>
        </w:numPr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3138FC">
        <w:rPr>
          <w:rFonts w:ascii="Times New Roman" w:hAnsi="Times New Roman"/>
          <w:sz w:val="24"/>
          <w:szCs w:val="24"/>
        </w:rPr>
        <w:t>di non aver a suo carico alcuna sentenza passata in giudicato, o emesso decreto penale di condanna divenuto irrevocabile, oppure sentenza di applicazione della pena su richiesta, ai sensi dell’art. 444 del c.p.p., per reati gravi in danno dello Stato o della Comunità che incidono sulla moralità professionale, né per uno o più reati di partecipazione a un’organizzazione criminale,</w:t>
      </w:r>
      <w:r>
        <w:rPr>
          <w:rFonts w:ascii="Times New Roman" w:hAnsi="Times New Roman"/>
          <w:sz w:val="24"/>
          <w:szCs w:val="24"/>
        </w:rPr>
        <w:t xml:space="preserve"> corruzione, frode, riciclaggio;</w:t>
      </w:r>
    </w:p>
    <w:p w:rsidR="000D2EEE" w:rsidRPr="003138FC" w:rsidRDefault="000D2EEE" w:rsidP="003D238B">
      <w:pPr>
        <w:numPr>
          <w:ilvl w:val="0"/>
          <w:numId w:val="3"/>
        </w:numPr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3138FC">
        <w:rPr>
          <w:rFonts w:ascii="Times New Roman" w:hAnsi="Times New Roman"/>
          <w:sz w:val="24"/>
          <w:szCs w:val="24"/>
        </w:rPr>
        <w:t>di non aver violato il divieto di intestazione fiduciaria posto dall’articolo 17 d</w:t>
      </w:r>
      <w:r>
        <w:rPr>
          <w:rFonts w:ascii="Times New Roman" w:hAnsi="Times New Roman"/>
          <w:sz w:val="24"/>
          <w:szCs w:val="24"/>
        </w:rPr>
        <w:t>ella legge 19 marzo 1990, n. 55:</w:t>
      </w:r>
    </w:p>
    <w:p w:rsidR="000D2EEE" w:rsidRDefault="000D2EEE" w:rsidP="003D238B">
      <w:pPr>
        <w:numPr>
          <w:ilvl w:val="0"/>
          <w:numId w:val="3"/>
        </w:numPr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3138FC">
        <w:rPr>
          <w:rFonts w:ascii="Times New Roman" w:hAnsi="Times New Roman"/>
          <w:sz w:val="24"/>
          <w:szCs w:val="24"/>
        </w:rPr>
        <w:t>di non aver commesso gravi infrazioni debitamente accertate alle norme in materia di sicurezza e ogni altro obbligo derivante dai rapporti di lavoro, risultanti dai dat</w:t>
      </w:r>
      <w:r>
        <w:rPr>
          <w:rFonts w:ascii="Times New Roman" w:hAnsi="Times New Roman"/>
          <w:sz w:val="24"/>
          <w:szCs w:val="24"/>
        </w:rPr>
        <w:t>i in possesso dell’Osservatorio;</w:t>
      </w:r>
    </w:p>
    <w:p w:rsidR="000D2EEE" w:rsidRDefault="000D2EEE" w:rsidP="00F338C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2EEE" w:rsidRPr="003138FC" w:rsidRDefault="000D2EEE" w:rsidP="00F338C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2EEE" w:rsidRDefault="000D2EEE" w:rsidP="008A652B">
      <w:pPr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</w:p>
    <w:p w:rsidR="000D2EEE" w:rsidRPr="003138FC" w:rsidRDefault="000D2EEE" w:rsidP="003D238B">
      <w:pPr>
        <w:numPr>
          <w:ilvl w:val="0"/>
          <w:numId w:val="3"/>
        </w:numPr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3138FC">
        <w:rPr>
          <w:rFonts w:ascii="Times New Roman" w:hAnsi="Times New Roman"/>
          <w:sz w:val="24"/>
          <w:szCs w:val="24"/>
        </w:rPr>
        <w:t xml:space="preserve">di non aver commesso, secondo motivata valutazione della stazione appaltante, grave negligenza o malafede nell’esecuzione delle prestazioni affidate dalla stazione appaltante che bandisce la gara, o errore grave nell’esercizio della propria attività professionale, accertato con qualsiasi mezzo di prova da </w:t>
      </w:r>
      <w:r>
        <w:rPr>
          <w:rFonts w:ascii="Times New Roman" w:hAnsi="Times New Roman"/>
          <w:sz w:val="24"/>
          <w:szCs w:val="24"/>
        </w:rPr>
        <w:t>parte della stazione appaltante;</w:t>
      </w:r>
    </w:p>
    <w:p w:rsidR="000D2EEE" w:rsidRPr="003138FC" w:rsidRDefault="000D2EEE" w:rsidP="003D238B">
      <w:pPr>
        <w:numPr>
          <w:ilvl w:val="0"/>
          <w:numId w:val="3"/>
        </w:numPr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3138FC">
        <w:rPr>
          <w:rFonts w:ascii="Times New Roman" w:hAnsi="Times New Roman"/>
          <w:sz w:val="24"/>
          <w:szCs w:val="24"/>
        </w:rPr>
        <w:t>di non aver commesso violazioni, definitivamente accertate, rispetto agli obblighi relativi al pagamento delle imposte e tasse, se</w:t>
      </w:r>
      <w:r>
        <w:rPr>
          <w:rFonts w:ascii="Times New Roman" w:hAnsi="Times New Roman"/>
          <w:sz w:val="24"/>
          <w:szCs w:val="24"/>
        </w:rPr>
        <w:t>condo la legislazione italiana;</w:t>
      </w:r>
    </w:p>
    <w:p w:rsidR="000D2EEE" w:rsidRPr="003138FC" w:rsidRDefault="000D2EEE" w:rsidP="003D238B">
      <w:pPr>
        <w:numPr>
          <w:ilvl w:val="0"/>
          <w:numId w:val="3"/>
        </w:numPr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3138FC">
        <w:rPr>
          <w:rFonts w:ascii="Times New Roman" w:hAnsi="Times New Roman"/>
          <w:sz w:val="24"/>
          <w:szCs w:val="24"/>
        </w:rPr>
        <w:t>che nell’anno antecedente la data di inoltro dell’invito a partecipare alla gara in oggetto, non sono state rese false dichiarazioni in merito ai requisiti e alla condizioni rilevanti per la partecipazione alle procedure di gara e per l’affidamento di subappalti, risultanti dai dati</w:t>
      </w:r>
      <w:r>
        <w:rPr>
          <w:rFonts w:ascii="Times New Roman" w:hAnsi="Times New Roman"/>
          <w:sz w:val="24"/>
          <w:szCs w:val="24"/>
        </w:rPr>
        <w:t xml:space="preserve"> in possesso dell’Osservatorio;</w:t>
      </w:r>
    </w:p>
    <w:p w:rsidR="000D2EEE" w:rsidRPr="003138FC" w:rsidRDefault="000D2EEE" w:rsidP="003D238B">
      <w:pPr>
        <w:numPr>
          <w:ilvl w:val="0"/>
          <w:numId w:val="3"/>
        </w:numPr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3138FC">
        <w:rPr>
          <w:rFonts w:ascii="Times New Roman" w:hAnsi="Times New Roman"/>
          <w:sz w:val="24"/>
          <w:szCs w:val="24"/>
        </w:rPr>
        <w:t>di non aver commesso violazioni gravi, definitivamente accertate, alle norme in materia di contributi previdenziali e assistenziali, s</w:t>
      </w:r>
      <w:r>
        <w:rPr>
          <w:rFonts w:ascii="Times New Roman" w:hAnsi="Times New Roman"/>
          <w:sz w:val="24"/>
          <w:szCs w:val="24"/>
        </w:rPr>
        <w:t>econdo la legislazione italiana;</w:t>
      </w:r>
      <w:r w:rsidRPr="003138FC">
        <w:rPr>
          <w:rFonts w:ascii="Times New Roman" w:hAnsi="Times New Roman"/>
          <w:sz w:val="24"/>
          <w:szCs w:val="24"/>
        </w:rPr>
        <w:t xml:space="preserve"> </w:t>
      </w:r>
    </w:p>
    <w:p w:rsidR="000D2EEE" w:rsidRPr="003138FC" w:rsidRDefault="000D2EEE" w:rsidP="003D238B">
      <w:pPr>
        <w:numPr>
          <w:ilvl w:val="0"/>
          <w:numId w:val="3"/>
        </w:numPr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3138FC">
        <w:rPr>
          <w:rFonts w:ascii="Times New Roman" w:hAnsi="Times New Roman"/>
          <w:sz w:val="24"/>
          <w:szCs w:val="24"/>
        </w:rPr>
        <w:t>di non presentarsi in caso di certificazione di cui all’articolo 17 d</w:t>
      </w:r>
      <w:r>
        <w:rPr>
          <w:rFonts w:ascii="Times New Roman" w:hAnsi="Times New Roman"/>
          <w:sz w:val="24"/>
          <w:szCs w:val="24"/>
        </w:rPr>
        <w:t>ella legge 12 marzo 1999, n. 68;</w:t>
      </w:r>
    </w:p>
    <w:p w:rsidR="000D2EEE" w:rsidRPr="003138FC" w:rsidRDefault="000D2EEE" w:rsidP="003D238B">
      <w:pPr>
        <w:numPr>
          <w:ilvl w:val="0"/>
          <w:numId w:val="3"/>
        </w:numPr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3138FC">
        <w:rPr>
          <w:rFonts w:ascii="Times New Roman" w:hAnsi="Times New Roman"/>
          <w:sz w:val="24"/>
          <w:szCs w:val="24"/>
        </w:rPr>
        <w:t>di non trovarsi in caso di sanzione interdittiva di cui all’articolo 9 comma 2 lett. c del D.Lgs 8 giugno 2001, n. 231 o altra sanzione che comporta il divieto di contrarre con altra Pubblica Amministrazione, compresi i provvedimenti interdittivi di cui all’articolo 36 – bis, comma 1, del decreto legge 4 luglio 2006, n. 223, convertito con modificazioni, da</w:t>
      </w:r>
      <w:r>
        <w:rPr>
          <w:rFonts w:ascii="Times New Roman" w:hAnsi="Times New Roman"/>
          <w:sz w:val="24"/>
          <w:szCs w:val="24"/>
        </w:rPr>
        <w:t>lla legge 4 agosto 2006, n. 248;</w:t>
      </w:r>
    </w:p>
    <w:p w:rsidR="000D2EEE" w:rsidRPr="003138FC" w:rsidRDefault="000D2EEE" w:rsidP="003D238B">
      <w:pPr>
        <w:numPr>
          <w:ilvl w:val="0"/>
          <w:numId w:val="3"/>
        </w:numPr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3138FC">
        <w:rPr>
          <w:rFonts w:ascii="Times New Roman" w:hAnsi="Times New Roman"/>
          <w:sz w:val="24"/>
          <w:szCs w:val="24"/>
        </w:rPr>
        <w:t>di non trovarsi nel caso di sospensione o decadenza dell’attestazione SOA per aver prodotto falsa documentazione o dichiarazioni mendaci, risult</w:t>
      </w:r>
      <w:r>
        <w:rPr>
          <w:rFonts w:ascii="Times New Roman" w:hAnsi="Times New Roman"/>
          <w:sz w:val="24"/>
          <w:szCs w:val="24"/>
        </w:rPr>
        <w:t>anti dal casellario informatico;</w:t>
      </w:r>
    </w:p>
    <w:p w:rsidR="000D2EEE" w:rsidRPr="003138FC" w:rsidRDefault="000D2EEE" w:rsidP="003D238B">
      <w:pPr>
        <w:numPr>
          <w:ilvl w:val="0"/>
          <w:numId w:val="3"/>
        </w:numPr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 w:rsidRPr="003138FC">
        <w:rPr>
          <w:rFonts w:ascii="Times New Roman" w:hAnsi="Times New Roman"/>
          <w:sz w:val="24"/>
          <w:szCs w:val="24"/>
        </w:rPr>
        <w:t>di non essere, rispetto ad un altro partecipante alla medesima procedura di affidamento, in una situazione di controllo di cui all’articolo 2359 del codice civile.</w:t>
      </w:r>
    </w:p>
    <w:p w:rsidR="000D2EEE" w:rsidRPr="003138FC" w:rsidRDefault="000D2EEE" w:rsidP="003D238B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138FC">
        <w:rPr>
          <w:rFonts w:ascii="Times New Roman" w:hAnsi="Times New Roman"/>
          <w:sz w:val="24"/>
          <w:szCs w:val="24"/>
        </w:rPr>
        <w:t>Di osservare tutte le norme dettate in materia di sicurezza dei lavoratori, in particolare di rispettare tutti gli obblighi in materia di sicurezza e condizioni nei luoghi di lavoro ex D.Lgs 81/2008</w:t>
      </w:r>
      <w:r>
        <w:rPr>
          <w:rFonts w:ascii="Times New Roman" w:hAnsi="Times New Roman"/>
          <w:sz w:val="24"/>
          <w:szCs w:val="24"/>
        </w:rPr>
        <w:t>;</w:t>
      </w:r>
    </w:p>
    <w:p w:rsidR="000D2EEE" w:rsidRPr="003138FC" w:rsidRDefault="000D2EEE" w:rsidP="003D238B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138FC">
        <w:rPr>
          <w:rFonts w:ascii="Times New Roman" w:hAnsi="Times New Roman"/>
          <w:sz w:val="24"/>
          <w:szCs w:val="24"/>
        </w:rPr>
        <w:t>di assumere a proprio carico tutti gli oneri retributivi, assicurativi e previdenziali di legge e di applicare nel trattamento economico dei propri lavoratori la retribuzione richiesta dal</w:t>
      </w:r>
      <w:r>
        <w:rPr>
          <w:rFonts w:ascii="Times New Roman" w:hAnsi="Times New Roman"/>
          <w:sz w:val="24"/>
          <w:szCs w:val="24"/>
        </w:rPr>
        <w:t>la legge e dai CCNL applicabili;</w:t>
      </w:r>
      <w:r w:rsidRPr="003138FC">
        <w:rPr>
          <w:rFonts w:ascii="Times New Roman" w:hAnsi="Times New Roman"/>
          <w:sz w:val="24"/>
          <w:szCs w:val="24"/>
        </w:rPr>
        <w:t xml:space="preserve"> </w:t>
      </w:r>
    </w:p>
    <w:p w:rsidR="000D2EEE" w:rsidRPr="003138FC" w:rsidRDefault="000D2EEE" w:rsidP="003D238B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138FC">
        <w:rPr>
          <w:rFonts w:ascii="Times New Roman" w:hAnsi="Times New Roman"/>
          <w:sz w:val="24"/>
          <w:szCs w:val="24"/>
        </w:rPr>
        <w:t>di aver preso visione, di sottoscrivere per accettazione e di obbligarsi all’osservanza di tutte le disposizioni, nessuna esclusa, previste dalla lettera di invito e di accattare in particolare le pen</w:t>
      </w:r>
      <w:r>
        <w:rPr>
          <w:rFonts w:ascii="Times New Roman" w:hAnsi="Times New Roman"/>
          <w:sz w:val="24"/>
          <w:szCs w:val="24"/>
        </w:rPr>
        <w:t>alità previste;</w:t>
      </w:r>
    </w:p>
    <w:p w:rsidR="000D2EEE" w:rsidRPr="003138FC" w:rsidRDefault="000D2EEE" w:rsidP="003D238B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138FC">
        <w:rPr>
          <w:rFonts w:ascii="Times New Roman" w:hAnsi="Times New Roman"/>
          <w:sz w:val="24"/>
          <w:szCs w:val="24"/>
        </w:rPr>
        <w:t xml:space="preserve">di aver giudicato il prezzo posto a base di gara e quello presentato nell’offerta tecnica pienamente remunerativi e tali da </w:t>
      </w:r>
      <w:r>
        <w:rPr>
          <w:rFonts w:ascii="Times New Roman" w:hAnsi="Times New Roman"/>
          <w:sz w:val="24"/>
          <w:szCs w:val="24"/>
        </w:rPr>
        <w:t>consentire l’offerta presentata;</w:t>
      </w:r>
    </w:p>
    <w:p w:rsidR="000D2EEE" w:rsidRPr="003138FC" w:rsidRDefault="000D2EEE" w:rsidP="003D238B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138FC">
        <w:rPr>
          <w:rFonts w:ascii="Times New Roman" w:hAnsi="Times New Roman"/>
          <w:sz w:val="24"/>
          <w:szCs w:val="24"/>
        </w:rPr>
        <w:t>di acconsentire ai sensi e per gli effetti del D.Lgs 196/2003 e ss. mm. ii. al trattamento dei</w:t>
      </w:r>
      <w:r>
        <w:rPr>
          <w:rFonts w:ascii="Times New Roman" w:hAnsi="Times New Roman"/>
          <w:sz w:val="24"/>
          <w:szCs w:val="24"/>
        </w:rPr>
        <w:t xml:space="preserve"> dati per la presente procedura;</w:t>
      </w:r>
    </w:p>
    <w:p w:rsidR="000D2EEE" w:rsidRPr="003138FC" w:rsidRDefault="000D2EEE" w:rsidP="003D238B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138FC">
        <w:rPr>
          <w:rFonts w:ascii="Times New Roman" w:hAnsi="Times New Roman"/>
          <w:sz w:val="24"/>
          <w:szCs w:val="24"/>
        </w:rPr>
        <w:t>di essere iscritto alla Camera di Commercio, con ……..…..(si allega copia del certificato di iscrizione alla Camera di Commercio)</w:t>
      </w:r>
      <w:r>
        <w:rPr>
          <w:rFonts w:ascii="Times New Roman" w:hAnsi="Times New Roman"/>
          <w:sz w:val="24"/>
          <w:szCs w:val="24"/>
        </w:rPr>
        <w:t>;</w:t>
      </w:r>
    </w:p>
    <w:p w:rsidR="000D2EEE" w:rsidRDefault="000D2EEE" w:rsidP="003D238B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138FC">
        <w:rPr>
          <w:rFonts w:ascii="Times New Roman" w:hAnsi="Times New Roman"/>
          <w:sz w:val="24"/>
          <w:szCs w:val="24"/>
        </w:rPr>
        <w:t>di essere abilitato a lavori di impiantistica con relativa dichiarazione sul Camerale ed indicazione del Direttore Tecnico dell’Azienda (secondo il D.L. 37/08)</w:t>
      </w:r>
      <w:r>
        <w:rPr>
          <w:rFonts w:ascii="Times New Roman" w:hAnsi="Times New Roman"/>
          <w:sz w:val="24"/>
          <w:szCs w:val="24"/>
        </w:rPr>
        <w:t xml:space="preserve"> ovvero di avvalersi della seguente Azienda in avvalimento: ………………………………………</w:t>
      </w:r>
    </w:p>
    <w:p w:rsidR="000D2EEE" w:rsidRDefault="000D2EEE" w:rsidP="008A652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2EEE" w:rsidRPr="003138FC" w:rsidRDefault="000D2EEE" w:rsidP="008A652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2EEE" w:rsidRDefault="000D2EEE" w:rsidP="003D238B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138FC">
        <w:rPr>
          <w:rFonts w:ascii="Times New Roman" w:hAnsi="Times New Roman"/>
          <w:sz w:val="24"/>
          <w:szCs w:val="24"/>
        </w:rPr>
        <w:t>di autorizzare la stazione appaltante ad effettuare le comunicazioni di cui all’articolo 79 del D.Lgs 163/2006 e ss.mm.ii. a mezzo fax al seguente numero ……………</w:t>
      </w:r>
    </w:p>
    <w:p w:rsidR="000D2EEE" w:rsidRPr="003138FC" w:rsidRDefault="000D2EEE" w:rsidP="008A652B">
      <w:pPr>
        <w:spacing w:after="0"/>
        <w:ind w:left="1146"/>
        <w:jc w:val="both"/>
        <w:rPr>
          <w:rFonts w:ascii="Times New Roman" w:hAnsi="Times New Roman"/>
          <w:sz w:val="24"/>
          <w:szCs w:val="24"/>
        </w:rPr>
      </w:pPr>
    </w:p>
    <w:p w:rsidR="000D2EEE" w:rsidRPr="003138FC" w:rsidRDefault="000D2EEE" w:rsidP="003D238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138FC">
        <w:rPr>
          <w:rFonts w:ascii="Times New Roman" w:hAnsi="Times New Roman"/>
          <w:sz w:val="24"/>
          <w:szCs w:val="24"/>
        </w:rPr>
        <w:t xml:space="preserve">Si allega fotocopia del documento di identità in corso di validità del legale rappresentante/procuratore/titolare </w:t>
      </w:r>
    </w:p>
    <w:p w:rsidR="000D2EEE" w:rsidRDefault="000D2EEE" w:rsidP="003D238B">
      <w:pPr>
        <w:rPr>
          <w:rFonts w:ascii="Times New Roman" w:hAnsi="Times New Roman"/>
          <w:sz w:val="24"/>
          <w:szCs w:val="24"/>
        </w:rPr>
      </w:pPr>
    </w:p>
    <w:p w:rsidR="000D2EEE" w:rsidRDefault="000D2EEE" w:rsidP="003D238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Data……………………………………….</w:t>
      </w:r>
    </w:p>
    <w:p w:rsidR="000D2EEE" w:rsidRDefault="000D2EEE" w:rsidP="003D238B">
      <w:pPr>
        <w:rPr>
          <w:rFonts w:ascii="Times New Roman" w:hAnsi="Times New Roman"/>
          <w:sz w:val="24"/>
          <w:szCs w:val="24"/>
        </w:rPr>
      </w:pPr>
    </w:p>
    <w:p w:rsidR="000D2EEE" w:rsidRDefault="000D2EEE" w:rsidP="003D238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Il Dichiarante………………………………………</w:t>
      </w:r>
      <w:bookmarkStart w:id="0" w:name="_GoBack"/>
      <w:bookmarkEnd w:id="0"/>
    </w:p>
    <w:p w:rsidR="000D2EEE" w:rsidRDefault="000D2EEE" w:rsidP="003D238B">
      <w:pPr>
        <w:rPr>
          <w:rFonts w:ascii="Times New Roman" w:hAnsi="Times New Roman"/>
          <w:sz w:val="24"/>
          <w:szCs w:val="24"/>
        </w:rPr>
      </w:pPr>
    </w:p>
    <w:sectPr w:rsidR="000D2EEE" w:rsidSect="008C45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D3EE9"/>
    <w:multiLevelType w:val="hybridMultilevel"/>
    <w:tmpl w:val="74EABA54"/>
    <w:lvl w:ilvl="0" w:tplc="0410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1">
    <w:nsid w:val="5AEB2CFE"/>
    <w:multiLevelType w:val="hybridMultilevel"/>
    <w:tmpl w:val="86D8AAF6"/>
    <w:lvl w:ilvl="0" w:tplc="0410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">
    <w:nsid w:val="700C5B44"/>
    <w:multiLevelType w:val="hybridMultilevel"/>
    <w:tmpl w:val="1BCCB79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238B"/>
    <w:rsid w:val="000D2EEE"/>
    <w:rsid w:val="001636F9"/>
    <w:rsid w:val="003138FC"/>
    <w:rsid w:val="003D238B"/>
    <w:rsid w:val="00403036"/>
    <w:rsid w:val="004F6033"/>
    <w:rsid w:val="005B7BAF"/>
    <w:rsid w:val="00653595"/>
    <w:rsid w:val="007B66FC"/>
    <w:rsid w:val="007C3F6C"/>
    <w:rsid w:val="008A652B"/>
    <w:rsid w:val="008C452B"/>
    <w:rsid w:val="00AD003B"/>
    <w:rsid w:val="00F338C8"/>
    <w:rsid w:val="00F8059C"/>
    <w:rsid w:val="00FB3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38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foelenco1">
    <w:name w:val="Paragrafo elenco1"/>
    <w:basedOn w:val="Normal"/>
    <w:uiPriority w:val="99"/>
    <w:rsid w:val="003D238B"/>
    <w:pPr>
      <w:ind w:left="720"/>
    </w:pPr>
    <w:rPr>
      <w:rFonts w:cs="Calibr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5</Pages>
  <Words>1072</Words>
  <Characters>6113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GLI OPERATORI ECONOMICI                                                             Allegato A</dc:title>
  <dc:subject/>
  <dc:creator>synapse</dc:creator>
  <cp:keywords/>
  <dc:description/>
  <cp:lastModifiedBy>AdaMontedoro</cp:lastModifiedBy>
  <cp:revision>3</cp:revision>
  <dcterms:created xsi:type="dcterms:W3CDTF">2014-07-14T10:15:00Z</dcterms:created>
  <dcterms:modified xsi:type="dcterms:W3CDTF">2014-07-14T10:16:00Z</dcterms:modified>
</cp:coreProperties>
</file>