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BF" w:rsidRPr="000752FC" w:rsidRDefault="003B4FBF" w:rsidP="000752F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bookmarkStart w:id="0" w:name="_GoBack"/>
      <w:r w:rsidRPr="000752FC">
        <w:rPr>
          <w:rFonts w:asciiTheme="minorHAnsi" w:hAnsiTheme="minorHAnsi"/>
          <w:b/>
          <w:bCs/>
          <w:color w:val="000000"/>
          <w:sz w:val="22"/>
          <w:szCs w:val="22"/>
        </w:rPr>
        <w:t>DOMANDA DI PARTECIPAZIONE</w:t>
      </w:r>
      <w:r w:rsidR="00854AE5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Pr="000752FC">
        <w:rPr>
          <w:rFonts w:asciiTheme="minorHAnsi" w:hAnsiTheme="minorHAnsi"/>
          <w:b/>
          <w:bCs/>
          <w:color w:val="000000"/>
          <w:sz w:val="22"/>
          <w:szCs w:val="22"/>
        </w:rPr>
        <w:t xml:space="preserve">ALLE AZIONI DEL PIANO INTEGRATO FSE - PON </w:t>
      </w:r>
      <w:r w:rsidR="003B600A">
        <w:rPr>
          <w:rFonts w:asciiTheme="minorHAnsi" w:hAnsiTheme="minorHAnsi"/>
          <w:b/>
          <w:bCs/>
          <w:color w:val="000000"/>
          <w:sz w:val="22"/>
          <w:szCs w:val="22"/>
        </w:rPr>
        <w:t>ANNUALITA’ 2013</w:t>
      </w:r>
    </w:p>
    <w:p w:rsidR="00854AE5" w:rsidRDefault="004017C5" w:rsidP="000752FC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  <w:r w:rsidRPr="000752FC">
        <w:rPr>
          <w:rFonts w:asciiTheme="minorHAnsi" w:hAnsiTheme="minorHAnsi"/>
          <w:sz w:val="22"/>
          <w:szCs w:val="22"/>
        </w:rPr>
        <w:t xml:space="preserve"> </w:t>
      </w:r>
    </w:p>
    <w:p w:rsidR="003B4FBF" w:rsidRPr="003B600A" w:rsidRDefault="004017C5" w:rsidP="000752FC">
      <w:pPr>
        <w:autoSpaceDE w:val="0"/>
        <w:autoSpaceDN w:val="0"/>
        <w:adjustRightInd w:val="0"/>
        <w:jc w:val="right"/>
        <w:rPr>
          <w:rFonts w:asciiTheme="minorHAnsi" w:hAnsiTheme="minorHAnsi"/>
          <w:b/>
          <w:color w:val="000000"/>
          <w:sz w:val="22"/>
          <w:szCs w:val="22"/>
        </w:rPr>
      </w:pPr>
      <w:r w:rsidRPr="003B600A">
        <w:rPr>
          <w:rFonts w:asciiTheme="minorHAnsi" w:hAnsiTheme="minorHAnsi"/>
          <w:b/>
          <w:sz w:val="22"/>
          <w:szCs w:val="22"/>
        </w:rPr>
        <w:t xml:space="preserve">  </w:t>
      </w:r>
      <w:r w:rsidR="003B4FBF" w:rsidRPr="003B600A">
        <w:rPr>
          <w:rFonts w:asciiTheme="minorHAnsi" w:hAnsiTheme="minorHAnsi"/>
          <w:b/>
          <w:sz w:val="22"/>
          <w:szCs w:val="22"/>
        </w:rPr>
        <w:t>Al dirigente scolastico</w:t>
      </w:r>
      <w:r w:rsidR="003B4FBF" w:rsidRPr="003B600A">
        <w:rPr>
          <w:rFonts w:asciiTheme="minorHAnsi" w:hAnsiTheme="minorHAnsi"/>
          <w:b/>
          <w:sz w:val="22"/>
          <w:szCs w:val="22"/>
        </w:rPr>
        <w:br/>
      </w:r>
      <w:r w:rsidR="00E90296" w:rsidRPr="003B600A">
        <w:rPr>
          <w:rFonts w:asciiTheme="minorHAnsi" w:hAnsiTheme="minorHAnsi"/>
          <w:b/>
          <w:sz w:val="22"/>
          <w:szCs w:val="22"/>
        </w:rPr>
        <w:t xml:space="preserve">dell’ Istituto Statale “don L. </w:t>
      </w:r>
      <w:proofErr w:type="spellStart"/>
      <w:r w:rsidR="00E90296" w:rsidRPr="003B600A">
        <w:rPr>
          <w:rFonts w:asciiTheme="minorHAnsi" w:hAnsiTheme="minorHAnsi"/>
          <w:b/>
          <w:sz w:val="22"/>
          <w:szCs w:val="22"/>
        </w:rPr>
        <w:t>Milani</w:t>
      </w:r>
      <w:proofErr w:type="spellEnd"/>
      <w:r w:rsidR="00E90296" w:rsidRPr="003B600A">
        <w:rPr>
          <w:rFonts w:asciiTheme="minorHAnsi" w:hAnsiTheme="minorHAnsi"/>
          <w:b/>
          <w:sz w:val="22"/>
          <w:szCs w:val="22"/>
        </w:rPr>
        <w:t xml:space="preserve">” </w:t>
      </w:r>
      <w:r w:rsidR="00C566D2" w:rsidRPr="003B600A">
        <w:rPr>
          <w:rFonts w:asciiTheme="minorHAnsi" w:hAnsiTheme="minorHAnsi"/>
          <w:b/>
          <w:color w:val="000000"/>
          <w:sz w:val="22"/>
          <w:szCs w:val="22"/>
        </w:rPr>
        <w:t xml:space="preserve"> Via </w:t>
      </w:r>
      <w:r w:rsidR="00E90296" w:rsidRPr="003B600A">
        <w:rPr>
          <w:rFonts w:asciiTheme="minorHAnsi" w:hAnsiTheme="minorHAnsi"/>
          <w:b/>
          <w:color w:val="000000"/>
          <w:sz w:val="22"/>
          <w:szCs w:val="22"/>
        </w:rPr>
        <w:t>Roma n.193</w:t>
      </w:r>
      <w:r w:rsidR="00C566D2" w:rsidRPr="003B600A">
        <w:rPr>
          <w:rFonts w:asciiTheme="minorHAnsi" w:hAnsiTheme="minorHAnsi"/>
          <w:b/>
          <w:color w:val="000000"/>
          <w:sz w:val="22"/>
          <w:szCs w:val="22"/>
        </w:rPr>
        <w:t xml:space="preserve">  –</w:t>
      </w:r>
      <w:r w:rsidR="00E90296" w:rsidRPr="003B600A">
        <w:rPr>
          <w:rFonts w:asciiTheme="minorHAnsi" w:hAnsiTheme="minorHAnsi"/>
          <w:b/>
          <w:color w:val="000000"/>
          <w:sz w:val="22"/>
          <w:szCs w:val="22"/>
        </w:rPr>
        <w:t xml:space="preserve">70021 </w:t>
      </w:r>
      <w:proofErr w:type="spellStart"/>
      <w:r w:rsidR="00E90296" w:rsidRPr="003B600A">
        <w:rPr>
          <w:rFonts w:asciiTheme="minorHAnsi" w:hAnsiTheme="minorHAnsi"/>
          <w:b/>
          <w:color w:val="000000"/>
          <w:sz w:val="22"/>
          <w:szCs w:val="22"/>
        </w:rPr>
        <w:t>Acquaviva</w:t>
      </w:r>
      <w:proofErr w:type="spellEnd"/>
      <w:r w:rsidR="00E90296" w:rsidRPr="003B600A">
        <w:rPr>
          <w:rFonts w:asciiTheme="minorHAnsi" w:hAnsiTheme="minorHAnsi"/>
          <w:b/>
          <w:color w:val="000000"/>
          <w:sz w:val="22"/>
          <w:szCs w:val="22"/>
        </w:rPr>
        <w:t xml:space="preserve"> delle Fonti</w:t>
      </w:r>
    </w:p>
    <w:p w:rsidR="00E90296" w:rsidRPr="003B600A" w:rsidRDefault="00E90296" w:rsidP="000752FC">
      <w:pPr>
        <w:autoSpaceDE w:val="0"/>
        <w:autoSpaceDN w:val="0"/>
        <w:adjustRightInd w:val="0"/>
        <w:jc w:val="right"/>
        <w:rPr>
          <w:rFonts w:asciiTheme="minorHAnsi" w:hAnsiTheme="minorHAnsi"/>
          <w:b/>
          <w:sz w:val="22"/>
          <w:szCs w:val="22"/>
        </w:rPr>
      </w:pPr>
    </w:p>
    <w:p w:rsidR="003B4FBF" w:rsidRPr="000752FC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0752FC">
        <w:rPr>
          <w:rFonts w:asciiTheme="minorHAnsi" w:hAnsiTheme="minorHAnsi"/>
          <w:color w:val="000000"/>
          <w:sz w:val="22"/>
          <w:szCs w:val="22"/>
        </w:rPr>
        <w:t>Il/La sottoscritto/a, Cognome</w:t>
      </w:r>
      <w:r w:rsidR="00C566D2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0752FC">
        <w:rPr>
          <w:rFonts w:asciiTheme="minorHAnsi" w:hAnsiTheme="minorHAnsi"/>
          <w:color w:val="000000"/>
          <w:sz w:val="22"/>
          <w:szCs w:val="22"/>
        </w:rPr>
        <w:t>______________________________  No</w:t>
      </w:r>
      <w:r w:rsidR="00C566D2">
        <w:rPr>
          <w:rFonts w:asciiTheme="minorHAnsi" w:hAnsiTheme="minorHAnsi"/>
          <w:color w:val="000000"/>
          <w:sz w:val="22"/>
          <w:szCs w:val="22"/>
        </w:rPr>
        <w:t>me ________________________</w:t>
      </w:r>
    </w:p>
    <w:p w:rsidR="004017C5" w:rsidRPr="000752FC" w:rsidRDefault="004017C5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3B4FBF" w:rsidRPr="000752FC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0752FC">
        <w:rPr>
          <w:rFonts w:asciiTheme="minorHAnsi" w:hAnsiTheme="minorHAnsi"/>
          <w:color w:val="000000"/>
          <w:sz w:val="22"/>
          <w:szCs w:val="22"/>
        </w:rPr>
        <w:t>Telefono _____</w:t>
      </w:r>
      <w:r w:rsidR="00C566D2">
        <w:rPr>
          <w:rFonts w:asciiTheme="minorHAnsi" w:hAnsiTheme="minorHAnsi"/>
          <w:color w:val="000000"/>
          <w:sz w:val="22"/>
          <w:szCs w:val="22"/>
        </w:rPr>
        <w:t>_________  Cell. ______________</w:t>
      </w:r>
      <w:r w:rsidRPr="000752FC">
        <w:rPr>
          <w:rFonts w:asciiTheme="minorHAnsi" w:hAnsiTheme="minorHAnsi"/>
          <w:color w:val="000000"/>
          <w:sz w:val="22"/>
          <w:szCs w:val="22"/>
        </w:rPr>
        <w:t>__</w:t>
      </w:r>
      <w:r w:rsidR="00C566D2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0752FC">
        <w:rPr>
          <w:rFonts w:asciiTheme="minorHAnsi" w:hAnsiTheme="minorHAnsi"/>
          <w:color w:val="000000"/>
          <w:sz w:val="22"/>
          <w:szCs w:val="22"/>
        </w:rPr>
        <w:t>Indirizzo e-mail (obbligatorio</w:t>
      </w:r>
      <w:r w:rsidR="00C566D2">
        <w:rPr>
          <w:rFonts w:asciiTheme="minorHAnsi" w:hAnsiTheme="minorHAnsi"/>
          <w:color w:val="000000"/>
          <w:sz w:val="22"/>
          <w:szCs w:val="22"/>
        </w:rPr>
        <w:t>) ________________</w:t>
      </w:r>
      <w:r w:rsidRPr="000752FC">
        <w:rPr>
          <w:rFonts w:asciiTheme="minorHAnsi" w:hAnsiTheme="minorHAnsi"/>
          <w:color w:val="000000"/>
          <w:sz w:val="22"/>
          <w:szCs w:val="22"/>
        </w:rPr>
        <w:t>_</w:t>
      </w:r>
    </w:p>
    <w:p w:rsidR="003B4FBF" w:rsidRPr="000752FC" w:rsidRDefault="003B4FBF" w:rsidP="000752FC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0752FC">
        <w:rPr>
          <w:rFonts w:asciiTheme="minorHAnsi" w:hAnsiTheme="minorHAnsi"/>
          <w:b/>
          <w:color w:val="000000"/>
          <w:sz w:val="22"/>
          <w:szCs w:val="22"/>
        </w:rPr>
        <w:t>CHIEDE</w:t>
      </w:r>
    </w:p>
    <w:p w:rsidR="003B4FBF" w:rsidRPr="00E90296" w:rsidRDefault="003B4FBF" w:rsidP="000752F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0752FC">
        <w:rPr>
          <w:rFonts w:asciiTheme="minorHAnsi" w:hAnsiTheme="minorHAnsi"/>
          <w:color w:val="000000"/>
          <w:sz w:val="22"/>
          <w:szCs w:val="22"/>
        </w:rPr>
        <w:t xml:space="preserve">di partecipare alle attività relative alle </w:t>
      </w:r>
      <w:r w:rsidRPr="000752FC">
        <w:rPr>
          <w:rFonts w:asciiTheme="minorHAnsi" w:hAnsiTheme="minorHAnsi"/>
          <w:b/>
          <w:bCs/>
          <w:color w:val="000000"/>
          <w:sz w:val="22"/>
          <w:szCs w:val="22"/>
        </w:rPr>
        <w:t xml:space="preserve">azioni del Piano Integrato FSE </w:t>
      </w:r>
      <w:r w:rsidR="003B600A">
        <w:rPr>
          <w:rFonts w:asciiTheme="minorHAnsi" w:hAnsiTheme="minorHAnsi"/>
          <w:b/>
          <w:bCs/>
          <w:color w:val="000000"/>
          <w:sz w:val="22"/>
          <w:szCs w:val="22"/>
        </w:rPr>
        <w:t>Annualità 2013</w:t>
      </w:r>
      <w:r w:rsidR="00D9782D" w:rsidRPr="000752FC">
        <w:rPr>
          <w:rFonts w:asciiTheme="minorHAnsi" w:hAnsiTheme="minorHAnsi"/>
          <w:color w:val="000000"/>
          <w:sz w:val="22"/>
          <w:szCs w:val="22"/>
        </w:rPr>
        <w:t xml:space="preserve">, e si candida per la figura di </w:t>
      </w:r>
      <w:r w:rsidR="003F20C9" w:rsidRPr="00C566D2">
        <w:rPr>
          <w:rFonts w:asciiTheme="minorHAnsi" w:hAnsiTheme="minorHAnsi"/>
          <w:b/>
          <w:color w:val="000000"/>
          <w:sz w:val="22"/>
          <w:szCs w:val="22"/>
        </w:rPr>
        <w:t>ESPERTO</w:t>
      </w:r>
      <w:r w:rsidR="00D9782D" w:rsidRPr="000752FC">
        <w:rPr>
          <w:rFonts w:asciiTheme="minorHAnsi" w:hAnsiTheme="minorHAnsi"/>
          <w:color w:val="000000"/>
          <w:sz w:val="22"/>
          <w:szCs w:val="22"/>
        </w:rPr>
        <w:t xml:space="preserve"> per i</w:t>
      </w:r>
      <w:r w:rsidR="00C566D2">
        <w:rPr>
          <w:rFonts w:asciiTheme="minorHAnsi" w:hAnsiTheme="minorHAnsi"/>
          <w:color w:val="000000"/>
          <w:sz w:val="22"/>
          <w:szCs w:val="22"/>
        </w:rPr>
        <w:t>l</w:t>
      </w:r>
      <w:r w:rsidR="00D9782D" w:rsidRPr="000752FC">
        <w:rPr>
          <w:rFonts w:asciiTheme="minorHAnsi" w:hAnsiTheme="minorHAnsi"/>
          <w:color w:val="000000"/>
          <w:sz w:val="22"/>
          <w:szCs w:val="22"/>
        </w:rPr>
        <w:t xml:space="preserve"> seguent</w:t>
      </w:r>
      <w:r w:rsidR="00C566D2">
        <w:rPr>
          <w:rFonts w:asciiTheme="minorHAnsi" w:hAnsiTheme="minorHAnsi"/>
          <w:color w:val="000000"/>
          <w:sz w:val="22"/>
          <w:szCs w:val="22"/>
        </w:rPr>
        <w:t>e</w:t>
      </w:r>
      <w:r w:rsidR="00D9782D" w:rsidRPr="000752FC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9782D" w:rsidRPr="00E90296">
        <w:rPr>
          <w:rFonts w:asciiTheme="minorHAnsi" w:hAnsiTheme="minorHAnsi"/>
          <w:sz w:val="22"/>
          <w:szCs w:val="22"/>
        </w:rPr>
        <w:t>progett</w:t>
      </w:r>
      <w:r w:rsidR="00C566D2" w:rsidRPr="00E90296">
        <w:rPr>
          <w:rFonts w:asciiTheme="minorHAnsi" w:hAnsiTheme="minorHAnsi"/>
          <w:sz w:val="22"/>
          <w:szCs w:val="22"/>
        </w:rPr>
        <w:t>o (indicare una sola scelta)</w:t>
      </w:r>
      <w:r w:rsidRPr="00E90296">
        <w:rPr>
          <w:rFonts w:asciiTheme="minorHAnsi" w:hAnsiTheme="minorHAnsi"/>
          <w:sz w:val="22"/>
          <w:szCs w:val="22"/>
        </w:rPr>
        <w:t>:</w:t>
      </w:r>
    </w:p>
    <w:p w:rsidR="007F7F01" w:rsidRPr="000752FC" w:rsidRDefault="007F7F01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16"/>
        <w:gridCol w:w="2478"/>
      </w:tblGrid>
      <w:tr w:rsidR="003B4FBF" w:rsidRPr="00710BEE" w:rsidTr="00710BEE">
        <w:trPr>
          <w:trHeight w:val="278"/>
          <w:jc w:val="center"/>
        </w:trPr>
        <w:tc>
          <w:tcPr>
            <w:tcW w:w="7016" w:type="dxa"/>
            <w:shd w:val="clear" w:color="auto" w:fill="C0C0C0"/>
            <w:vAlign w:val="center"/>
          </w:tcPr>
          <w:p w:rsidR="003B4FBF" w:rsidRPr="00710BEE" w:rsidRDefault="00D9782D" w:rsidP="000752F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10BE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PROGETTO </w:t>
            </w:r>
          </w:p>
        </w:tc>
        <w:tc>
          <w:tcPr>
            <w:tcW w:w="2478" w:type="dxa"/>
            <w:shd w:val="clear" w:color="auto" w:fill="C0C0C0"/>
          </w:tcPr>
          <w:p w:rsidR="003B4FBF" w:rsidRPr="00710BEE" w:rsidRDefault="003B4FBF" w:rsidP="000752F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10BEE">
              <w:rPr>
                <w:rFonts w:asciiTheme="minorHAnsi" w:hAnsiTheme="minorHAnsi"/>
                <w:b/>
                <w:bCs/>
                <w:sz w:val="20"/>
                <w:szCs w:val="20"/>
              </w:rPr>
              <w:t>CANDIDATURA</w:t>
            </w:r>
          </w:p>
        </w:tc>
      </w:tr>
      <w:tr w:rsidR="004017C5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E90296" w:rsidRPr="00E90296" w:rsidRDefault="00FB267F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</w:pP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B-</w:t>
            </w:r>
            <w:r w:rsidR="00E90296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7</w:t>
            </w: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-FSE-2013-</w:t>
            </w:r>
            <w:r w:rsidR="00E90296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375</w:t>
            </w: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 xml:space="preserve">- </w:t>
            </w:r>
            <w:r w:rsidR="00E90296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 xml:space="preserve">ENGLISH FOR SCHOOL B2 </w:t>
            </w:r>
          </w:p>
          <w:p w:rsidR="004017C5" w:rsidRPr="00E90296" w:rsidRDefault="004017C5" w:rsidP="00E90296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2478" w:type="dxa"/>
            <w:vAlign w:val="center"/>
          </w:tcPr>
          <w:p w:rsidR="004017C5" w:rsidRPr="00710BEE" w:rsidRDefault="00710BEE" w:rsidP="00710BEE">
            <w:pPr>
              <w:jc w:val="center"/>
              <w:rPr>
                <w:rFonts w:asciiTheme="minorHAnsi" w:hAnsiTheme="minorHAnsi"/>
              </w:rPr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  <w:tr w:rsidR="00710BEE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E90296" w:rsidRPr="00E90296" w:rsidRDefault="00710BEE" w:rsidP="00E90296">
            <w:pPr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</w:pP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C-1-FSE-2013-</w:t>
            </w:r>
            <w:r w:rsidR="00E90296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2231</w:t>
            </w: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 xml:space="preserve"> - </w:t>
            </w:r>
            <w:r w:rsidR="00E90296" w:rsidRPr="00E90296"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  <w:t xml:space="preserve">UPDATING YOUR ENGLISH 2 </w:t>
            </w:r>
          </w:p>
          <w:p w:rsidR="00710BEE" w:rsidRPr="00E90296" w:rsidRDefault="00710BEE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</w:pPr>
          </w:p>
        </w:tc>
        <w:tc>
          <w:tcPr>
            <w:tcW w:w="2478" w:type="dxa"/>
            <w:vAlign w:val="center"/>
          </w:tcPr>
          <w:p w:rsidR="00710BEE" w:rsidRPr="00710BEE" w:rsidRDefault="00710BEE" w:rsidP="00710BEE">
            <w:pPr>
              <w:jc w:val="center"/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  <w:tr w:rsidR="00710BEE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E90296" w:rsidRPr="00E90296" w:rsidRDefault="00710BEE" w:rsidP="00E90296">
            <w:pPr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</w:pP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C-1-FSE-2013-</w:t>
            </w:r>
            <w:r w:rsidR="00E90296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2231</w:t>
            </w: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 xml:space="preserve">- </w:t>
            </w:r>
            <w:r w:rsidR="00E90296" w:rsidRPr="00E90296"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  <w:t>AIMING HIGH</w:t>
            </w:r>
          </w:p>
          <w:p w:rsidR="00710BEE" w:rsidRPr="00E90296" w:rsidRDefault="00710BEE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</w:pPr>
          </w:p>
        </w:tc>
        <w:tc>
          <w:tcPr>
            <w:tcW w:w="2478" w:type="dxa"/>
            <w:vAlign w:val="center"/>
          </w:tcPr>
          <w:p w:rsidR="00710BEE" w:rsidRPr="00710BEE" w:rsidRDefault="00710BEE" w:rsidP="00710BEE">
            <w:pPr>
              <w:jc w:val="center"/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  <w:tr w:rsidR="00710BEE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E90296" w:rsidRPr="00E90296" w:rsidRDefault="00710BEE" w:rsidP="00E90296">
            <w:pPr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</w:pP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C-1-FSE-2013-</w:t>
            </w:r>
            <w:r w:rsidR="00E90296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2231</w:t>
            </w: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 xml:space="preserve">- </w:t>
            </w:r>
            <w:r w:rsidR="00E90296" w:rsidRPr="00E90296"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  <w:t>FRANCAIS SANS FRONTIERES</w:t>
            </w:r>
          </w:p>
          <w:p w:rsidR="00710BEE" w:rsidRPr="00E90296" w:rsidRDefault="00710BEE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</w:pPr>
          </w:p>
        </w:tc>
        <w:tc>
          <w:tcPr>
            <w:tcW w:w="2478" w:type="dxa"/>
            <w:vAlign w:val="center"/>
          </w:tcPr>
          <w:p w:rsidR="00710BEE" w:rsidRPr="00710BEE" w:rsidRDefault="00710BEE" w:rsidP="00710BEE">
            <w:pPr>
              <w:jc w:val="center"/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  <w:tr w:rsidR="00710BEE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E90296" w:rsidRPr="00E90296" w:rsidRDefault="00710BEE" w:rsidP="00E90296">
            <w:pPr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</w:pP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C-1-FSE-2013-</w:t>
            </w:r>
            <w:r w:rsidR="00E90296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2231</w:t>
            </w: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 xml:space="preserve">- </w:t>
            </w:r>
            <w:r w:rsidR="00E90296" w:rsidRPr="00E90296"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  <w:t>POTENZIAMENTO LINGUA SPAGNOLA</w:t>
            </w:r>
          </w:p>
          <w:p w:rsidR="00710BEE" w:rsidRPr="00E90296" w:rsidRDefault="00710BEE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</w:pPr>
          </w:p>
        </w:tc>
        <w:tc>
          <w:tcPr>
            <w:tcW w:w="2478" w:type="dxa"/>
            <w:vAlign w:val="center"/>
          </w:tcPr>
          <w:p w:rsidR="00710BEE" w:rsidRPr="00710BEE" w:rsidRDefault="00710BEE" w:rsidP="00710BEE">
            <w:pPr>
              <w:jc w:val="center"/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  <w:tr w:rsidR="00710BEE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710BEE" w:rsidRPr="00E90296" w:rsidRDefault="00710BEE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</w:pPr>
            <w:r w:rsidRPr="00710BEE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C-1-FSE-2013-</w:t>
            </w:r>
            <w:r w:rsid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2231</w:t>
            </w:r>
            <w:r w:rsidRPr="00710BEE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 xml:space="preserve">- </w:t>
            </w:r>
            <w:r w:rsidR="00E90296" w:rsidRPr="00E90296"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  <w:t>MATEMATICA &amp; REALTA’</w:t>
            </w:r>
          </w:p>
        </w:tc>
        <w:tc>
          <w:tcPr>
            <w:tcW w:w="2478" w:type="dxa"/>
            <w:vAlign w:val="center"/>
          </w:tcPr>
          <w:p w:rsidR="00710BEE" w:rsidRPr="00710BEE" w:rsidRDefault="00710BEE" w:rsidP="00710BEE">
            <w:pPr>
              <w:jc w:val="center"/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  <w:tr w:rsidR="00710BEE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710BEE" w:rsidRPr="00B528BE" w:rsidRDefault="00710BEE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</w:rPr>
            </w:pPr>
            <w:r w:rsidRPr="00B528BE">
              <w:rPr>
                <w:rFonts w:asciiTheme="minorHAnsi" w:eastAsia="Arial" w:hAnsiTheme="minorHAnsi" w:cs="Arial"/>
                <w:color w:val="03070E"/>
                <w:sz w:val="20"/>
                <w:szCs w:val="20"/>
              </w:rPr>
              <w:t xml:space="preserve">C-1-FSE-2013-528 - </w:t>
            </w:r>
            <w:r w:rsidR="00E90296" w:rsidRPr="00B528BE">
              <w:rPr>
                <w:rFonts w:ascii="Calibri" w:eastAsia="Arial" w:hAnsi="Calibri" w:cs="Arial"/>
                <w:color w:val="03070E"/>
                <w:sz w:val="20"/>
                <w:szCs w:val="20"/>
              </w:rPr>
              <w:t>VERSO LE PROVE INVALSI</w:t>
            </w:r>
          </w:p>
        </w:tc>
        <w:tc>
          <w:tcPr>
            <w:tcW w:w="2478" w:type="dxa"/>
            <w:vAlign w:val="center"/>
          </w:tcPr>
          <w:p w:rsidR="00710BEE" w:rsidRPr="00710BEE" w:rsidRDefault="00710BEE" w:rsidP="00710BEE">
            <w:pPr>
              <w:jc w:val="center"/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  <w:tr w:rsidR="00710BEE" w:rsidRPr="00710BEE" w:rsidTr="00710BEE">
        <w:trPr>
          <w:trHeight w:hRule="exact" w:val="340"/>
          <w:jc w:val="center"/>
        </w:trPr>
        <w:tc>
          <w:tcPr>
            <w:tcW w:w="7016" w:type="dxa"/>
            <w:shd w:val="clear" w:color="auto" w:fill="auto"/>
            <w:noWrap/>
            <w:vAlign w:val="center"/>
          </w:tcPr>
          <w:p w:rsidR="00E90296" w:rsidRPr="00E90296" w:rsidRDefault="00E90296" w:rsidP="00E90296">
            <w:pPr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</w:pP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D</w:t>
            </w:r>
            <w:r w:rsidR="00710BEE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-1-FSE-2013-</w:t>
            </w:r>
            <w:r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>858</w:t>
            </w:r>
            <w:r w:rsidR="00710BEE" w:rsidRPr="00E90296"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  <w:t xml:space="preserve">- </w:t>
            </w:r>
            <w:r w:rsidRPr="00E90296">
              <w:rPr>
                <w:rFonts w:ascii="Calibri" w:eastAsia="Arial" w:hAnsi="Calibri" w:cs="Arial"/>
                <w:color w:val="03070E"/>
                <w:sz w:val="20"/>
                <w:szCs w:val="20"/>
                <w:lang w:val="en-US"/>
              </w:rPr>
              <w:t>PROGETTO ECDL</w:t>
            </w:r>
          </w:p>
          <w:p w:rsidR="00710BEE" w:rsidRPr="00E90296" w:rsidRDefault="00710BEE" w:rsidP="00E90296">
            <w:pPr>
              <w:rPr>
                <w:rFonts w:asciiTheme="minorHAnsi" w:eastAsia="Arial" w:hAnsiTheme="minorHAnsi" w:cs="Arial"/>
                <w:color w:val="03070E"/>
                <w:sz w:val="20"/>
                <w:szCs w:val="20"/>
                <w:lang w:val="en-US"/>
              </w:rPr>
            </w:pPr>
          </w:p>
        </w:tc>
        <w:tc>
          <w:tcPr>
            <w:tcW w:w="2478" w:type="dxa"/>
            <w:vAlign w:val="center"/>
          </w:tcPr>
          <w:p w:rsidR="00710BEE" w:rsidRPr="00710BEE" w:rsidRDefault="00710BEE" w:rsidP="00710BEE">
            <w:pPr>
              <w:jc w:val="center"/>
            </w:pPr>
            <w:r w:rsidRPr="00710BEE">
              <w:rPr>
                <w:rFonts w:asciiTheme="minorHAnsi" w:hAnsiTheme="minorHAnsi"/>
              </w:rPr>
              <w:sym w:font="Symbol" w:char="F0F0"/>
            </w:r>
          </w:p>
        </w:tc>
      </w:tr>
    </w:tbl>
    <w:p w:rsidR="003B4FBF" w:rsidRPr="000752FC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710BEE" w:rsidRPr="00D23599" w:rsidRDefault="009E5838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 xml:space="preserve">Allega alla presente </w:t>
      </w:r>
      <w:r w:rsidR="00224BEF" w:rsidRPr="00224BEF">
        <w:rPr>
          <w:rFonts w:asciiTheme="minorHAnsi" w:hAnsiTheme="minorHAnsi"/>
          <w:color w:val="000000"/>
          <w:sz w:val="22"/>
          <w:szCs w:val="22"/>
        </w:rPr>
        <w:t xml:space="preserve">copia di un documento </w:t>
      </w:r>
      <w:r w:rsidR="00224BEF">
        <w:rPr>
          <w:rFonts w:asciiTheme="minorHAnsi" w:hAnsiTheme="minorHAnsi"/>
          <w:color w:val="000000"/>
          <w:sz w:val="22"/>
          <w:szCs w:val="22"/>
        </w:rPr>
        <w:t xml:space="preserve">d’identità in corso di validità ed </w:t>
      </w:r>
      <w:r w:rsidRPr="00D23599">
        <w:rPr>
          <w:rFonts w:asciiTheme="minorHAnsi" w:hAnsiTheme="minorHAnsi"/>
          <w:color w:val="000000"/>
          <w:sz w:val="22"/>
          <w:szCs w:val="22"/>
        </w:rPr>
        <w:t>un curriculum vitae in formato europeo, nel quale evidenzia le esperienze valutabili ai fini della selezione</w:t>
      </w:r>
      <w:r w:rsidR="00710BEE" w:rsidRPr="00D23599">
        <w:rPr>
          <w:rFonts w:asciiTheme="minorHAnsi" w:hAnsiTheme="minorHAnsi"/>
          <w:color w:val="000000"/>
          <w:sz w:val="22"/>
          <w:szCs w:val="22"/>
        </w:rPr>
        <w:t xml:space="preserve"> e tabella riassuntiva punteggio (Allegato A).</w:t>
      </w:r>
    </w:p>
    <w:p w:rsidR="003B4FBF" w:rsidRPr="00D23599" w:rsidRDefault="003B4FBF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>Il/La sottoscritto/a dichiara di accettare tutte le condizioni espresse nel Bando stesso, incluse le seguenti:</w:t>
      </w:r>
    </w:p>
    <w:p w:rsidR="003B4FBF" w:rsidRPr="00D23599" w:rsidRDefault="003B4FBF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>- la liquidazione del compenso per la prestazione avverrà solo ad effettiva erogazione da parte del MIUR del finanziamento della misura PON di competenza;</w:t>
      </w:r>
    </w:p>
    <w:p w:rsidR="003B4FBF" w:rsidRPr="00D23599" w:rsidRDefault="003B4FBF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>- l’incarico sarà condizionato alla effettiva realizzazione dell’Azione.</w:t>
      </w:r>
    </w:p>
    <w:p w:rsidR="004C7271" w:rsidRPr="00B74204" w:rsidRDefault="00B74204" w:rsidP="00B74204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 xml:space="preserve">Dichiara, inoltre, </w:t>
      </w:r>
      <w:r w:rsidRPr="00E210DA">
        <w:rPr>
          <w:rFonts w:asciiTheme="minorHAnsi" w:hAnsiTheme="minorHAnsi"/>
          <w:snapToGrid w:val="0"/>
          <w:sz w:val="22"/>
          <w:szCs w:val="22"/>
        </w:rPr>
        <w:t>sotto la propria piena ed esclusiva responsabilità,</w:t>
      </w:r>
      <w:r w:rsidRPr="00B74204">
        <w:rPr>
          <w:rFonts w:asciiTheme="minorHAnsi" w:hAnsiTheme="minorHAnsi"/>
          <w:color w:val="000000"/>
          <w:sz w:val="22"/>
          <w:szCs w:val="22"/>
        </w:rPr>
        <w:t xml:space="preserve"> (ai sensi degli art. 19, 19 bis, 46 e 47 del D.P.R. 445/2000)</w:t>
      </w:r>
      <w:r>
        <w:rPr>
          <w:rFonts w:asciiTheme="minorHAnsi" w:hAnsiTheme="minorHAnsi"/>
          <w:color w:val="000000"/>
          <w:sz w:val="22"/>
          <w:szCs w:val="22"/>
        </w:rPr>
        <w:t xml:space="preserve">, </w:t>
      </w:r>
      <w:r w:rsidRPr="00E210DA">
        <w:rPr>
          <w:rFonts w:asciiTheme="minorHAnsi" w:hAnsiTheme="minorHAnsi"/>
          <w:snapToGrid w:val="0"/>
          <w:sz w:val="22"/>
          <w:szCs w:val="22"/>
        </w:rPr>
        <w:t>consapevole delle responsabilità civili e penali cui può andare incontro in caso di dichiarazioni mendaci e/o non conformi al vero - ai sensi dell'art. 76 del DPR n.445/2000,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C7271" w:rsidRPr="00E210DA">
        <w:rPr>
          <w:rFonts w:asciiTheme="minorHAnsi" w:hAnsiTheme="minorHAnsi"/>
          <w:snapToGrid w:val="0"/>
          <w:sz w:val="22"/>
          <w:szCs w:val="22"/>
        </w:rPr>
        <w:t>quanto segue</w:t>
      </w:r>
      <w:r>
        <w:rPr>
          <w:rFonts w:asciiTheme="minorHAnsi" w:hAnsiTheme="minorHAnsi"/>
          <w:snapToGrid w:val="0"/>
          <w:sz w:val="22"/>
          <w:szCs w:val="22"/>
        </w:rPr>
        <w:t xml:space="preserve"> </w:t>
      </w:r>
      <w:r w:rsidR="004C7271" w:rsidRPr="00E210DA">
        <w:rPr>
          <w:rFonts w:asciiTheme="minorHAnsi" w:hAnsiTheme="minorHAnsi"/>
          <w:snapToGrid w:val="0"/>
          <w:sz w:val="22"/>
          <w:szCs w:val="22"/>
        </w:rPr>
        <w:t xml:space="preserve"> (</w:t>
      </w:r>
      <w:r>
        <w:rPr>
          <w:rFonts w:asciiTheme="minorHAnsi" w:hAnsiTheme="minorHAnsi"/>
          <w:snapToGrid w:val="0"/>
          <w:sz w:val="22"/>
          <w:szCs w:val="22"/>
        </w:rPr>
        <w:t>b</w:t>
      </w:r>
      <w:r w:rsidR="004C7271" w:rsidRPr="00E210DA">
        <w:rPr>
          <w:rFonts w:asciiTheme="minorHAnsi" w:hAnsiTheme="minorHAnsi"/>
          <w:snapToGrid w:val="0"/>
          <w:sz w:val="22"/>
          <w:szCs w:val="22"/>
        </w:rPr>
        <w:t>a</w:t>
      </w:r>
      <w:r>
        <w:rPr>
          <w:rFonts w:asciiTheme="minorHAnsi" w:hAnsiTheme="minorHAnsi"/>
          <w:snapToGrid w:val="0"/>
          <w:sz w:val="22"/>
          <w:szCs w:val="22"/>
        </w:rPr>
        <w:t>rrare la casella che interessa):</w:t>
      </w:r>
    </w:p>
    <w:p w:rsidR="004C7271" w:rsidRPr="00E210DA" w:rsidRDefault="004C7271" w:rsidP="004C7271">
      <w:pPr>
        <w:autoSpaceDE w:val="0"/>
        <w:autoSpaceDN w:val="0"/>
        <w:adjustRightInd w:val="0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essere cittadino ………………………………………………………………………... </w:t>
      </w:r>
    </w:p>
    <w:p w:rsidR="004C7271" w:rsidRPr="00E210DA" w:rsidRDefault="004C7271" w:rsidP="004C7271">
      <w:pPr>
        <w:autoSpaceDE w:val="0"/>
        <w:autoSpaceDN w:val="0"/>
        <w:adjustRightInd w:val="0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essere in godimento dei diritti politici </w:t>
      </w:r>
    </w:p>
    <w:p w:rsidR="004C7271" w:rsidRPr="00E210DA" w:rsidRDefault="004C7271" w:rsidP="004C7271">
      <w:pPr>
        <w:autoSpaceDE w:val="0"/>
        <w:autoSpaceDN w:val="0"/>
        <w:adjustRightInd w:val="0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essere dipendente di pubbliche amministrazioni :……………………………………. </w:t>
      </w:r>
    </w:p>
    <w:p w:rsidR="004C7271" w:rsidRPr="00E210DA" w:rsidRDefault="004C7271" w:rsidP="004C7271">
      <w:pPr>
        <w:autoSpaceDE w:val="0"/>
        <w:autoSpaceDN w:val="0"/>
        <w:adjustRightInd w:val="0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non essere dipendente di amministrazioni pubbliche</w:t>
      </w:r>
    </w:p>
    <w:p w:rsidR="004C7271" w:rsidRPr="00E210DA" w:rsidRDefault="004C7271" w:rsidP="004C7271">
      <w:pPr>
        <w:autoSpaceDE w:val="0"/>
        <w:autoSpaceDN w:val="0"/>
        <w:adjustRightInd w:val="0"/>
        <w:jc w:val="both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non aver subito condanne penali né di avere procedimenti penali in corso né di essere stato destituito da pubbliche amministrazioni e di essere in regola con gli obblighi di legge in materia fiscale.</w:t>
      </w:r>
    </w:p>
    <w:p w:rsidR="004C7271" w:rsidRPr="00E210DA" w:rsidRDefault="004C7271" w:rsidP="004C7271">
      <w:pPr>
        <w:autoSpaceDE w:val="0"/>
        <w:autoSpaceDN w:val="0"/>
        <w:adjustRightInd w:val="0"/>
        <w:jc w:val="both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di impegnarsi a provvedere in proprio alle coperture assicurative per infortuni e responsabilità civile</w:t>
      </w:r>
    </w:p>
    <w:p w:rsidR="004C7271" w:rsidRPr="00E210DA" w:rsidRDefault="004C7271" w:rsidP="004C7271">
      <w:pPr>
        <w:autoSpaceDE w:val="0"/>
        <w:autoSpaceDN w:val="0"/>
        <w:adjustRightInd w:val="0"/>
        <w:jc w:val="both"/>
        <w:rPr>
          <w:rFonts w:asciiTheme="minorHAnsi" w:hAnsiTheme="minorHAnsi"/>
          <w:snapToGrid w:val="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la propria disponibilità a svolgere l'incarico senza riserva e secondo il calendario approntato dal</w:t>
      </w:r>
      <w:r>
        <w:rPr>
          <w:rFonts w:asciiTheme="minorHAnsi" w:hAnsiTheme="minorHAnsi"/>
          <w:snapToGrid w:val="0"/>
          <w:sz w:val="22"/>
          <w:szCs w:val="22"/>
        </w:rPr>
        <w:t>l’Istituto</w:t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</w:t>
      </w:r>
    </w:p>
    <w:p w:rsidR="004C7271" w:rsidRDefault="004C7271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E210DA">
        <w:rPr>
          <w:rFonts w:asciiTheme="minorHAnsi" w:hAnsiTheme="minorHAnsi"/>
          <w:snapToGrid w:val="0"/>
          <w:sz w:val="22"/>
          <w:szCs w:val="22"/>
        </w:rPr>
        <w:sym w:font="Verdana" w:char="F0A8"/>
      </w:r>
      <w:r w:rsidRPr="00E210D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D23599">
        <w:rPr>
          <w:rFonts w:asciiTheme="minorHAnsi" w:hAnsiTheme="minorHAnsi"/>
          <w:color w:val="000000"/>
          <w:sz w:val="22"/>
          <w:szCs w:val="22"/>
        </w:rPr>
        <w:t xml:space="preserve">di essere a conoscenza che le dichiarazioni dei requisiti, qualità e titoli riportati nella domanda e nel curriculum vitae sono soggette alle disposizioni del </w:t>
      </w:r>
      <w:r>
        <w:rPr>
          <w:rFonts w:asciiTheme="minorHAnsi" w:hAnsiTheme="minorHAnsi"/>
          <w:color w:val="000000"/>
          <w:sz w:val="22"/>
          <w:szCs w:val="22"/>
        </w:rPr>
        <w:t xml:space="preserve">predetto </w:t>
      </w:r>
      <w:r w:rsidRPr="00D23599">
        <w:rPr>
          <w:rFonts w:asciiTheme="minorHAnsi" w:hAnsiTheme="minorHAnsi"/>
          <w:color w:val="000000"/>
          <w:sz w:val="22"/>
          <w:szCs w:val="22"/>
        </w:rPr>
        <w:t>Testo</w:t>
      </w:r>
      <w:r>
        <w:rPr>
          <w:rFonts w:asciiTheme="minorHAnsi" w:hAnsiTheme="minorHAnsi"/>
          <w:color w:val="000000"/>
          <w:sz w:val="22"/>
          <w:szCs w:val="22"/>
        </w:rPr>
        <w:t xml:space="preserve"> Unico</w:t>
      </w:r>
      <w:r w:rsidRPr="00D23599">
        <w:rPr>
          <w:rFonts w:asciiTheme="minorHAnsi" w:hAnsiTheme="minorHAnsi"/>
          <w:color w:val="000000"/>
          <w:sz w:val="22"/>
          <w:szCs w:val="22"/>
        </w:rPr>
        <w:t>.</w:t>
      </w:r>
    </w:p>
    <w:p w:rsidR="00D23599" w:rsidRPr="00D23599" w:rsidRDefault="00D23599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D23599">
        <w:rPr>
          <w:rFonts w:asciiTheme="minorHAnsi" w:hAnsiTheme="minorHAnsi"/>
          <w:color w:val="000000"/>
          <w:sz w:val="22"/>
          <w:szCs w:val="22"/>
        </w:rPr>
        <w:t>Autorizza, inoltre, il trattamento dei suoi dati personali esclusivamente ai fini dello svolgimento dell’attività istituzionale dell’amministrazione, così come espressamente disposto dall’art.13 del D.L.vo 30.06.2003 n.196 e successive integrazioni.</w:t>
      </w:r>
    </w:p>
    <w:p w:rsidR="00D23599" w:rsidRPr="00D23599" w:rsidRDefault="00D23599" w:rsidP="00D2359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0" w:type="auto"/>
        <w:tblLook w:val="04A0"/>
      </w:tblPr>
      <w:tblGrid>
        <w:gridCol w:w="3547"/>
        <w:gridCol w:w="6023"/>
      </w:tblGrid>
      <w:tr w:rsidR="003B4FBF" w:rsidRPr="00D23599">
        <w:trPr>
          <w:trHeight w:val="363"/>
        </w:trPr>
        <w:tc>
          <w:tcPr>
            <w:tcW w:w="3652" w:type="dxa"/>
            <w:vAlign w:val="bottom"/>
          </w:tcPr>
          <w:p w:rsidR="003B4FBF" w:rsidRPr="00D23599" w:rsidRDefault="00E90296" w:rsidP="00B528BE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="00B528BE">
              <w:rPr>
                <w:rFonts w:asciiTheme="minorHAnsi" w:hAnsiTheme="minorHAnsi"/>
                <w:color w:val="000000"/>
                <w:sz w:val="22"/>
                <w:szCs w:val="22"/>
              </w:rPr>
              <w:t>cquaviva</w:t>
            </w:r>
            <w:proofErr w:type="spellEnd"/>
            <w:r w:rsidR="00B528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delle Fonti 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t>, ___________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br/>
              <w:t xml:space="preserve">                             </w:t>
            </w:r>
            <w:r w:rsidR="00B528B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t>(data)</w:t>
            </w:r>
          </w:p>
        </w:tc>
        <w:tc>
          <w:tcPr>
            <w:tcW w:w="6126" w:type="dxa"/>
            <w:vAlign w:val="bottom"/>
          </w:tcPr>
          <w:p w:rsidR="003B4FBF" w:rsidRPr="00D23599" w:rsidRDefault="00B528BE" w:rsidP="00B528BE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 fede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ab/>
              <w:t xml:space="preserve"> 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t>__________________________________</w:t>
            </w:r>
            <w:r w:rsidR="003B4FBF" w:rsidRPr="00D23599">
              <w:rPr>
                <w:rFonts w:asciiTheme="minorHAnsi" w:hAnsiTheme="minorHAnsi"/>
                <w:color w:val="000000"/>
                <w:sz w:val="22"/>
                <w:szCs w:val="22"/>
              </w:rPr>
              <w:br/>
            </w:r>
            <w:r w:rsidR="003B4FBF" w:rsidRPr="00D23599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</w:t>
            </w:r>
            <w:r w:rsidR="003B4FBF" w:rsidRPr="00D23599">
              <w:rPr>
                <w:rFonts w:asciiTheme="minorHAnsi" w:hAnsiTheme="minorHAnsi"/>
                <w:sz w:val="22"/>
                <w:szCs w:val="22"/>
              </w:rPr>
              <w:t xml:space="preserve">  (firma)</w:t>
            </w:r>
          </w:p>
        </w:tc>
      </w:tr>
    </w:tbl>
    <w:p w:rsidR="009E5838" w:rsidRPr="00D23599" w:rsidRDefault="009E5838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D23599" w:rsidRPr="00D23599" w:rsidRDefault="00D23599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3B4FBF" w:rsidRPr="00D23599" w:rsidRDefault="003B4FBF" w:rsidP="000752F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-97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0"/>
        <w:gridCol w:w="4412"/>
        <w:gridCol w:w="1984"/>
        <w:gridCol w:w="1732"/>
      </w:tblGrid>
      <w:tr w:rsidR="00C04BA2" w:rsidRPr="003A1846" w:rsidTr="00BC0963">
        <w:trPr>
          <w:trHeight w:hRule="exact" w:val="997"/>
        </w:trPr>
        <w:tc>
          <w:tcPr>
            <w:tcW w:w="9778" w:type="dxa"/>
            <w:gridSpan w:val="4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lastRenderedPageBreak/>
              <w:t>TABELLA RIASSUNTIVA PUNTEGGIO  ESPERTI</w:t>
            </w:r>
          </w:p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Allegato A</w:t>
            </w:r>
          </w:p>
        </w:tc>
      </w:tr>
      <w:tr w:rsidR="00C04BA2" w:rsidRPr="003A1846" w:rsidTr="00BC0963">
        <w:trPr>
          <w:trHeight w:val="428"/>
        </w:trPr>
        <w:tc>
          <w:tcPr>
            <w:tcW w:w="1650" w:type="dxa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>COGNOME</w:t>
            </w:r>
          </w:p>
        </w:tc>
        <w:tc>
          <w:tcPr>
            <w:tcW w:w="8128" w:type="dxa"/>
            <w:gridSpan w:val="3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546"/>
        </w:trPr>
        <w:tc>
          <w:tcPr>
            <w:tcW w:w="1650" w:type="dxa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>NOME</w:t>
            </w:r>
          </w:p>
        </w:tc>
        <w:tc>
          <w:tcPr>
            <w:tcW w:w="8128" w:type="dxa"/>
            <w:gridSpan w:val="3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829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C04BA2" w:rsidP="000752F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>Compilazione  a cura dell’interessato</w:t>
            </w: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>Punti assegnati dalla commissione</w:t>
            </w: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C04BA2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TITOLI DI STUDIO </w:t>
            </w:r>
          </w:p>
          <w:p w:rsidR="00C04BA2" w:rsidRPr="003A1846" w:rsidRDefault="00C04BA2" w:rsidP="00B528BE">
            <w:pPr>
              <w:ind w:left="720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1</w:t>
            </w:r>
            <w:r w:rsidR="00B528BE">
              <w:rPr>
                <w:rFonts w:asciiTheme="minorHAnsi" w:hAnsiTheme="minorHAnsi"/>
                <w:sz w:val="22"/>
                <w:szCs w:val="22"/>
              </w:rPr>
              <w:t xml:space="preserve">0 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>punti)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B528BE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ALTRI </w:t>
            </w:r>
            <w:r w:rsidR="00C04BA2"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TITOLI SPECIFICI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ATTINENTI IL SETTORE</w:t>
            </w:r>
          </w:p>
          <w:p w:rsidR="00C04BA2" w:rsidRPr="003A1846" w:rsidRDefault="00C04BA2" w:rsidP="00B528BE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528BE">
              <w:rPr>
                <w:rFonts w:asciiTheme="minorHAnsi" w:hAnsiTheme="minorHAnsi"/>
                <w:sz w:val="22"/>
                <w:szCs w:val="22"/>
              </w:rPr>
              <w:t>4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punti)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B528BE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CERTIFICAZIONI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DI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SETTORE </w:t>
            </w:r>
          </w:p>
          <w:p w:rsidR="00C04BA2" w:rsidRPr="003A1846" w:rsidRDefault="00C04BA2" w:rsidP="000752FC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528BE">
              <w:rPr>
                <w:rFonts w:asciiTheme="minorHAnsi" w:hAnsiTheme="minorHAnsi"/>
                <w:sz w:val="22"/>
                <w:szCs w:val="22"/>
              </w:rPr>
              <w:t>1</w:t>
            </w:r>
            <w:r w:rsidR="00BF44CF">
              <w:rPr>
                <w:rFonts w:asciiTheme="minorHAnsi" w:hAnsiTheme="minorHAnsi"/>
                <w:sz w:val="22"/>
                <w:szCs w:val="22"/>
              </w:rPr>
              <w:t>6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punti)</w:t>
            </w:r>
          </w:p>
          <w:p w:rsidR="00C04BA2" w:rsidRPr="003A1846" w:rsidRDefault="00C04BA2" w:rsidP="000752FC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C04BA2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ESPERIENZE </w:t>
            </w:r>
            <w:r w:rsidR="00B528BE">
              <w:rPr>
                <w:rFonts w:asciiTheme="minorHAnsi" w:hAnsiTheme="minorHAnsi"/>
                <w:b/>
                <w:sz w:val="22"/>
                <w:szCs w:val="22"/>
              </w:rPr>
              <w:t>PROFESSIONALI</w:t>
            </w: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04BA2" w:rsidRPr="003A1846" w:rsidRDefault="00C04BA2" w:rsidP="000752FC">
            <w:pPr>
              <w:ind w:left="720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20 punti)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1134"/>
        </w:trPr>
        <w:tc>
          <w:tcPr>
            <w:tcW w:w="6062" w:type="dxa"/>
            <w:gridSpan w:val="2"/>
            <w:shd w:val="clear" w:color="auto" w:fill="auto"/>
            <w:vAlign w:val="center"/>
          </w:tcPr>
          <w:p w:rsidR="00C04BA2" w:rsidRPr="003A1846" w:rsidRDefault="00B528BE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ESPERIENZA FORMATIVA PER UTENZA SCOLASTICA</w:t>
            </w:r>
          </w:p>
          <w:p w:rsidR="00C04BA2" w:rsidRPr="003A1846" w:rsidRDefault="00C04BA2" w:rsidP="00BF44CF">
            <w:pPr>
              <w:ind w:left="714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F44CF">
              <w:rPr>
                <w:rFonts w:asciiTheme="minorHAnsi" w:hAnsiTheme="minorHAnsi"/>
                <w:sz w:val="22"/>
                <w:szCs w:val="22"/>
              </w:rPr>
              <w:t>48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punti)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948"/>
        </w:trPr>
        <w:tc>
          <w:tcPr>
            <w:tcW w:w="60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BA2" w:rsidRPr="003A1846" w:rsidRDefault="00C04BA2" w:rsidP="00BD665A">
            <w:pPr>
              <w:numPr>
                <w:ilvl w:val="0"/>
                <w:numId w:val="2"/>
              </w:numPr>
              <w:suppressAutoHyphens w:val="0"/>
              <w:ind w:left="714" w:hanging="357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PUBBLICAZIONI </w:t>
            </w:r>
            <w:r w:rsidR="00B528BE">
              <w:rPr>
                <w:rFonts w:asciiTheme="minorHAnsi" w:hAnsiTheme="minorHAnsi"/>
                <w:b/>
                <w:sz w:val="22"/>
                <w:szCs w:val="22"/>
              </w:rPr>
              <w:t xml:space="preserve">E/O ALTRI MATERIALI PRODOTTI </w:t>
            </w: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</w:p>
          <w:p w:rsidR="00C04BA2" w:rsidRPr="003A1846" w:rsidRDefault="00C04BA2" w:rsidP="00BF44CF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3A1846">
              <w:rPr>
                <w:rFonts w:asciiTheme="minorHAnsi" w:hAnsiTheme="minorHAnsi"/>
                <w:sz w:val="22"/>
                <w:szCs w:val="22"/>
              </w:rPr>
              <w:t>max</w:t>
            </w:r>
            <w:proofErr w:type="spellEnd"/>
            <w:r w:rsidRPr="003A184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F44CF">
              <w:rPr>
                <w:rFonts w:asciiTheme="minorHAnsi" w:hAnsiTheme="minorHAnsi"/>
                <w:sz w:val="22"/>
                <w:szCs w:val="22"/>
              </w:rPr>
              <w:t>2</w:t>
            </w:r>
            <w:r w:rsidRPr="003A1846">
              <w:rPr>
                <w:rFonts w:asciiTheme="minorHAnsi" w:hAnsiTheme="minorHAnsi"/>
                <w:sz w:val="22"/>
                <w:szCs w:val="22"/>
              </w:rPr>
              <w:t xml:space="preserve"> punti)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546"/>
        </w:trPr>
        <w:tc>
          <w:tcPr>
            <w:tcW w:w="60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suppressAutoHyphens w:val="0"/>
              <w:ind w:left="714"/>
              <w:rPr>
                <w:rFonts w:asciiTheme="minorHAnsi" w:hAnsiTheme="minorHAnsi"/>
                <w:b/>
                <w:sz w:val="22"/>
                <w:szCs w:val="22"/>
              </w:rPr>
            </w:pPr>
            <w:r w:rsidRPr="003A184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       TOTALE PUNTI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04BA2" w:rsidRPr="003A1846" w:rsidTr="00BC0963">
        <w:trPr>
          <w:trHeight w:val="546"/>
        </w:trPr>
        <w:tc>
          <w:tcPr>
            <w:tcW w:w="6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suppressAutoHyphens w:val="0"/>
              <w:ind w:left="714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>FIRMA</w:t>
            </w:r>
          </w:p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A1846">
              <w:rPr>
                <w:rFonts w:asciiTheme="minorHAnsi" w:hAnsiTheme="minorHAnsi"/>
                <w:sz w:val="22"/>
                <w:szCs w:val="22"/>
              </w:rPr>
              <w:t>________________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4BA2" w:rsidRPr="003A1846" w:rsidRDefault="00C04BA2" w:rsidP="000752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0"/>
    </w:tbl>
    <w:p w:rsidR="003B4FBF" w:rsidRPr="000752FC" w:rsidRDefault="003B4FBF" w:rsidP="000752F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sectPr w:rsidR="003B4FBF" w:rsidRPr="000752FC" w:rsidSect="0092137D">
      <w:pgSz w:w="11906" w:h="16838" w:code="9"/>
      <w:pgMar w:top="684" w:right="1418" w:bottom="709" w:left="1134" w:header="426" w:footer="11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8E4" w:rsidRDefault="005008E4">
      <w:r>
        <w:separator/>
      </w:r>
    </w:p>
  </w:endnote>
  <w:endnote w:type="continuationSeparator" w:id="0">
    <w:p w:rsidR="005008E4" w:rsidRDefault="00500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8E4" w:rsidRDefault="005008E4">
      <w:r>
        <w:separator/>
      </w:r>
    </w:p>
  </w:footnote>
  <w:footnote w:type="continuationSeparator" w:id="0">
    <w:p w:rsidR="005008E4" w:rsidRDefault="00500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9081F9C"/>
    <w:multiLevelType w:val="hybridMultilevel"/>
    <w:tmpl w:val="CB344576"/>
    <w:lvl w:ilvl="0" w:tplc="2BF23E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F5CE5"/>
    <w:multiLevelType w:val="multilevel"/>
    <w:tmpl w:val="94E47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701"/>
  <w:defaultTabStop w:val="57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63D48"/>
    <w:rsid w:val="000057F1"/>
    <w:rsid w:val="00015441"/>
    <w:rsid w:val="00025280"/>
    <w:rsid w:val="0002664C"/>
    <w:rsid w:val="000305DB"/>
    <w:rsid w:val="00031869"/>
    <w:rsid w:val="000452A0"/>
    <w:rsid w:val="000630B7"/>
    <w:rsid w:val="000752FC"/>
    <w:rsid w:val="000817EB"/>
    <w:rsid w:val="000833C3"/>
    <w:rsid w:val="00084BFC"/>
    <w:rsid w:val="000919F9"/>
    <w:rsid w:val="00094DC9"/>
    <w:rsid w:val="000A0D4A"/>
    <w:rsid w:val="000A4305"/>
    <w:rsid w:val="000B7E84"/>
    <w:rsid w:val="000C7F4F"/>
    <w:rsid w:val="00103F07"/>
    <w:rsid w:val="00110BCF"/>
    <w:rsid w:val="00110FB6"/>
    <w:rsid w:val="00130C3F"/>
    <w:rsid w:val="00144630"/>
    <w:rsid w:val="00150E6A"/>
    <w:rsid w:val="001563EF"/>
    <w:rsid w:val="00161BFF"/>
    <w:rsid w:val="00182F63"/>
    <w:rsid w:val="00185204"/>
    <w:rsid w:val="0019496A"/>
    <w:rsid w:val="0019756C"/>
    <w:rsid w:val="001A3223"/>
    <w:rsid w:val="001C0F3F"/>
    <w:rsid w:val="001F5948"/>
    <w:rsid w:val="00223509"/>
    <w:rsid w:val="00224BEF"/>
    <w:rsid w:val="002323C2"/>
    <w:rsid w:val="002714EA"/>
    <w:rsid w:val="00290DC1"/>
    <w:rsid w:val="00292229"/>
    <w:rsid w:val="00292470"/>
    <w:rsid w:val="00294925"/>
    <w:rsid w:val="002A6410"/>
    <w:rsid w:val="002B1376"/>
    <w:rsid w:val="002B7EBB"/>
    <w:rsid w:val="002C16B5"/>
    <w:rsid w:val="002C2451"/>
    <w:rsid w:val="002C4575"/>
    <w:rsid w:val="002D39B3"/>
    <w:rsid w:val="002E5883"/>
    <w:rsid w:val="002E654B"/>
    <w:rsid w:val="00342F18"/>
    <w:rsid w:val="00352A0B"/>
    <w:rsid w:val="0035751D"/>
    <w:rsid w:val="00364924"/>
    <w:rsid w:val="00374E66"/>
    <w:rsid w:val="003757C2"/>
    <w:rsid w:val="003856E7"/>
    <w:rsid w:val="003A1846"/>
    <w:rsid w:val="003B4FBF"/>
    <w:rsid w:val="003B600A"/>
    <w:rsid w:val="003B6CC9"/>
    <w:rsid w:val="003C2D99"/>
    <w:rsid w:val="003C3434"/>
    <w:rsid w:val="003C6E8B"/>
    <w:rsid w:val="003C7F0D"/>
    <w:rsid w:val="003D2AD1"/>
    <w:rsid w:val="003E7AEA"/>
    <w:rsid w:val="003F20C9"/>
    <w:rsid w:val="004017C5"/>
    <w:rsid w:val="00410F34"/>
    <w:rsid w:val="00436A89"/>
    <w:rsid w:val="00441280"/>
    <w:rsid w:val="00465608"/>
    <w:rsid w:val="004709BA"/>
    <w:rsid w:val="00471F60"/>
    <w:rsid w:val="00494745"/>
    <w:rsid w:val="004A2186"/>
    <w:rsid w:val="004A75FF"/>
    <w:rsid w:val="004A7651"/>
    <w:rsid w:val="004C7271"/>
    <w:rsid w:val="004E17FC"/>
    <w:rsid w:val="004E2FC3"/>
    <w:rsid w:val="004E6812"/>
    <w:rsid w:val="004F1574"/>
    <w:rsid w:val="005008E4"/>
    <w:rsid w:val="00503F14"/>
    <w:rsid w:val="00545BDB"/>
    <w:rsid w:val="00551162"/>
    <w:rsid w:val="00572F57"/>
    <w:rsid w:val="00573D73"/>
    <w:rsid w:val="00584504"/>
    <w:rsid w:val="00592880"/>
    <w:rsid w:val="00594445"/>
    <w:rsid w:val="005A1093"/>
    <w:rsid w:val="005A4404"/>
    <w:rsid w:val="005A44DD"/>
    <w:rsid w:val="005B2671"/>
    <w:rsid w:val="005C7848"/>
    <w:rsid w:val="005F1350"/>
    <w:rsid w:val="005F7658"/>
    <w:rsid w:val="006073BE"/>
    <w:rsid w:val="00616A57"/>
    <w:rsid w:val="00623A2E"/>
    <w:rsid w:val="00625332"/>
    <w:rsid w:val="00640C87"/>
    <w:rsid w:val="00641887"/>
    <w:rsid w:val="00641C34"/>
    <w:rsid w:val="0065246D"/>
    <w:rsid w:val="0065462D"/>
    <w:rsid w:val="00667040"/>
    <w:rsid w:val="006822C5"/>
    <w:rsid w:val="006A194B"/>
    <w:rsid w:val="006D2E85"/>
    <w:rsid w:val="006D67AD"/>
    <w:rsid w:val="006E34F5"/>
    <w:rsid w:val="0070633A"/>
    <w:rsid w:val="00707E7A"/>
    <w:rsid w:val="00710BEE"/>
    <w:rsid w:val="00714756"/>
    <w:rsid w:val="007175C0"/>
    <w:rsid w:val="00720DEC"/>
    <w:rsid w:val="00724DF2"/>
    <w:rsid w:val="0073486A"/>
    <w:rsid w:val="0073758E"/>
    <w:rsid w:val="00743401"/>
    <w:rsid w:val="007528FB"/>
    <w:rsid w:val="007615EE"/>
    <w:rsid w:val="007632C5"/>
    <w:rsid w:val="00772D97"/>
    <w:rsid w:val="007759DC"/>
    <w:rsid w:val="007909F5"/>
    <w:rsid w:val="007A11CF"/>
    <w:rsid w:val="007A5C02"/>
    <w:rsid w:val="007B1506"/>
    <w:rsid w:val="007B18C6"/>
    <w:rsid w:val="007C196A"/>
    <w:rsid w:val="007D2830"/>
    <w:rsid w:val="007F14A0"/>
    <w:rsid w:val="007F7F01"/>
    <w:rsid w:val="00807057"/>
    <w:rsid w:val="008165D3"/>
    <w:rsid w:val="00825AFE"/>
    <w:rsid w:val="008269F5"/>
    <w:rsid w:val="0083139A"/>
    <w:rsid w:val="008321EF"/>
    <w:rsid w:val="00832331"/>
    <w:rsid w:val="00842C68"/>
    <w:rsid w:val="00854AE5"/>
    <w:rsid w:val="00854E02"/>
    <w:rsid w:val="008561E8"/>
    <w:rsid w:val="00861C33"/>
    <w:rsid w:val="0086669C"/>
    <w:rsid w:val="00874574"/>
    <w:rsid w:val="00895B39"/>
    <w:rsid w:val="008964F5"/>
    <w:rsid w:val="008A12A3"/>
    <w:rsid w:val="008A217A"/>
    <w:rsid w:val="008A410D"/>
    <w:rsid w:val="008C261B"/>
    <w:rsid w:val="008C6F7F"/>
    <w:rsid w:val="008D691D"/>
    <w:rsid w:val="008D6E1B"/>
    <w:rsid w:val="008E2D9C"/>
    <w:rsid w:val="008E32B6"/>
    <w:rsid w:val="00901AE5"/>
    <w:rsid w:val="0090781F"/>
    <w:rsid w:val="0092137D"/>
    <w:rsid w:val="00941B01"/>
    <w:rsid w:val="009617C0"/>
    <w:rsid w:val="0096687C"/>
    <w:rsid w:val="009679F1"/>
    <w:rsid w:val="009771AA"/>
    <w:rsid w:val="009849D3"/>
    <w:rsid w:val="00993E5E"/>
    <w:rsid w:val="009A471E"/>
    <w:rsid w:val="009A4724"/>
    <w:rsid w:val="009B23C2"/>
    <w:rsid w:val="009B431B"/>
    <w:rsid w:val="009B532C"/>
    <w:rsid w:val="009B72B2"/>
    <w:rsid w:val="009C09F9"/>
    <w:rsid w:val="009C149A"/>
    <w:rsid w:val="009C6E39"/>
    <w:rsid w:val="009D04FC"/>
    <w:rsid w:val="009E1C53"/>
    <w:rsid w:val="009E3E25"/>
    <w:rsid w:val="009E5838"/>
    <w:rsid w:val="009E5D82"/>
    <w:rsid w:val="009E6E17"/>
    <w:rsid w:val="009F2FA8"/>
    <w:rsid w:val="00A1299F"/>
    <w:rsid w:val="00A377E6"/>
    <w:rsid w:val="00A41CAD"/>
    <w:rsid w:val="00A67D93"/>
    <w:rsid w:val="00A901D1"/>
    <w:rsid w:val="00A905C8"/>
    <w:rsid w:val="00AA0519"/>
    <w:rsid w:val="00AA4057"/>
    <w:rsid w:val="00AB2080"/>
    <w:rsid w:val="00AB33E7"/>
    <w:rsid w:val="00AB42A8"/>
    <w:rsid w:val="00AB4F0E"/>
    <w:rsid w:val="00AC6A58"/>
    <w:rsid w:val="00AD775B"/>
    <w:rsid w:val="00AE262A"/>
    <w:rsid w:val="00AF01B0"/>
    <w:rsid w:val="00AF167A"/>
    <w:rsid w:val="00B14487"/>
    <w:rsid w:val="00B23ADD"/>
    <w:rsid w:val="00B24405"/>
    <w:rsid w:val="00B32FC3"/>
    <w:rsid w:val="00B3364E"/>
    <w:rsid w:val="00B33EE0"/>
    <w:rsid w:val="00B44B5F"/>
    <w:rsid w:val="00B51F1D"/>
    <w:rsid w:val="00B528BE"/>
    <w:rsid w:val="00B74204"/>
    <w:rsid w:val="00B809F2"/>
    <w:rsid w:val="00B8207C"/>
    <w:rsid w:val="00B8217D"/>
    <w:rsid w:val="00B8262E"/>
    <w:rsid w:val="00B85775"/>
    <w:rsid w:val="00B94900"/>
    <w:rsid w:val="00BC0963"/>
    <w:rsid w:val="00BC1376"/>
    <w:rsid w:val="00BD665A"/>
    <w:rsid w:val="00BE348B"/>
    <w:rsid w:val="00BF2828"/>
    <w:rsid w:val="00BF2B15"/>
    <w:rsid w:val="00BF3AE8"/>
    <w:rsid w:val="00BF44CF"/>
    <w:rsid w:val="00BF4F8F"/>
    <w:rsid w:val="00BF6B20"/>
    <w:rsid w:val="00C04BA2"/>
    <w:rsid w:val="00C21253"/>
    <w:rsid w:val="00C21838"/>
    <w:rsid w:val="00C2695F"/>
    <w:rsid w:val="00C4041E"/>
    <w:rsid w:val="00C45E8C"/>
    <w:rsid w:val="00C566D2"/>
    <w:rsid w:val="00C62D92"/>
    <w:rsid w:val="00C63D48"/>
    <w:rsid w:val="00C7512D"/>
    <w:rsid w:val="00C77E9C"/>
    <w:rsid w:val="00C814FE"/>
    <w:rsid w:val="00C84401"/>
    <w:rsid w:val="00C84C66"/>
    <w:rsid w:val="00C95457"/>
    <w:rsid w:val="00CA3636"/>
    <w:rsid w:val="00CA390C"/>
    <w:rsid w:val="00CA7B3D"/>
    <w:rsid w:val="00CB317A"/>
    <w:rsid w:val="00CB7D82"/>
    <w:rsid w:val="00CC38E3"/>
    <w:rsid w:val="00CC4489"/>
    <w:rsid w:val="00CD2722"/>
    <w:rsid w:val="00D01198"/>
    <w:rsid w:val="00D110B6"/>
    <w:rsid w:val="00D1633F"/>
    <w:rsid w:val="00D23599"/>
    <w:rsid w:val="00D362FB"/>
    <w:rsid w:val="00D40C47"/>
    <w:rsid w:val="00D512B7"/>
    <w:rsid w:val="00D52AC8"/>
    <w:rsid w:val="00D561C8"/>
    <w:rsid w:val="00D877DF"/>
    <w:rsid w:val="00D9006D"/>
    <w:rsid w:val="00D95E22"/>
    <w:rsid w:val="00D96EA0"/>
    <w:rsid w:val="00D9782D"/>
    <w:rsid w:val="00DA3005"/>
    <w:rsid w:val="00DA7CB3"/>
    <w:rsid w:val="00DC1A53"/>
    <w:rsid w:val="00DD0E2F"/>
    <w:rsid w:val="00DE1970"/>
    <w:rsid w:val="00E0233F"/>
    <w:rsid w:val="00E1395C"/>
    <w:rsid w:val="00E21F9E"/>
    <w:rsid w:val="00E31F55"/>
    <w:rsid w:val="00E54B03"/>
    <w:rsid w:val="00E57B85"/>
    <w:rsid w:val="00E65868"/>
    <w:rsid w:val="00E713B1"/>
    <w:rsid w:val="00E725DB"/>
    <w:rsid w:val="00E90296"/>
    <w:rsid w:val="00E951DB"/>
    <w:rsid w:val="00E95DBE"/>
    <w:rsid w:val="00E9678E"/>
    <w:rsid w:val="00EA1A55"/>
    <w:rsid w:val="00EA77D7"/>
    <w:rsid w:val="00ED72EB"/>
    <w:rsid w:val="00EF1EAF"/>
    <w:rsid w:val="00F25118"/>
    <w:rsid w:val="00F27030"/>
    <w:rsid w:val="00F27B54"/>
    <w:rsid w:val="00F409AC"/>
    <w:rsid w:val="00F4428A"/>
    <w:rsid w:val="00F51E60"/>
    <w:rsid w:val="00F523F5"/>
    <w:rsid w:val="00F524E9"/>
    <w:rsid w:val="00F54EA5"/>
    <w:rsid w:val="00F62AFB"/>
    <w:rsid w:val="00F75531"/>
    <w:rsid w:val="00F96CC9"/>
    <w:rsid w:val="00FA0C6E"/>
    <w:rsid w:val="00FA4C94"/>
    <w:rsid w:val="00FB0F2A"/>
    <w:rsid w:val="00FB267F"/>
    <w:rsid w:val="00FB3C54"/>
    <w:rsid w:val="00FB3DCD"/>
    <w:rsid w:val="00FC31B4"/>
    <w:rsid w:val="00FC35F0"/>
    <w:rsid w:val="00FC6AB8"/>
    <w:rsid w:val="00FD5931"/>
    <w:rsid w:val="00FD64C2"/>
    <w:rsid w:val="00FD712D"/>
    <w:rsid w:val="00FE3A24"/>
    <w:rsid w:val="00FF4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  <w:rsid w:val="008321EF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C16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C45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C4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itolo7">
    <w:name w:val="heading 7"/>
    <w:basedOn w:val="Normale"/>
    <w:next w:val="Normale"/>
    <w:link w:val="Titolo7Carattere"/>
    <w:qFormat/>
    <w:rsid w:val="007909F5"/>
    <w:pPr>
      <w:keepNext/>
      <w:numPr>
        <w:ilvl w:val="6"/>
        <w:numId w:val="1"/>
      </w:numPr>
      <w:jc w:val="center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909F5"/>
    <w:pPr>
      <w:keepNext/>
      <w:numPr>
        <w:ilvl w:val="7"/>
        <w:numId w:val="1"/>
      </w:numPr>
      <w:jc w:val="center"/>
      <w:outlineLvl w:val="7"/>
    </w:pPr>
    <w:rPr>
      <w:b/>
      <w:spacing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154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01544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BF2B1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856E7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16B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C45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C4575"/>
    <w:rPr>
      <w:rFonts w:asciiTheme="majorHAnsi" w:eastAsiaTheme="majorEastAsia" w:hAnsiTheme="majorHAnsi" w:cstheme="majorBidi"/>
      <w:color w:val="244061" w:themeColor="accent1" w:themeShade="80"/>
      <w:lang w:eastAsia="ar-SA"/>
    </w:rPr>
  </w:style>
  <w:style w:type="paragraph" w:styleId="Corpodeltesto">
    <w:name w:val="Body Text"/>
    <w:basedOn w:val="Normale"/>
    <w:link w:val="CorpodeltestoCarattere"/>
    <w:rsid w:val="002C4575"/>
    <w:pPr>
      <w:widowControl w:val="0"/>
      <w:tabs>
        <w:tab w:val="left" w:pos="226"/>
      </w:tabs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2C4575"/>
    <w:rPr>
      <w:sz w:val="24"/>
      <w:lang w:eastAsia="ar-SA"/>
    </w:rPr>
  </w:style>
  <w:style w:type="character" w:styleId="Enfasicorsivo">
    <w:name w:val="Emphasis"/>
    <w:basedOn w:val="Carpredefinitoparagrafo"/>
    <w:qFormat/>
    <w:rsid w:val="002C4575"/>
    <w:rPr>
      <w:i/>
      <w:iCs/>
    </w:rPr>
  </w:style>
  <w:style w:type="paragraph" w:customStyle="1" w:styleId="Corpodeltesto22">
    <w:name w:val="Corpo del testo 22"/>
    <w:basedOn w:val="Normale"/>
    <w:rsid w:val="002C4575"/>
    <w:pPr>
      <w:spacing w:after="120" w:line="480" w:lineRule="auto"/>
    </w:pPr>
  </w:style>
  <w:style w:type="table" w:styleId="Grigliatabella">
    <w:name w:val="Table Grid"/>
    <w:basedOn w:val="Tabellanormale"/>
    <w:uiPriority w:val="59"/>
    <w:rsid w:val="00F27B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27B54"/>
    <w:rPr>
      <w:color w:val="800080" w:themeColor="followedHyperlink"/>
      <w:u w:val="single"/>
    </w:rPr>
  </w:style>
  <w:style w:type="character" w:customStyle="1" w:styleId="Titolo7Carattere">
    <w:name w:val="Titolo 7 Carattere"/>
    <w:basedOn w:val="Carpredefinitoparagrafo"/>
    <w:link w:val="Titolo7"/>
    <w:rsid w:val="001A3223"/>
    <w:rPr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1A3223"/>
    <w:rPr>
      <w:b/>
      <w:spacing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1A3223"/>
    <w:rPr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1A3223"/>
    <w:rPr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A3223"/>
    <w:rPr>
      <w:rFonts w:ascii="Tahoma" w:hAnsi="Tahoma" w:cs="Tahoma"/>
      <w:sz w:val="16"/>
      <w:szCs w:val="16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3B4FBF"/>
    <w:pPr>
      <w:suppressAutoHyphens w:val="0"/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basedOn w:val="Normale"/>
    <w:uiPriority w:val="34"/>
    <w:qFormat/>
    <w:rsid w:val="003B4FBF"/>
    <w:pPr>
      <w:suppressAutoHyphens w:val="0"/>
      <w:spacing w:after="200" w:line="360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B4FB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paragraph" w:customStyle="1" w:styleId="Standard">
    <w:name w:val="Standard"/>
    <w:uiPriority w:val="99"/>
    <w:rsid w:val="00A41CAD"/>
    <w:pPr>
      <w:suppressAutoHyphens/>
      <w:autoSpaceDN w:val="0"/>
      <w:textAlignment w:val="baseline"/>
    </w:pPr>
    <w:rPr>
      <w:kern w:val="3"/>
    </w:rPr>
  </w:style>
  <w:style w:type="character" w:styleId="Rimandocommento">
    <w:name w:val="annotation reference"/>
    <w:basedOn w:val="Carpredefinitoparagrafo"/>
    <w:rsid w:val="000057F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057F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057F1"/>
    <w:rPr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0057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057F1"/>
    <w:rPr>
      <w:b/>
      <w:bCs/>
      <w:sz w:val="20"/>
      <w:szCs w:val="20"/>
      <w:lang w:eastAsia="ar-SA"/>
    </w:rPr>
  </w:style>
  <w:style w:type="paragraph" w:customStyle="1" w:styleId="Paragrafoelenco1">
    <w:name w:val="Paragrafo elenco1"/>
    <w:basedOn w:val="Normale"/>
    <w:rsid w:val="00AC6A58"/>
    <w:pPr>
      <w:suppressAutoHyphens w:val="0"/>
      <w:spacing w:after="200" w:line="360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  <w:rsid w:val="008321EF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C16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C45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C4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itolo7">
    <w:name w:val="heading 7"/>
    <w:basedOn w:val="Normale"/>
    <w:next w:val="Normale"/>
    <w:link w:val="Titolo7Carattere"/>
    <w:qFormat/>
    <w:rsid w:val="007909F5"/>
    <w:pPr>
      <w:keepNext/>
      <w:numPr>
        <w:ilvl w:val="6"/>
        <w:numId w:val="1"/>
      </w:numPr>
      <w:jc w:val="center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909F5"/>
    <w:pPr>
      <w:keepNext/>
      <w:numPr>
        <w:ilvl w:val="7"/>
        <w:numId w:val="1"/>
      </w:numPr>
      <w:jc w:val="center"/>
      <w:outlineLvl w:val="7"/>
    </w:pPr>
    <w:rPr>
      <w:b/>
      <w:spacing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154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01544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rsid w:val="00BF2B1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856E7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16B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C45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C4575"/>
    <w:rPr>
      <w:rFonts w:asciiTheme="majorHAnsi" w:eastAsiaTheme="majorEastAsia" w:hAnsiTheme="majorHAnsi" w:cstheme="majorBidi"/>
      <w:color w:val="244061" w:themeColor="accent1" w:themeShade="80"/>
      <w:lang w:eastAsia="ar-SA"/>
    </w:rPr>
  </w:style>
  <w:style w:type="paragraph" w:styleId="Corpotesto">
    <w:name w:val="Body Text"/>
    <w:basedOn w:val="Normale"/>
    <w:link w:val="CorpotestoCarattere"/>
    <w:rsid w:val="002C4575"/>
    <w:pPr>
      <w:widowControl w:val="0"/>
      <w:tabs>
        <w:tab w:val="left" w:pos="226"/>
      </w:tabs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2C4575"/>
    <w:rPr>
      <w:sz w:val="24"/>
      <w:lang w:eastAsia="ar-SA"/>
    </w:rPr>
  </w:style>
  <w:style w:type="character" w:styleId="Enfasicorsivo">
    <w:name w:val="Emphasis"/>
    <w:basedOn w:val="Carpredefinitoparagrafo"/>
    <w:qFormat/>
    <w:rsid w:val="002C4575"/>
    <w:rPr>
      <w:i/>
      <w:iCs/>
    </w:rPr>
  </w:style>
  <w:style w:type="paragraph" w:customStyle="1" w:styleId="Corpodeltesto22">
    <w:name w:val="Corpo del testo 22"/>
    <w:basedOn w:val="Normale"/>
    <w:rsid w:val="002C4575"/>
    <w:pPr>
      <w:spacing w:after="120" w:line="480" w:lineRule="auto"/>
    </w:pPr>
  </w:style>
  <w:style w:type="table" w:styleId="Grigliatabella">
    <w:name w:val="Table Grid"/>
    <w:basedOn w:val="Tabellanormale"/>
    <w:uiPriority w:val="59"/>
    <w:rsid w:val="00F27B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27B54"/>
    <w:rPr>
      <w:color w:val="800080" w:themeColor="followedHyperlink"/>
      <w:u w:val="single"/>
    </w:rPr>
  </w:style>
  <w:style w:type="character" w:customStyle="1" w:styleId="Titolo7Carattere">
    <w:name w:val="Titolo 7 Carattere"/>
    <w:basedOn w:val="Carpredefinitoparagrafo"/>
    <w:link w:val="Titolo7"/>
    <w:rsid w:val="001A3223"/>
    <w:rPr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1A3223"/>
    <w:rPr>
      <w:b/>
      <w:spacing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1A3223"/>
    <w:rPr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1A3223"/>
    <w:rPr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A3223"/>
    <w:rPr>
      <w:rFonts w:ascii="Tahoma" w:hAnsi="Tahoma" w:cs="Tahoma"/>
      <w:sz w:val="16"/>
      <w:szCs w:val="16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3B4FBF"/>
    <w:pPr>
      <w:suppressAutoHyphens w:val="0"/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basedOn w:val="Normale"/>
    <w:uiPriority w:val="34"/>
    <w:qFormat/>
    <w:rsid w:val="003B4FBF"/>
    <w:pPr>
      <w:suppressAutoHyphens w:val="0"/>
      <w:spacing w:after="200" w:line="360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B4FB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paragraph" w:customStyle="1" w:styleId="Standard">
    <w:name w:val="Standard"/>
    <w:uiPriority w:val="99"/>
    <w:rsid w:val="00A41CAD"/>
    <w:pPr>
      <w:suppressAutoHyphens/>
      <w:autoSpaceDN w:val="0"/>
      <w:textAlignment w:val="baseline"/>
    </w:pPr>
    <w:rPr>
      <w:kern w:val="3"/>
    </w:rPr>
  </w:style>
  <w:style w:type="character" w:styleId="Rimandocommento">
    <w:name w:val="annotation reference"/>
    <w:basedOn w:val="Carpredefinitoparagrafo"/>
    <w:rsid w:val="000057F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057F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057F1"/>
    <w:rPr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0057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057F1"/>
    <w:rPr>
      <w:b/>
      <w:bCs/>
      <w:sz w:val="20"/>
      <w:szCs w:val="20"/>
      <w:lang w:eastAsia="ar-SA"/>
    </w:rPr>
  </w:style>
  <w:style w:type="paragraph" w:customStyle="1" w:styleId="Paragrafoelenco1">
    <w:name w:val="Paragrafo elenco1"/>
    <w:basedOn w:val="Normale"/>
    <w:rsid w:val="00AC6A58"/>
    <w:pPr>
      <w:suppressAutoHyphens w:val="0"/>
      <w:spacing w:after="200" w:line="360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arta%20intestata\Carta%20intestata%20PON%20FSE-FESR%20201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PON FSE-FESR 2013</Template>
  <TotalTime>19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 4-5-6 OTTOBRE 2010</vt:lpstr>
    </vt:vector>
  </TitlesOfParts>
  <Company>i.t.g. Euclide</Company>
  <LinksUpToDate>false</LinksUpToDate>
  <CharactersWithSpaces>3741</CharactersWithSpaces>
  <SharedDoc>false</SharedDoc>
  <HLinks>
    <vt:vector size="12" baseType="variant">
      <vt:variant>
        <vt:i4>6291473</vt:i4>
      </vt:variant>
      <vt:variant>
        <vt:i4>3</vt:i4>
      </vt:variant>
      <vt:variant>
        <vt:i4>0</vt:i4>
      </vt:variant>
      <vt:variant>
        <vt:i4>5</vt:i4>
      </vt:variant>
      <vt:variant>
        <vt:lpwstr>mailto:info@pec.iiseuclide.eu</vt:lpwstr>
      </vt:variant>
      <vt:variant>
        <vt:lpwstr/>
      </vt:variant>
      <vt:variant>
        <vt:i4>1507414</vt:i4>
      </vt:variant>
      <vt:variant>
        <vt:i4>0</vt:i4>
      </vt:variant>
      <vt:variant>
        <vt:i4>0</vt:i4>
      </vt:variant>
      <vt:variant>
        <vt:i4>5</vt:i4>
      </vt:variant>
      <vt:variant>
        <vt:lpwstr>http://www.iiseuclide.eu/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 4-5-6 OTTOBRE 2010</dc:title>
  <dc:creator>Utente</dc:creator>
  <cp:lastModifiedBy>m.verna</cp:lastModifiedBy>
  <cp:revision>10</cp:revision>
  <cp:lastPrinted>2014-01-07T08:26:00Z</cp:lastPrinted>
  <dcterms:created xsi:type="dcterms:W3CDTF">2013-11-18T10:03:00Z</dcterms:created>
  <dcterms:modified xsi:type="dcterms:W3CDTF">2014-01-07T08:26:00Z</dcterms:modified>
</cp:coreProperties>
</file>