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73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67"/>
        <w:gridCol w:w="2552"/>
        <w:gridCol w:w="1417"/>
        <w:gridCol w:w="1843"/>
        <w:gridCol w:w="1559"/>
        <w:gridCol w:w="1276"/>
        <w:gridCol w:w="1559"/>
        <w:gridCol w:w="3654"/>
        <w:gridCol w:w="1308"/>
      </w:tblGrid>
      <w:tr w:rsidR="00802B9E" w:rsidRPr="000F28B9" w:rsidTr="007146F3">
        <w:tc>
          <w:tcPr>
            <w:tcW w:w="15735" w:type="dxa"/>
            <w:gridSpan w:val="9"/>
          </w:tcPr>
          <w:p w:rsidR="00802B9E" w:rsidRDefault="00802B9E" w:rsidP="000F28B9">
            <w:pPr>
              <w:spacing w:after="0" w:line="240" w:lineRule="auto"/>
              <w:jc w:val="center"/>
              <w:rPr>
                <w:b/>
                <w:sz w:val="24"/>
                <w:szCs w:val="24"/>
                <w:u w:val="single"/>
              </w:rPr>
            </w:pPr>
          </w:p>
          <w:p w:rsidR="00802B9E" w:rsidRPr="00E9614A" w:rsidRDefault="00802B9E" w:rsidP="000F28B9">
            <w:pPr>
              <w:spacing w:after="0" w:line="240" w:lineRule="auto"/>
              <w:jc w:val="center"/>
              <w:rPr>
                <w:b/>
                <w:sz w:val="24"/>
                <w:szCs w:val="24"/>
                <w:u w:val="single"/>
                <w:lang w:val="en-GB"/>
              </w:rPr>
            </w:pPr>
            <w:r w:rsidRPr="00E9614A">
              <w:rPr>
                <w:b/>
                <w:sz w:val="24"/>
                <w:szCs w:val="24"/>
                <w:u w:val="single"/>
                <w:lang w:val="en-GB"/>
              </w:rPr>
              <w:t>“WORKSHOP Scuola Primaria “</w:t>
            </w:r>
            <w:smartTag w:uri="urn:schemas-microsoft-com:office:smarttags" w:element="place">
              <w:smartTag w:uri="urn:schemas-microsoft-com:office:smarttags" w:element="PlaceName">
                <w:r w:rsidRPr="00E9614A">
                  <w:rPr>
                    <w:b/>
                    <w:sz w:val="24"/>
                    <w:szCs w:val="24"/>
                    <w:u w:val="single"/>
                    <w:lang w:val="en-GB"/>
                  </w:rPr>
                  <w:t>Sport</w:t>
                </w:r>
              </w:smartTag>
              <w:r w:rsidRPr="00E9614A">
                <w:rPr>
                  <w:b/>
                  <w:sz w:val="24"/>
                  <w:szCs w:val="24"/>
                  <w:u w:val="single"/>
                  <w:lang w:val="en-GB"/>
                </w:rPr>
                <w:t xml:space="preserve"> </w:t>
              </w:r>
              <w:smartTag w:uri="urn:schemas-microsoft-com:office:smarttags" w:element="PlaceType">
                <w:r w:rsidRPr="00E9614A">
                  <w:rPr>
                    <w:b/>
                    <w:sz w:val="24"/>
                    <w:szCs w:val="24"/>
                    <w:u w:val="single"/>
                    <w:lang w:val="en-GB"/>
                  </w:rPr>
                  <w:t>School</w:t>
                </w:r>
              </w:smartTag>
            </w:smartTag>
            <w:r w:rsidRPr="00E9614A">
              <w:rPr>
                <w:b/>
                <w:sz w:val="24"/>
                <w:szCs w:val="24"/>
                <w:u w:val="single"/>
                <w:lang w:val="en-GB"/>
              </w:rPr>
              <w:t xml:space="preserve">” </w:t>
            </w:r>
          </w:p>
          <w:p w:rsidR="00802B9E" w:rsidRDefault="00802B9E" w:rsidP="000F28B9">
            <w:pPr>
              <w:spacing w:after="0" w:line="240" w:lineRule="auto"/>
              <w:jc w:val="center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Selva Reale 09 Novembre 2013</w:t>
            </w:r>
          </w:p>
          <w:p w:rsidR="00802B9E" w:rsidRPr="000F28B9" w:rsidRDefault="00802B9E" w:rsidP="000F28B9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802B9E" w:rsidRPr="000F28B9" w:rsidTr="000932E1">
        <w:tc>
          <w:tcPr>
            <w:tcW w:w="567" w:type="dxa"/>
          </w:tcPr>
          <w:p w:rsidR="00802B9E" w:rsidRPr="000F28B9" w:rsidRDefault="00802B9E" w:rsidP="001B5BAE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0F28B9">
              <w:rPr>
                <w:b/>
                <w:sz w:val="24"/>
                <w:szCs w:val="24"/>
              </w:rPr>
              <w:t>N</w:t>
            </w:r>
          </w:p>
        </w:tc>
        <w:tc>
          <w:tcPr>
            <w:tcW w:w="2552" w:type="dxa"/>
          </w:tcPr>
          <w:p w:rsidR="00802B9E" w:rsidRPr="000F28B9" w:rsidRDefault="00802B9E" w:rsidP="001B5BAE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0F28B9">
              <w:rPr>
                <w:b/>
                <w:sz w:val="24"/>
                <w:szCs w:val="24"/>
              </w:rPr>
              <w:t>Cognome e Nome</w:t>
            </w:r>
          </w:p>
        </w:tc>
        <w:tc>
          <w:tcPr>
            <w:tcW w:w="1417" w:type="dxa"/>
          </w:tcPr>
          <w:p w:rsidR="00802B9E" w:rsidRPr="000F28B9" w:rsidRDefault="00802B9E" w:rsidP="001B5BAE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0F28B9">
              <w:rPr>
                <w:b/>
                <w:sz w:val="24"/>
                <w:szCs w:val="24"/>
              </w:rPr>
              <w:t>Data</w:t>
            </w:r>
          </w:p>
        </w:tc>
        <w:tc>
          <w:tcPr>
            <w:tcW w:w="1843" w:type="dxa"/>
          </w:tcPr>
          <w:p w:rsidR="00802B9E" w:rsidRPr="000F28B9" w:rsidRDefault="00802B9E" w:rsidP="001B5BAE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Istituzione </w:t>
            </w:r>
          </w:p>
        </w:tc>
        <w:tc>
          <w:tcPr>
            <w:tcW w:w="1559" w:type="dxa"/>
          </w:tcPr>
          <w:p w:rsidR="00802B9E" w:rsidRPr="000F28B9" w:rsidRDefault="00802B9E" w:rsidP="001B5BAE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0F28B9">
              <w:rPr>
                <w:b/>
                <w:sz w:val="24"/>
                <w:szCs w:val="24"/>
              </w:rPr>
              <w:t>Città</w:t>
            </w:r>
          </w:p>
        </w:tc>
        <w:tc>
          <w:tcPr>
            <w:tcW w:w="1276" w:type="dxa"/>
          </w:tcPr>
          <w:p w:rsidR="00802B9E" w:rsidRPr="000F28B9" w:rsidRDefault="00802B9E" w:rsidP="001B5BAE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0F28B9">
              <w:rPr>
                <w:b/>
                <w:sz w:val="24"/>
                <w:szCs w:val="24"/>
              </w:rPr>
              <w:t>Dir./Ref.</w:t>
            </w:r>
          </w:p>
        </w:tc>
        <w:tc>
          <w:tcPr>
            <w:tcW w:w="1559" w:type="dxa"/>
          </w:tcPr>
          <w:p w:rsidR="00802B9E" w:rsidRPr="000F28B9" w:rsidRDefault="00802B9E" w:rsidP="001B5BAE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0F28B9">
              <w:rPr>
                <w:b/>
                <w:sz w:val="24"/>
                <w:szCs w:val="24"/>
              </w:rPr>
              <w:t>Telefono</w:t>
            </w:r>
          </w:p>
        </w:tc>
        <w:tc>
          <w:tcPr>
            <w:tcW w:w="3654" w:type="dxa"/>
          </w:tcPr>
          <w:p w:rsidR="00802B9E" w:rsidRPr="000F28B9" w:rsidRDefault="00802B9E" w:rsidP="001B5BAE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0F28B9">
              <w:rPr>
                <w:b/>
                <w:sz w:val="24"/>
                <w:szCs w:val="24"/>
              </w:rPr>
              <w:t>Email</w:t>
            </w:r>
          </w:p>
        </w:tc>
        <w:tc>
          <w:tcPr>
            <w:tcW w:w="1308" w:type="dxa"/>
          </w:tcPr>
          <w:p w:rsidR="00802B9E" w:rsidRPr="000F28B9" w:rsidRDefault="00802B9E" w:rsidP="001B5BAE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0F28B9">
              <w:rPr>
                <w:b/>
                <w:sz w:val="24"/>
                <w:szCs w:val="24"/>
              </w:rPr>
              <w:t>Presenza</w:t>
            </w:r>
          </w:p>
        </w:tc>
      </w:tr>
      <w:tr w:rsidR="00802B9E" w:rsidRPr="000F28B9" w:rsidTr="000932E1">
        <w:tc>
          <w:tcPr>
            <w:tcW w:w="567" w:type="dxa"/>
          </w:tcPr>
          <w:p w:rsidR="00802B9E" w:rsidRPr="000F28B9" w:rsidRDefault="00802B9E" w:rsidP="000F28B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802B9E" w:rsidRPr="000F28B9" w:rsidRDefault="00802B9E" w:rsidP="0001129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802B9E" w:rsidRPr="000F28B9" w:rsidRDefault="00802B9E" w:rsidP="0001129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802B9E" w:rsidRPr="000F28B9" w:rsidRDefault="00802B9E" w:rsidP="0001129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802B9E" w:rsidRPr="000F28B9" w:rsidRDefault="00802B9E" w:rsidP="0001129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802B9E" w:rsidRPr="000F28B9" w:rsidRDefault="00802B9E" w:rsidP="0001129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802B9E" w:rsidRPr="000F28B9" w:rsidRDefault="00802B9E" w:rsidP="0001129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654" w:type="dxa"/>
          </w:tcPr>
          <w:p w:rsidR="00802B9E" w:rsidRPr="000F28B9" w:rsidRDefault="00802B9E" w:rsidP="0001129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</w:tcPr>
          <w:p w:rsidR="00802B9E" w:rsidRPr="000F28B9" w:rsidRDefault="00802B9E" w:rsidP="000F28B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802B9E" w:rsidRPr="000F28B9" w:rsidTr="000932E1">
        <w:tc>
          <w:tcPr>
            <w:tcW w:w="567" w:type="dxa"/>
          </w:tcPr>
          <w:p w:rsidR="00802B9E" w:rsidRPr="000F28B9" w:rsidRDefault="00802B9E" w:rsidP="000F28B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802B9E" w:rsidRPr="000F28B9" w:rsidRDefault="00802B9E" w:rsidP="0001129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802B9E" w:rsidRPr="000F28B9" w:rsidRDefault="00802B9E" w:rsidP="0001129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802B9E" w:rsidRPr="000F28B9" w:rsidRDefault="00802B9E" w:rsidP="0001129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802B9E" w:rsidRPr="000F28B9" w:rsidRDefault="00802B9E" w:rsidP="0001129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802B9E" w:rsidRPr="000F28B9" w:rsidRDefault="00802B9E" w:rsidP="0001129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802B9E" w:rsidRPr="000F28B9" w:rsidRDefault="00802B9E" w:rsidP="0001129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654" w:type="dxa"/>
          </w:tcPr>
          <w:p w:rsidR="00802B9E" w:rsidRPr="000F28B9" w:rsidRDefault="00802B9E" w:rsidP="0001129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</w:tcPr>
          <w:p w:rsidR="00802B9E" w:rsidRPr="000F28B9" w:rsidRDefault="00802B9E" w:rsidP="000F28B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802B9E" w:rsidRPr="000F28B9" w:rsidTr="000932E1">
        <w:tc>
          <w:tcPr>
            <w:tcW w:w="567" w:type="dxa"/>
          </w:tcPr>
          <w:p w:rsidR="00802B9E" w:rsidRPr="000F28B9" w:rsidRDefault="00802B9E" w:rsidP="000F28B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802B9E" w:rsidRPr="000F28B9" w:rsidRDefault="00802B9E" w:rsidP="0001129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802B9E" w:rsidRPr="000F28B9" w:rsidRDefault="00802B9E" w:rsidP="0001129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802B9E" w:rsidRPr="000F28B9" w:rsidRDefault="00802B9E" w:rsidP="0001129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802B9E" w:rsidRPr="000F28B9" w:rsidRDefault="00802B9E" w:rsidP="0001129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802B9E" w:rsidRPr="000F28B9" w:rsidRDefault="00802B9E" w:rsidP="0001129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802B9E" w:rsidRPr="000F28B9" w:rsidRDefault="00802B9E" w:rsidP="0001129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654" w:type="dxa"/>
          </w:tcPr>
          <w:p w:rsidR="00802B9E" w:rsidRPr="000F28B9" w:rsidRDefault="00802B9E" w:rsidP="0001129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</w:tcPr>
          <w:p w:rsidR="00802B9E" w:rsidRPr="000F28B9" w:rsidRDefault="00802B9E" w:rsidP="000F28B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802B9E" w:rsidRPr="000F28B9" w:rsidTr="000932E1">
        <w:tc>
          <w:tcPr>
            <w:tcW w:w="567" w:type="dxa"/>
          </w:tcPr>
          <w:p w:rsidR="00802B9E" w:rsidRPr="000F28B9" w:rsidRDefault="00802B9E" w:rsidP="000F28B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802B9E" w:rsidRPr="000F28B9" w:rsidRDefault="00802B9E" w:rsidP="0001129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802B9E" w:rsidRPr="000F28B9" w:rsidRDefault="00802B9E" w:rsidP="0001129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802B9E" w:rsidRPr="000F28B9" w:rsidRDefault="00802B9E" w:rsidP="0001129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802B9E" w:rsidRPr="000F28B9" w:rsidRDefault="00802B9E" w:rsidP="0001129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802B9E" w:rsidRPr="000F28B9" w:rsidRDefault="00802B9E" w:rsidP="0001129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802B9E" w:rsidRPr="000F28B9" w:rsidRDefault="00802B9E" w:rsidP="0001129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654" w:type="dxa"/>
          </w:tcPr>
          <w:p w:rsidR="00802B9E" w:rsidRPr="000F28B9" w:rsidRDefault="00802B9E" w:rsidP="0001129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</w:tcPr>
          <w:p w:rsidR="00802B9E" w:rsidRPr="000F28B9" w:rsidRDefault="00802B9E" w:rsidP="000F28B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802B9E" w:rsidRPr="000F28B9" w:rsidTr="000932E1">
        <w:tc>
          <w:tcPr>
            <w:tcW w:w="567" w:type="dxa"/>
          </w:tcPr>
          <w:p w:rsidR="00802B9E" w:rsidRPr="000F28B9" w:rsidRDefault="00802B9E" w:rsidP="000F28B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802B9E" w:rsidRPr="000F28B9" w:rsidRDefault="00802B9E" w:rsidP="0001129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802B9E" w:rsidRPr="000F28B9" w:rsidRDefault="00802B9E" w:rsidP="0001129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802B9E" w:rsidRPr="000F28B9" w:rsidRDefault="00802B9E" w:rsidP="0001129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802B9E" w:rsidRPr="000F28B9" w:rsidRDefault="00802B9E" w:rsidP="0001129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802B9E" w:rsidRPr="000F28B9" w:rsidRDefault="00802B9E" w:rsidP="0001129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802B9E" w:rsidRPr="000F28B9" w:rsidRDefault="00802B9E" w:rsidP="0001129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654" w:type="dxa"/>
          </w:tcPr>
          <w:p w:rsidR="00802B9E" w:rsidRPr="000F28B9" w:rsidRDefault="00802B9E" w:rsidP="0001129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</w:tcPr>
          <w:p w:rsidR="00802B9E" w:rsidRPr="000F28B9" w:rsidRDefault="00802B9E" w:rsidP="000F28B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802B9E" w:rsidRPr="000F28B9" w:rsidTr="000932E1">
        <w:tc>
          <w:tcPr>
            <w:tcW w:w="567" w:type="dxa"/>
          </w:tcPr>
          <w:p w:rsidR="00802B9E" w:rsidRPr="000F28B9" w:rsidRDefault="00802B9E" w:rsidP="000F28B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802B9E" w:rsidRPr="000F28B9" w:rsidRDefault="00802B9E" w:rsidP="0001129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802B9E" w:rsidRPr="000F28B9" w:rsidRDefault="00802B9E" w:rsidP="0001129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802B9E" w:rsidRPr="000F28B9" w:rsidRDefault="00802B9E" w:rsidP="0001129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802B9E" w:rsidRPr="000F28B9" w:rsidRDefault="00802B9E" w:rsidP="0001129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802B9E" w:rsidRPr="000F28B9" w:rsidRDefault="00802B9E" w:rsidP="0001129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802B9E" w:rsidRPr="000F28B9" w:rsidRDefault="00802B9E" w:rsidP="0001129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654" w:type="dxa"/>
          </w:tcPr>
          <w:p w:rsidR="00802B9E" w:rsidRPr="000F28B9" w:rsidRDefault="00802B9E" w:rsidP="0001129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</w:tcPr>
          <w:p w:rsidR="00802B9E" w:rsidRPr="000F28B9" w:rsidRDefault="00802B9E" w:rsidP="000F28B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802B9E" w:rsidRPr="000F28B9" w:rsidTr="000932E1">
        <w:tc>
          <w:tcPr>
            <w:tcW w:w="567" w:type="dxa"/>
          </w:tcPr>
          <w:p w:rsidR="00802B9E" w:rsidRPr="000F28B9" w:rsidRDefault="00802B9E" w:rsidP="000F28B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802B9E" w:rsidRPr="000F28B9" w:rsidRDefault="00802B9E" w:rsidP="0001129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802B9E" w:rsidRPr="000F28B9" w:rsidRDefault="00802B9E" w:rsidP="0001129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802B9E" w:rsidRPr="000F28B9" w:rsidRDefault="00802B9E" w:rsidP="0001129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802B9E" w:rsidRPr="000F28B9" w:rsidRDefault="00802B9E" w:rsidP="0001129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802B9E" w:rsidRPr="000F28B9" w:rsidRDefault="00802B9E" w:rsidP="0001129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802B9E" w:rsidRPr="000F28B9" w:rsidRDefault="00802B9E" w:rsidP="0001129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654" w:type="dxa"/>
          </w:tcPr>
          <w:p w:rsidR="00802B9E" w:rsidRPr="000F28B9" w:rsidRDefault="00802B9E" w:rsidP="0001129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</w:tcPr>
          <w:p w:rsidR="00802B9E" w:rsidRPr="000F28B9" w:rsidRDefault="00802B9E" w:rsidP="000F28B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802B9E" w:rsidRPr="000F28B9" w:rsidTr="000932E1">
        <w:tc>
          <w:tcPr>
            <w:tcW w:w="567" w:type="dxa"/>
          </w:tcPr>
          <w:p w:rsidR="00802B9E" w:rsidRPr="000F28B9" w:rsidRDefault="00802B9E" w:rsidP="000F28B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802B9E" w:rsidRPr="000F28B9" w:rsidRDefault="00802B9E" w:rsidP="0001129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802B9E" w:rsidRPr="000F28B9" w:rsidRDefault="00802B9E" w:rsidP="0001129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802B9E" w:rsidRPr="000F28B9" w:rsidRDefault="00802B9E" w:rsidP="0001129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802B9E" w:rsidRPr="000F28B9" w:rsidRDefault="00802B9E" w:rsidP="0001129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802B9E" w:rsidRPr="000F28B9" w:rsidRDefault="00802B9E" w:rsidP="0001129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802B9E" w:rsidRPr="000F28B9" w:rsidRDefault="00802B9E" w:rsidP="0001129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654" w:type="dxa"/>
          </w:tcPr>
          <w:p w:rsidR="00802B9E" w:rsidRPr="000F28B9" w:rsidRDefault="00802B9E" w:rsidP="0001129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</w:tcPr>
          <w:p w:rsidR="00802B9E" w:rsidRPr="000F28B9" w:rsidRDefault="00802B9E" w:rsidP="000F28B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802B9E" w:rsidRPr="000F28B9" w:rsidTr="000932E1">
        <w:tc>
          <w:tcPr>
            <w:tcW w:w="567" w:type="dxa"/>
          </w:tcPr>
          <w:p w:rsidR="00802B9E" w:rsidRPr="000F28B9" w:rsidRDefault="00802B9E" w:rsidP="000F28B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802B9E" w:rsidRPr="000F28B9" w:rsidRDefault="00802B9E" w:rsidP="0001129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802B9E" w:rsidRPr="000F28B9" w:rsidRDefault="00802B9E" w:rsidP="0001129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802B9E" w:rsidRPr="000F28B9" w:rsidRDefault="00802B9E" w:rsidP="0001129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802B9E" w:rsidRPr="000F28B9" w:rsidRDefault="00802B9E" w:rsidP="0001129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802B9E" w:rsidRPr="000F28B9" w:rsidRDefault="00802B9E" w:rsidP="0001129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802B9E" w:rsidRPr="000F28B9" w:rsidRDefault="00802B9E" w:rsidP="0001129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654" w:type="dxa"/>
          </w:tcPr>
          <w:p w:rsidR="00802B9E" w:rsidRPr="000F28B9" w:rsidRDefault="00802B9E" w:rsidP="0001129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</w:tcPr>
          <w:p w:rsidR="00802B9E" w:rsidRPr="000F28B9" w:rsidRDefault="00802B9E" w:rsidP="000F28B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802B9E" w:rsidRPr="000F28B9" w:rsidTr="000932E1">
        <w:tc>
          <w:tcPr>
            <w:tcW w:w="567" w:type="dxa"/>
          </w:tcPr>
          <w:p w:rsidR="00802B9E" w:rsidRPr="000F28B9" w:rsidRDefault="00802B9E" w:rsidP="000F28B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802B9E" w:rsidRPr="000F28B9" w:rsidRDefault="00802B9E" w:rsidP="0001129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802B9E" w:rsidRPr="000F28B9" w:rsidRDefault="00802B9E" w:rsidP="0001129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802B9E" w:rsidRPr="000F28B9" w:rsidRDefault="00802B9E" w:rsidP="0001129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802B9E" w:rsidRPr="000F28B9" w:rsidRDefault="00802B9E" w:rsidP="0001129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802B9E" w:rsidRPr="000F28B9" w:rsidRDefault="00802B9E" w:rsidP="0001129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802B9E" w:rsidRPr="000F28B9" w:rsidRDefault="00802B9E" w:rsidP="0001129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654" w:type="dxa"/>
          </w:tcPr>
          <w:p w:rsidR="00802B9E" w:rsidRPr="000F28B9" w:rsidRDefault="00802B9E" w:rsidP="0001129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</w:tcPr>
          <w:p w:rsidR="00802B9E" w:rsidRPr="000F28B9" w:rsidRDefault="00802B9E" w:rsidP="000F28B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802B9E" w:rsidRPr="000F28B9" w:rsidTr="000932E1">
        <w:tc>
          <w:tcPr>
            <w:tcW w:w="567" w:type="dxa"/>
          </w:tcPr>
          <w:p w:rsidR="00802B9E" w:rsidRPr="000F28B9" w:rsidRDefault="00802B9E" w:rsidP="000F28B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802B9E" w:rsidRPr="000F28B9" w:rsidRDefault="00802B9E" w:rsidP="0001129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802B9E" w:rsidRPr="000F28B9" w:rsidRDefault="00802B9E" w:rsidP="0001129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802B9E" w:rsidRPr="000F28B9" w:rsidRDefault="00802B9E" w:rsidP="0001129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802B9E" w:rsidRPr="000F28B9" w:rsidRDefault="00802B9E" w:rsidP="0001129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802B9E" w:rsidRPr="000F28B9" w:rsidRDefault="00802B9E" w:rsidP="0001129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802B9E" w:rsidRPr="000F28B9" w:rsidRDefault="00802B9E" w:rsidP="0001129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654" w:type="dxa"/>
          </w:tcPr>
          <w:p w:rsidR="00802B9E" w:rsidRPr="000F28B9" w:rsidRDefault="00802B9E" w:rsidP="0001129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</w:tcPr>
          <w:p w:rsidR="00802B9E" w:rsidRPr="000F28B9" w:rsidRDefault="00802B9E" w:rsidP="000F28B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802B9E" w:rsidRPr="000F28B9" w:rsidTr="000932E1">
        <w:tc>
          <w:tcPr>
            <w:tcW w:w="567" w:type="dxa"/>
          </w:tcPr>
          <w:p w:rsidR="00802B9E" w:rsidRPr="000F28B9" w:rsidRDefault="00802B9E" w:rsidP="000F28B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802B9E" w:rsidRPr="000F28B9" w:rsidRDefault="00802B9E" w:rsidP="0001129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802B9E" w:rsidRPr="000F28B9" w:rsidRDefault="00802B9E" w:rsidP="0001129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802B9E" w:rsidRPr="000F28B9" w:rsidRDefault="00802B9E" w:rsidP="0001129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802B9E" w:rsidRPr="000F28B9" w:rsidRDefault="00802B9E" w:rsidP="0001129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802B9E" w:rsidRPr="000F28B9" w:rsidRDefault="00802B9E" w:rsidP="0001129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802B9E" w:rsidRPr="000F28B9" w:rsidRDefault="00802B9E" w:rsidP="0001129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654" w:type="dxa"/>
          </w:tcPr>
          <w:p w:rsidR="00802B9E" w:rsidRPr="000F28B9" w:rsidRDefault="00802B9E" w:rsidP="0001129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</w:tcPr>
          <w:p w:rsidR="00802B9E" w:rsidRPr="000F28B9" w:rsidRDefault="00802B9E" w:rsidP="000F28B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802B9E" w:rsidRPr="000F28B9" w:rsidTr="000932E1">
        <w:tc>
          <w:tcPr>
            <w:tcW w:w="567" w:type="dxa"/>
          </w:tcPr>
          <w:p w:rsidR="00802B9E" w:rsidRPr="000F28B9" w:rsidRDefault="00802B9E" w:rsidP="000F28B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802B9E" w:rsidRPr="000F28B9" w:rsidRDefault="00802B9E" w:rsidP="0001129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802B9E" w:rsidRPr="000F28B9" w:rsidRDefault="00802B9E" w:rsidP="0001129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802B9E" w:rsidRPr="000F28B9" w:rsidRDefault="00802B9E" w:rsidP="0001129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802B9E" w:rsidRPr="000F28B9" w:rsidRDefault="00802B9E" w:rsidP="0001129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802B9E" w:rsidRPr="000F28B9" w:rsidRDefault="00802B9E" w:rsidP="0001129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802B9E" w:rsidRPr="000F28B9" w:rsidRDefault="00802B9E" w:rsidP="0001129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654" w:type="dxa"/>
          </w:tcPr>
          <w:p w:rsidR="00802B9E" w:rsidRPr="000F28B9" w:rsidRDefault="00802B9E" w:rsidP="0001129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</w:tcPr>
          <w:p w:rsidR="00802B9E" w:rsidRPr="000F28B9" w:rsidRDefault="00802B9E" w:rsidP="000F28B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802B9E" w:rsidRPr="000F28B9" w:rsidTr="000932E1">
        <w:tc>
          <w:tcPr>
            <w:tcW w:w="567" w:type="dxa"/>
          </w:tcPr>
          <w:p w:rsidR="00802B9E" w:rsidRPr="000F28B9" w:rsidRDefault="00802B9E" w:rsidP="000F28B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802B9E" w:rsidRPr="000F28B9" w:rsidRDefault="00802B9E" w:rsidP="0001129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802B9E" w:rsidRPr="000F28B9" w:rsidRDefault="00802B9E" w:rsidP="0001129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802B9E" w:rsidRPr="000F28B9" w:rsidRDefault="00802B9E" w:rsidP="0001129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802B9E" w:rsidRPr="000F28B9" w:rsidRDefault="00802B9E" w:rsidP="0001129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802B9E" w:rsidRPr="000F28B9" w:rsidRDefault="00802B9E" w:rsidP="0001129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802B9E" w:rsidRPr="000F28B9" w:rsidRDefault="00802B9E" w:rsidP="0001129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654" w:type="dxa"/>
          </w:tcPr>
          <w:p w:rsidR="00802B9E" w:rsidRPr="000F28B9" w:rsidRDefault="00802B9E" w:rsidP="0001129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</w:tcPr>
          <w:p w:rsidR="00802B9E" w:rsidRPr="000F28B9" w:rsidRDefault="00802B9E" w:rsidP="000F28B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802B9E" w:rsidRPr="000F28B9" w:rsidTr="000932E1">
        <w:tc>
          <w:tcPr>
            <w:tcW w:w="567" w:type="dxa"/>
          </w:tcPr>
          <w:p w:rsidR="00802B9E" w:rsidRPr="000F28B9" w:rsidRDefault="00802B9E" w:rsidP="000F28B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802B9E" w:rsidRPr="000F28B9" w:rsidRDefault="00802B9E" w:rsidP="0001129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802B9E" w:rsidRPr="000F28B9" w:rsidRDefault="00802B9E" w:rsidP="0001129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802B9E" w:rsidRPr="000F28B9" w:rsidRDefault="00802B9E" w:rsidP="0001129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802B9E" w:rsidRPr="000F28B9" w:rsidRDefault="00802B9E" w:rsidP="0001129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802B9E" w:rsidRPr="000F28B9" w:rsidRDefault="00802B9E" w:rsidP="0001129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802B9E" w:rsidRPr="000F28B9" w:rsidRDefault="00802B9E" w:rsidP="0001129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654" w:type="dxa"/>
          </w:tcPr>
          <w:p w:rsidR="00802B9E" w:rsidRPr="000F28B9" w:rsidRDefault="00802B9E" w:rsidP="0001129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</w:tcPr>
          <w:p w:rsidR="00802B9E" w:rsidRPr="000F28B9" w:rsidRDefault="00802B9E" w:rsidP="000F28B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802B9E" w:rsidRPr="000F28B9" w:rsidTr="000932E1">
        <w:tc>
          <w:tcPr>
            <w:tcW w:w="567" w:type="dxa"/>
          </w:tcPr>
          <w:p w:rsidR="00802B9E" w:rsidRPr="000F28B9" w:rsidRDefault="00802B9E" w:rsidP="000F28B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802B9E" w:rsidRPr="000F28B9" w:rsidRDefault="00802B9E" w:rsidP="0001129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802B9E" w:rsidRPr="000F28B9" w:rsidRDefault="00802B9E" w:rsidP="0001129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802B9E" w:rsidRPr="000F28B9" w:rsidRDefault="00802B9E" w:rsidP="0001129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802B9E" w:rsidRPr="000F28B9" w:rsidRDefault="00802B9E" w:rsidP="0001129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802B9E" w:rsidRPr="000F28B9" w:rsidRDefault="00802B9E" w:rsidP="0001129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802B9E" w:rsidRPr="000F28B9" w:rsidRDefault="00802B9E" w:rsidP="0001129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654" w:type="dxa"/>
          </w:tcPr>
          <w:p w:rsidR="00802B9E" w:rsidRPr="000F28B9" w:rsidRDefault="00802B9E" w:rsidP="0001129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</w:tcPr>
          <w:p w:rsidR="00802B9E" w:rsidRPr="000F28B9" w:rsidRDefault="00802B9E" w:rsidP="000F28B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802B9E" w:rsidRPr="000F28B9" w:rsidTr="000932E1">
        <w:tc>
          <w:tcPr>
            <w:tcW w:w="567" w:type="dxa"/>
          </w:tcPr>
          <w:p w:rsidR="00802B9E" w:rsidRPr="000F28B9" w:rsidRDefault="00802B9E" w:rsidP="000F28B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802B9E" w:rsidRPr="000F28B9" w:rsidRDefault="00802B9E" w:rsidP="0001129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802B9E" w:rsidRPr="000F28B9" w:rsidRDefault="00802B9E" w:rsidP="0001129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802B9E" w:rsidRPr="000F28B9" w:rsidRDefault="00802B9E" w:rsidP="0001129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802B9E" w:rsidRPr="000F28B9" w:rsidRDefault="00802B9E" w:rsidP="0001129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802B9E" w:rsidRPr="000F28B9" w:rsidRDefault="00802B9E" w:rsidP="0001129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802B9E" w:rsidRPr="000F28B9" w:rsidRDefault="00802B9E" w:rsidP="0001129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654" w:type="dxa"/>
          </w:tcPr>
          <w:p w:rsidR="00802B9E" w:rsidRPr="000F28B9" w:rsidRDefault="00802B9E" w:rsidP="0001129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</w:tcPr>
          <w:p w:rsidR="00802B9E" w:rsidRPr="000F28B9" w:rsidRDefault="00802B9E" w:rsidP="000F28B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802B9E" w:rsidRPr="000F28B9" w:rsidTr="000932E1">
        <w:tc>
          <w:tcPr>
            <w:tcW w:w="567" w:type="dxa"/>
          </w:tcPr>
          <w:p w:rsidR="00802B9E" w:rsidRPr="000F28B9" w:rsidRDefault="00802B9E" w:rsidP="000F28B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802B9E" w:rsidRPr="000F28B9" w:rsidRDefault="00802B9E" w:rsidP="0001129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802B9E" w:rsidRPr="000F28B9" w:rsidRDefault="00802B9E" w:rsidP="0001129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802B9E" w:rsidRPr="000F28B9" w:rsidRDefault="00802B9E" w:rsidP="0001129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802B9E" w:rsidRPr="000F28B9" w:rsidRDefault="00802B9E" w:rsidP="0001129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802B9E" w:rsidRPr="000F28B9" w:rsidRDefault="00802B9E" w:rsidP="0001129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802B9E" w:rsidRPr="000F28B9" w:rsidRDefault="00802B9E" w:rsidP="0001129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654" w:type="dxa"/>
          </w:tcPr>
          <w:p w:rsidR="00802B9E" w:rsidRPr="000F28B9" w:rsidRDefault="00802B9E" w:rsidP="0001129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</w:tcPr>
          <w:p w:rsidR="00802B9E" w:rsidRPr="000F28B9" w:rsidRDefault="00802B9E" w:rsidP="000F28B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802B9E" w:rsidRPr="000F28B9" w:rsidTr="000932E1">
        <w:tc>
          <w:tcPr>
            <w:tcW w:w="567" w:type="dxa"/>
          </w:tcPr>
          <w:p w:rsidR="00802B9E" w:rsidRPr="000F28B9" w:rsidRDefault="00802B9E" w:rsidP="000F28B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802B9E" w:rsidRPr="000F28B9" w:rsidRDefault="00802B9E" w:rsidP="0001129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802B9E" w:rsidRPr="000F28B9" w:rsidRDefault="00802B9E" w:rsidP="0001129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802B9E" w:rsidRPr="000F28B9" w:rsidRDefault="00802B9E" w:rsidP="0001129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802B9E" w:rsidRPr="000F28B9" w:rsidRDefault="00802B9E" w:rsidP="0001129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802B9E" w:rsidRPr="000F28B9" w:rsidRDefault="00802B9E" w:rsidP="0001129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802B9E" w:rsidRPr="000F28B9" w:rsidRDefault="00802B9E" w:rsidP="0001129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654" w:type="dxa"/>
          </w:tcPr>
          <w:p w:rsidR="00802B9E" w:rsidRPr="000F28B9" w:rsidRDefault="00802B9E" w:rsidP="0001129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</w:tcPr>
          <w:p w:rsidR="00802B9E" w:rsidRPr="000F28B9" w:rsidRDefault="00802B9E" w:rsidP="000F28B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802B9E" w:rsidRPr="000F28B9" w:rsidTr="000932E1">
        <w:tc>
          <w:tcPr>
            <w:tcW w:w="567" w:type="dxa"/>
          </w:tcPr>
          <w:p w:rsidR="00802B9E" w:rsidRPr="000F28B9" w:rsidRDefault="00802B9E" w:rsidP="000F28B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802B9E" w:rsidRPr="000F28B9" w:rsidRDefault="00802B9E" w:rsidP="0001129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802B9E" w:rsidRPr="000F28B9" w:rsidRDefault="00802B9E" w:rsidP="0001129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802B9E" w:rsidRPr="000F28B9" w:rsidRDefault="00802B9E" w:rsidP="0001129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802B9E" w:rsidRPr="000F28B9" w:rsidRDefault="00802B9E" w:rsidP="0001129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802B9E" w:rsidRPr="000F28B9" w:rsidRDefault="00802B9E" w:rsidP="0001129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802B9E" w:rsidRPr="000F28B9" w:rsidRDefault="00802B9E" w:rsidP="0001129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654" w:type="dxa"/>
          </w:tcPr>
          <w:p w:rsidR="00802B9E" w:rsidRPr="000F28B9" w:rsidRDefault="00802B9E" w:rsidP="0001129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</w:tcPr>
          <w:p w:rsidR="00802B9E" w:rsidRPr="000F28B9" w:rsidRDefault="00802B9E" w:rsidP="000F28B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802B9E" w:rsidRPr="000F28B9" w:rsidTr="000932E1">
        <w:tc>
          <w:tcPr>
            <w:tcW w:w="567" w:type="dxa"/>
          </w:tcPr>
          <w:p w:rsidR="00802B9E" w:rsidRPr="000F28B9" w:rsidRDefault="00802B9E" w:rsidP="000F28B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802B9E" w:rsidRPr="000F28B9" w:rsidRDefault="00802B9E" w:rsidP="0001129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802B9E" w:rsidRPr="000F28B9" w:rsidRDefault="00802B9E" w:rsidP="0001129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802B9E" w:rsidRPr="000F28B9" w:rsidRDefault="00802B9E" w:rsidP="0001129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802B9E" w:rsidRPr="000F28B9" w:rsidRDefault="00802B9E" w:rsidP="0001129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802B9E" w:rsidRPr="000F28B9" w:rsidRDefault="00802B9E" w:rsidP="0001129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802B9E" w:rsidRPr="000F28B9" w:rsidRDefault="00802B9E" w:rsidP="0001129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654" w:type="dxa"/>
          </w:tcPr>
          <w:p w:rsidR="00802B9E" w:rsidRPr="000F28B9" w:rsidRDefault="00802B9E" w:rsidP="0001129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</w:tcPr>
          <w:p w:rsidR="00802B9E" w:rsidRPr="000F28B9" w:rsidRDefault="00802B9E" w:rsidP="000F28B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802B9E" w:rsidRPr="000F28B9" w:rsidTr="000932E1">
        <w:tc>
          <w:tcPr>
            <w:tcW w:w="567" w:type="dxa"/>
          </w:tcPr>
          <w:p w:rsidR="00802B9E" w:rsidRPr="000F28B9" w:rsidRDefault="00802B9E" w:rsidP="000F28B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802B9E" w:rsidRPr="000F28B9" w:rsidRDefault="00802B9E" w:rsidP="0001129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802B9E" w:rsidRPr="000F28B9" w:rsidRDefault="00802B9E" w:rsidP="0001129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802B9E" w:rsidRPr="000F28B9" w:rsidRDefault="00802B9E" w:rsidP="0001129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802B9E" w:rsidRPr="000F28B9" w:rsidRDefault="00802B9E" w:rsidP="0001129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802B9E" w:rsidRPr="000F28B9" w:rsidRDefault="00802B9E" w:rsidP="0001129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802B9E" w:rsidRPr="000F28B9" w:rsidRDefault="00802B9E" w:rsidP="0001129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654" w:type="dxa"/>
          </w:tcPr>
          <w:p w:rsidR="00802B9E" w:rsidRPr="000F28B9" w:rsidRDefault="00802B9E" w:rsidP="0001129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</w:tcPr>
          <w:p w:rsidR="00802B9E" w:rsidRPr="000F28B9" w:rsidRDefault="00802B9E" w:rsidP="000F28B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802B9E" w:rsidRPr="000F28B9" w:rsidTr="000932E1">
        <w:tc>
          <w:tcPr>
            <w:tcW w:w="567" w:type="dxa"/>
          </w:tcPr>
          <w:p w:rsidR="00802B9E" w:rsidRPr="000F28B9" w:rsidRDefault="00802B9E" w:rsidP="000F28B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802B9E" w:rsidRPr="000F28B9" w:rsidRDefault="00802B9E" w:rsidP="0001129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802B9E" w:rsidRPr="000F28B9" w:rsidRDefault="00802B9E" w:rsidP="0001129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802B9E" w:rsidRPr="000F28B9" w:rsidRDefault="00802B9E" w:rsidP="0001129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802B9E" w:rsidRPr="000F28B9" w:rsidRDefault="00802B9E" w:rsidP="0001129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802B9E" w:rsidRPr="000F28B9" w:rsidRDefault="00802B9E" w:rsidP="0001129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802B9E" w:rsidRPr="000F28B9" w:rsidRDefault="00802B9E" w:rsidP="0001129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654" w:type="dxa"/>
          </w:tcPr>
          <w:p w:rsidR="00802B9E" w:rsidRPr="000F28B9" w:rsidRDefault="00802B9E" w:rsidP="0001129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</w:tcPr>
          <w:p w:rsidR="00802B9E" w:rsidRPr="000F28B9" w:rsidRDefault="00802B9E" w:rsidP="000F28B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802B9E" w:rsidRPr="000F28B9" w:rsidTr="000932E1">
        <w:tc>
          <w:tcPr>
            <w:tcW w:w="567" w:type="dxa"/>
          </w:tcPr>
          <w:p w:rsidR="00802B9E" w:rsidRPr="000F28B9" w:rsidRDefault="00802B9E" w:rsidP="000F28B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802B9E" w:rsidRPr="000F28B9" w:rsidRDefault="00802B9E" w:rsidP="0001129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802B9E" w:rsidRPr="000F28B9" w:rsidRDefault="00802B9E" w:rsidP="0001129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802B9E" w:rsidRPr="000F28B9" w:rsidRDefault="00802B9E" w:rsidP="0001129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802B9E" w:rsidRPr="000F28B9" w:rsidRDefault="00802B9E" w:rsidP="0001129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802B9E" w:rsidRPr="000F28B9" w:rsidRDefault="00802B9E" w:rsidP="0001129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802B9E" w:rsidRPr="000F28B9" w:rsidRDefault="00802B9E" w:rsidP="0001129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654" w:type="dxa"/>
          </w:tcPr>
          <w:p w:rsidR="00802B9E" w:rsidRPr="000F28B9" w:rsidRDefault="00802B9E" w:rsidP="0001129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</w:tcPr>
          <w:p w:rsidR="00802B9E" w:rsidRPr="000F28B9" w:rsidRDefault="00802B9E" w:rsidP="000F28B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802B9E" w:rsidRPr="000F28B9" w:rsidTr="000932E1">
        <w:tc>
          <w:tcPr>
            <w:tcW w:w="567" w:type="dxa"/>
          </w:tcPr>
          <w:p w:rsidR="00802B9E" w:rsidRPr="000F28B9" w:rsidRDefault="00802B9E" w:rsidP="000F28B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802B9E" w:rsidRPr="000F28B9" w:rsidRDefault="00802B9E" w:rsidP="0001129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802B9E" w:rsidRPr="000F28B9" w:rsidRDefault="00802B9E" w:rsidP="0001129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802B9E" w:rsidRPr="000F28B9" w:rsidRDefault="00802B9E" w:rsidP="0001129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802B9E" w:rsidRPr="000F28B9" w:rsidRDefault="00802B9E" w:rsidP="0001129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802B9E" w:rsidRPr="000F28B9" w:rsidRDefault="00802B9E" w:rsidP="0001129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802B9E" w:rsidRPr="000F28B9" w:rsidRDefault="00802B9E" w:rsidP="0001129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654" w:type="dxa"/>
          </w:tcPr>
          <w:p w:rsidR="00802B9E" w:rsidRPr="000F28B9" w:rsidRDefault="00802B9E" w:rsidP="0001129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</w:tcPr>
          <w:p w:rsidR="00802B9E" w:rsidRPr="000F28B9" w:rsidRDefault="00802B9E" w:rsidP="000F28B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802B9E" w:rsidRPr="000F28B9" w:rsidTr="000932E1">
        <w:tc>
          <w:tcPr>
            <w:tcW w:w="567" w:type="dxa"/>
          </w:tcPr>
          <w:p w:rsidR="00802B9E" w:rsidRPr="000F28B9" w:rsidRDefault="00802B9E" w:rsidP="000F28B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802B9E" w:rsidRPr="000F28B9" w:rsidRDefault="00802B9E" w:rsidP="0001129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802B9E" w:rsidRPr="000F28B9" w:rsidRDefault="00802B9E" w:rsidP="0001129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802B9E" w:rsidRPr="000F28B9" w:rsidRDefault="00802B9E" w:rsidP="0001129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802B9E" w:rsidRPr="000F28B9" w:rsidRDefault="00802B9E" w:rsidP="0001129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802B9E" w:rsidRPr="000F28B9" w:rsidRDefault="00802B9E" w:rsidP="0001129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802B9E" w:rsidRPr="000F28B9" w:rsidRDefault="00802B9E" w:rsidP="0001129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654" w:type="dxa"/>
          </w:tcPr>
          <w:p w:rsidR="00802B9E" w:rsidRPr="000F28B9" w:rsidRDefault="00802B9E" w:rsidP="0001129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</w:tcPr>
          <w:p w:rsidR="00802B9E" w:rsidRPr="000F28B9" w:rsidRDefault="00802B9E" w:rsidP="000F28B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802B9E" w:rsidRPr="000F28B9" w:rsidTr="000932E1">
        <w:tc>
          <w:tcPr>
            <w:tcW w:w="567" w:type="dxa"/>
          </w:tcPr>
          <w:p w:rsidR="00802B9E" w:rsidRPr="000F28B9" w:rsidRDefault="00802B9E" w:rsidP="000F28B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802B9E" w:rsidRPr="000F28B9" w:rsidRDefault="00802B9E" w:rsidP="0001129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802B9E" w:rsidRPr="000F28B9" w:rsidRDefault="00802B9E" w:rsidP="0001129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802B9E" w:rsidRPr="000F28B9" w:rsidRDefault="00802B9E" w:rsidP="0001129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802B9E" w:rsidRPr="000F28B9" w:rsidRDefault="00802B9E" w:rsidP="0001129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802B9E" w:rsidRPr="000F28B9" w:rsidRDefault="00802B9E" w:rsidP="0001129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802B9E" w:rsidRPr="000F28B9" w:rsidRDefault="00802B9E" w:rsidP="0001129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654" w:type="dxa"/>
          </w:tcPr>
          <w:p w:rsidR="00802B9E" w:rsidRPr="000F28B9" w:rsidRDefault="00802B9E" w:rsidP="0001129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</w:tcPr>
          <w:p w:rsidR="00802B9E" w:rsidRPr="000F28B9" w:rsidRDefault="00802B9E" w:rsidP="000F28B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802B9E" w:rsidRPr="000F28B9" w:rsidTr="000932E1">
        <w:tc>
          <w:tcPr>
            <w:tcW w:w="567" w:type="dxa"/>
          </w:tcPr>
          <w:p w:rsidR="00802B9E" w:rsidRPr="000F28B9" w:rsidRDefault="00802B9E" w:rsidP="000F28B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802B9E" w:rsidRPr="000F28B9" w:rsidRDefault="00802B9E" w:rsidP="0001129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802B9E" w:rsidRPr="000F28B9" w:rsidRDefault="00802B9E" w:rsidP="0001129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802B9E" w:rsidRPr="000F28B9" w:rsidRDefault="00802B9E" w:rsidP="0001129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802B9E" w:rsidRPr="000F28B9" w:rsidRDefault="00802B9E" w:rsidP="0001129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802B9E" w:rsidRPr="000F28B9" w:rsidRDefault="00802B9E" w:rsidP="0001129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802B9E" w:rsidRPr="000F28B9" w:rsidRDefault="00802B9E" w:rsidP="0001129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654" w:type="dxa"/>
          </w:tcPr>
          <w:p w:rsidR="00802B9E" w:rsidRPr="000F28B9" w:rsidRDefault="00802B9E" w:rsidP="0001129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</w:tcPr>
          <w:p w:rsidR="00802B9E" w:rsidRPr="000F28B9" w:rsidRDefault="00802B9E" w:rsidP="000F28B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802B9E" w:rsidRPr="000F28B9" w:rsidTr="000932E1">
        <w:tc>
          <w:tcPr>
            <w:tcW w:w="567" w:type="dxa"/>
          </w:tcPr>
          <w:p w:rsidR="00802B9E" w:rsidRPr="000F28B9" w:rsidRDefault="00802B9E" w:rsidP="000F28B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802B9E" w:rsidRPr="000F28B9" w:rsidRDefault="00802B9E" w:rsidP="0001129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802B9E" w:rsidRPr="000F28B9" w:rsidRDefault="00802B9E" w:rsidP="0001129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802B9E" w:rsidRPr="000F28B9" w:rsidRDefault="00802B9E" w:rsidP="0001129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802B9E" w:rsidRPr="000F28B9" w:rsidRDefault="00802B9E" w:rsidP="0001129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802B9E" w:rsidRPr="000F28B9" w:rsidRDefault="00802B9E" w:rsidP="0001129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802B9E" w:rsidRPr="000F28B9" w:rsidRDefault="00802B9E" w:rsidP="0001129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654" w:type="dxa"/>
          </w:tcPr>
          <w:p w:rsidR="00802B9E" w:rsidRPr="000F28B9" w:rsidRDefault="00802B9E" w:rsidP="0001129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</w:tcPr>
          <w:p w:rsidR="00802B9E" w:rsidRPr="000F28B9" w:rsidRDefault="00802B9E" w:rsidP="000F28B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802B9E" w:rsidRPr="000F28B9" w:rsidTr="000932E1">
        <w:tc>
          <w:tcPr>
            <w:tcW w:w="567" w:type="dxa"/>
          </w:tcPr>
          <w:p w:rsidR="00802B9E" w:rsidRPr="000F28B9" w:rsidRDefault="00802B9E" w:rsidP="000F28B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802B9E" w:rsidRPr="000F28B9" w:rsidRDefault="00802B9E" w:rsidP="0001129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802B9E" w:rsidRPr="000F28B9" w:rsidRDefault="00802B9E" w:rsidP="0001129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802B9E" w:rsidRPr="000F28B9" w:rsidRDefault="00802B9E" w:rsidP="0001129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802B9E" w:rsidRPr="000F28B9" w:rsidRDefault="00802B9E" w:rsidP="0001129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802B9E" w:rsidRPr="000F28B9" w:rsidRDefault="00802B9E" w:rsidP="0001129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802B9E" w:rsidRPr="000F28B9" w:rsidRDefault="00802B9E" w:rsidP="0001129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654" w:type="dxa"/>
          </w:tcPr>
          <w:p w:rsidR="00802B9E" w:rsidRPr="000F28B9" w:rsidRDefault="00802B9E" w:rsidP="0001129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</w:tcPr>
          <w:p w:rsidR="00802B9E" w:rsidRPr="000F28B9" w:rsidRDefault="00802B9E" w:rsidP="000F28B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802B9E" w:rsidRPr="000F28B9" w:rsidTr="000932E1">
        <w:tc>
          <w:tcPr>
            <w:tcW w:w="567" w:type="dxa"/>
          </w:tcPr>
          <w:p w:rsidR="00802B9E" w:rsidRPr="000F28B9" w:rsidRDefault="00802B9E" w:rsidP="000F28B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802B9E" w:rsidRPr="000F28B9" w:rsidRDefault="00802B9E" w:rsidP="0001129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802B9E" w:rsidRPr="000F28B9" w:rsidRDefault="00802B9E" w:rsidP="0001129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802B9E" w:rsidRPr="000F28B9" w:rsidRDefault="00802B9E" w:rsidP="0001129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802B9E" w:rsidRPr="000F28B9" w:rsidRDefault="00802B9E" w:rsidP="0001129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802B9E" w:rsidRPr="000F28B9" w:rsidRDefault="00802B9E" w:rsidP="0001129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802B9E" w:rsidRPr="000F28B9" w:rsidRDefault="00802B9E" w:rsidP="0001129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654" w:type="dxa"/>
          </w:tcPr>
          <w:p w:rsidR="00802B9E" w:rsidRPr="000F28B9" w:rsidRDefault="00802B9E" w:rsidP="0001129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</w:tcPr>
          <w:p w:rsidR="00802B9E" w:rsidRPr="000F28B9" w:rsidRDefault="00802B9E" w:rsidP="000F28B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</w:tbl>
    <w:p w:rsidR="00802B9E" w:rsidRPr="00F8793C" w:rsidRDefault="00802B9E" w:rsidP="00E9614A">
      <w:pPr>
        <w:jc w:val="center"/>
      </w:pPr>
    </w:p>
    <w:sectPr w:rsidR="00802B9E" w:rsidRPr="00F8793C" w:rsidSect="00104DA4">
      <w:pgSz w:w="16838" w:h="11906" w:orient="landscape"/>
      <w:pgMar w:top="360" w:right="1417" w:bottom="36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75"/>
  <w:defaultTabStop w:val="708"/>
  <w:hyphenationZone w:val="283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8793C"/>
    <w:rsid w:val="00011290"/>
    <w:rsid w:val="00053840"/>
    <w:rsid w:val="000776A1"/>
    <w:rsid w:val="00077790"/>
    <w:rsid w:val="000842D4"/>
    <w:rsid w:val="000932E1"/>
    <w:rsid w:val="0009685C"/>
    <w:rsid w:val="000B4C2E"/>
    <w:rsid w:val="000F28B9"/>
    <w:rsid w:val="00102938"/>
    <w:rsid w:val="00104DA4"/>
    <w:rsid w:val="00105B09"/>
    <w:rsid w:val="00114FC9"/>
    <w:rsid w:val="00134283"/>
    <w:rsid w:val="00164CAF"/>
    <w:rsid w:val="001664C1"/>
    <w:rsid w:val="00172421"/>
    <w:rsid w:val="001B5BAE"/>
    <w:rsid w:val="001C679D"/>
    <w:rsid w:val="001C731F"/>
    <w:rsid w:val="001E120C"/>
    <w:rsid w:val="00210FE1"/>
    <w:rsid w:val="002219DE"/>
    <w:rsid w:val="00225283"/>
    <w:rsid w:val="0026671E"/>
    <w:rsid w:val="00290D22"/>
    <w:rsid w:val="002A222D"/>
    <w:rsid w:val="002A52C6"/>
    <w:rsid w:val="00305774"/>
    <w:rsid w:val="00315924"/>
    <w:rsid w:val="003356C5"/>
    <w:rsid w:val="00357678"/>
    <w:rsid w:val="00393C20"/>
    <w:rsid w:val="003E0727"/>
    <w:rsid w:val="0040116C"/>
    <w:rsid w:val="00401F0C"/>
    <w:rsid w:val="00471525"/>
    <w:rsid w:val="00474BB1"/>
    <w:rsid w:val="00476EBA"/>
    <w:rsid w:val="004936A4"/>
    <w:rsid w:val="00513156"/>
    <w:rsid w:val="00536CAF"/>
    <w:rsid w:val="005561EA"/>
    <w:rsid w:val="00557A87"/>
    <w:rsid w:val="005A7FB0"/>
    <w:rsid w:val="00604085"/>
    <w:rsid w:val="00614556"/>
    <w:rsid w:val="00676B8B"/>
    <w:rsid w:val="00680780"/>
    <w:rsid w:val="006971E0"/>
    <w:rsid w:val="006A111A"/>
    <w:rsid w:val="006A5B1E"/>
    <w:rsid w:val="00700753"/>
    <w:rsid w:val="007146F3"/>
    <w:rsid w:val="00774038"/>
    <w:rsid w:val="0078429D"/>
    <w:rsid w:val="007B4A2B"/>
    <w:rsid w:val="007E0AED"/>
    <w:rsid w:val="007E1C9F"/>
    <w:rsid w:val="00802B9E"/>
    <w:rsid w:val="00841D4C"/>
    <w:rsid w:val="00847C26"/>
    <w:rsid w:val="00847C2A"/>
    <w:rsid w:val="00875852"/>
    <w:rsid w:val="008A73DB"/>
    <w:rsid w:val="008D1E36"/>
    <w:rsid w:val="008E4FF8"/>
    <w:rsid w:val="009508FC"/>
    <w:rsid w:val="0096365E"/>
    <w:rsid w:val="00974BC3"/>
    <w:rsid w:val="00976833"/>
    <w:rsid w:val="00983C24"/>
    <w:rsid w:val="009A603E"/>
    <w:rsid w:val="009C4583"/>
    <w:rsid w:val="009C74F3"/>
    <w:rsid w:val="009D170D"/>
    <w:rsid w:val="009F06CB"/>
    <w:rsid w:val="009F6E9B"/>
    <w:rsid w:val="00A1479D"/>
    <w:rsid w:val="00A205FC"/>
    <w:rsid w:val="00A61DD4"/>
    <w:rsid w:val="00AA7C64"/>
    <w:rsid w:val="00AE123D"/>
    <w:rsid w:val="00B13410"/>
    <w:rsid w:val="00B37D01"/>
    <w:rsid w:val="00B41EE4"/>
    <w:rsid w:val="00B751FF"/>
    <w:rsid w:val="00BA3E27"/>
    <w:rsid w:val="00BB6605"/>
    <w:rsid w:val="00BB7F6A"/>
    <w:rsid w:val="00BF6930"/>
    <w:rsid w:val="00C30BA6"/>
    <w:rsid w:val="00C71E52"/>
    <w:rsid w:val="00CA4723"/>
    <w:rsid w:val="00D069BC"/>
    <w:rsid w:val="00D077D5"/>
    <w:rsid w:val="00D24A18"/>
    <w:rsid w:val="00D43C5E"/>
    <w:rsid w:val="00D561F7"/>
    <w:rsid w:val="00D614B4"/>
    <w:rsid w:val="00D970E6"/>
    <w:rsid w:val="00DA4515"/>
    <w:rsid w:val="00DD7983"/>
    <w:rsid w:val="00E16A23"/>
    <w:rsid w:val="00E22C41"/>
    <w:rsid w:val="00E30845"/>
    <w:rsid w:val="00E3396A"/>
    <w:rsid w:val="00E45CED"/>
    <w:rsid w:val="00E74B9C"/>
    <w:rsid w:val="00E9614A"/>
    <w:rsid w:val="00ED604A"/>
    <w:rsid w:val="00F10859"/>
    <w:rsid w:val="00F40FBF"/>
    <w:rsid w:val="00F57AA4"/>
    <w:rsid w:val="00F723CF"/>
    <w:rsid w:val="00F76B57"/>
    <w:rsid w:val="00F8793C"/>
    <w:rsid w:val="00FA76B5"/>
    <w:rsid w:val="00FE507D"/>
    <w:rsid w:val="00FF34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3C20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F8793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7740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7403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1</Pages>
  <Words>68</Words>
  <Characters>393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ELENCO PARTECIPANTI “EDUCATIONAL”</dc:title>
  <dc:subject/>
  <dc:creator>Preside</dc:creator>
  <cp:keywords/>
  <dc:description/>
  <cp:lastModifiedBy>M.I.U.R.</cp:lastModifiedBy>
  <cp:revision>2</cp:revision>
  <cp:lastPrinted>2013-04-08T14:55:00Z</cp:lastPrinted>
  <dcterms:created xsi:type="dcterms:W3CDTF">2013-10-30T11:33:00Z</dcterms:created>
  <dcterms:modified xsi:type="dcterms:W3CDTF">2013-10-30T11:33:00Z</dcterms:modified>
</cp:coreProperties>
</file>