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24A" w:rsidRPr="001E4211" w:rsidRDefault="0081424A" w:rsidP="00355CC1">
      <w:pPr>
        <w:spacing w:line="240" w:lineRule="auto"/>
        <w:jc w:val="center"/>
        <w:rPr>
          <w:rFonts w:ascii="Tahoma" w:hAnsi="Tahoma" w:cs="Tahoma"/>
          <w:sz w:val="6"/>
          <w:szCs w:val="6"/>
        </w:rPr>
      </w:pPr>
    </w:p>
    <w:p w:rsidR="0081424A" w:rsidRPr="00CF4D12" w:rsidRDefault="0081424A" w:rsidP="00355CC1">
      <w:pPr>
        <w:spacing w:line="240" w:lineRule="auto"/>
        <w:jc w:val="center"/>
        <w:rPr>
          <w:rFonts w:ascii="Tahoma" w:hAnsi="Tahoma" w:cs="Tahoma"/>
          <w:sz w:val="28"/>
          <w:szCs w:val="28"/>
        </w:rPr>
      </w:pPr>
      <w:r w:rsidRPr="00CF4D12">
        <w:rPr>
          <w:rFonts w:ascii="Tahoma" w:hAnsi="Tahoma" w:cs="Tahoma"/>
          <w:sz w:val="28"/>
          <w:szCs w:val="28"/>
        </w:rPr>
        <w:t xml:space="preserve">Scuola Primaria </w:t>
      </w:r>
      <w:r w:rsidRPr="0096008A">
        <w:rPr>
          <w:rFonts w:ascii="Tahoma" w:hAnsi="Tahoma" w:cs="Tahoma"/>
          <w:sz w:val="28"/>
          <w:szCs w:val="28"/>
        </w:rPr>
        <w:t>O</w:t>
      </w:r>
      <w:r>
        <w:rPr>
          <w:rFonts w:ascii="Tahoma" w:hAnsi="Tahoma" w:cs="Tahoma"/>
          <w:sz w:val="28"/>
          <w:szCs w:val="28"/>
        </w:rPr>
        <w:t>RGANIGRAMM</w:t>
      </w:r>
      <w:r w:rsidRPr="0096008A">
        <w:rPr>
          <w:rFonts w:ascii="Tahoma" w:hAnsi="Tahoma" w:cs="Tahoma"/>
          <w:sz w:val="28"/>
          <w:szCs w:val="28"/>
        </w:rPr>
        <w:t>A</w:t>
      </w:r>
      <w:r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sz w:val="28"/>
          <w:szCs w:val="28"/>
        </w:rPr>
        <w:t>Formativo/Ludico/Sportivo – Adesione Discipline Sportive A.S. 2013</w:t>
      </w:r>
      <w:r w:rsidRPr="00CF4D12">
        <w:rPr>
          <w:rFonts w:ascii="Tahoma" w:hAnsi="Tahoma" w:cs="Tahoma"/>
          <w:sz w:val="28"/>
          <w:szCs w:val="28"/>
        </w:rPr>
        <w:t>-</w:t>
      </w:r>
      <w:r>
        <w:rPr>
          <w:rFonts w:ascii="Tahoma" w:hAnsi="Tahoma" w:cs="Tahoma"/>
          <w:sz w:val="28"/>
          <w:szCs w:val="28"/>
        </w:rPr>
        <w:t>‘14</w:t>
      </w:r>
    </w:p>
    <w:tbl>
      <w:tblPr>
        <w:tblW w:w="1581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03"/>
        <w:gridCol w:w="1678"/>
        <w:gridCol w:w="1473"/>
        <w:gridCol w:w="457"/>
        <w:gridCol w:w="457"/>
        <w:gridCol w:w="457"/>
        <w:gridCol w:w="457"/>
        <w:gridCol w:w="457"/>
        <w:gridCol w:w="457"/>
        <w:gridCol w:w="457"/>
        <w:gridCol w:w="457"/>
        <w:gridCol w:w="457"/>
        <w:gridCol w:w="457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630"/>
      </w:tblGrid>
      <w:tr w:rsidR="0081424A" w:rsidRPr="002A543F" w:rsidTr="002079E2">
        <w:trPr>
          <w:cantSplit/>
          <w:trHeight w:val="2070"/>
          <w:jc w:val="center"/>
        </w:trPr>
        <w:tc>
          <w:tcPr>
            <w:tcW w:w="3754" w:type="dxa"/>
            <w:gridSpan w:val="3"/>
            <w:tcBorders>
              <w:right w:val="single" w:sz="4" w:space="0" w:color="auto"/>
            </w:tcBorders>
            <w:vAlign w:val="center"/>
          </w:tcPr>
          <w:p w:rsidR="0081424A" w:rsidRPr="00992305" w:rsidRDefault="0081424A" w:rsidP="009955EA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81424A" w:rsidRDefault="0081424A" w:rsidP="009955E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4"/>
                <w:szCs w:val="24"/>
              </w:rPr>
              <w:t>Attività Motoria e Sportiva</w:t>
            </w:r>
            <w:r w:rsidRPr="00D52CC8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81424A" w:rsidRDefault="0081424A" w:rsidP="009955EA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52CC8">
              <w:rPr>
                <w:rFonts w:ascii="Tahoma" w:hAnsi="Tahoma" w:cs="Tahoma"/>
                <w:sz w:val="20"/>
                <w:szCs w:val="20"/>
              </w:rPr>
              <w:t xml:space="preserve">Sport e Salute Allenano </w:t>
            </w:r>
            <w:smartTag w:uri="urn:schemas-microsoft-com:office:smarttags" w:element="PersonName">
              <w:smartTagPr>
                <w:attr w:name="ProductID" w:val="la Mente"/>
              </w:smartTagPr>
              <w:r w:rsidRPr="00D52CC8">
                <w:rPr>
                  <w:rFonts w:ascii="Tahoma" w:hAnsi="Tahoma" w:cs="Tahoma"/>
                  <w:sz w:val="20"/>
                  <w:szCs w:val="20"/>
                </w:rPr>
                <w:t>la Mente</w:t>
              </w:r>
            </w:smartTag>
          </w:p>
          <w:p w:rsidR="0081424A" w:rsidRPr="009955EA" w:rsidRDefault="0081424A" w:rsidP="00D52CC8">
            <w:pPr>
              <w:spacing w:after="0" w:line="36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81424A" w:rsidRDefault="0081424A" w:rsidP="00D52CC8">
            <w:pPr>
              <w:spacing w:after="0"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Gio.Mo.Vi. in … Festa</w:t>
            </w:r>
          </w:p>
          <w:p w:rsidR="0081424A" w:rsidRPr="009955EA" w:rsidRDefault="0081424A" w:rsidP="009955EA">
            <w:pPr>
              <w:spacing w:after="0"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Villaggio dello Sport</w:t>
            </w:r>
          </w:p>
        </w:tc>
        <w:tc>
          <w:tcPr>
            <w:tcW w:w="457" w:type="dxa"/>
            <w:tcBorders>
              <w:left w:val="single" w:sz="4" w:space="0" w:color="auto"/>
            </w:tcBorders>
            <w:vAlign w:val="center"/>
          </w:tcPr>
          <w:p w:rsidR="0081424A" w:rsidRDefault="0081424A">
            <w:pPr>
              <w:spacing w:after="0" w:line="240" w:lineRule="auto"/>
              <w:rPr>
                <w:rFonts w:ascii="Tahoma" w:hAnsi="Tahoma" w:cs="Tahoma"/>
                <w:b/>
                <w:sz w:val="10"/>
                <w:szCs w:val="10"/>
              </w:rPr>
            </w:pPr>
          </w:p>
          <w:p w:rsidR="0081424A" w:rsidRDefault="0081424A">
            <w:pPr>
              <w:spacing w:after="0" w:line="240" w:lineRule="auto"/>
              <w:rPr>
                <w:rFonts w:ascii="Tahoma" w:hAnsi="Tahoma" w:cs="Tahoma"/>
                <w:b/>
                <w:sz w:val="10"/>
                <w:szCs w:val="10"/>
              </w:rPr>
            </w:pPr>
          </w:p>
          <w:p w:rsidR="0081424A" w:rsidRDefault="0081424A">
            <w:pPr>
              <w:spacing w:after="0" w:line="240" w:lineRule="auto"/>
              <w:rPr>
                <w:rFonts w:ascii="Tahoma" w:hAnsi="Tahoma" w:cs="Tahoma"/>
                <w:b/>
                <w:sz w:val="10"/>
                <w:szCs w:val="10"/>
              </w:rPr>
            </w:pPr>
          </w:p>
          <w:p w:rsidR="0081424A" w:rsidRDefault="0081424A">
            <w:pPr>
              <w:spacing w:after="0" w:line="240" w:lineRule="auto"/>
              <w:rPr>
                <w:rFonts w:ascii="Tahoma" w:hAnsi="Tahoma" w:cs="Tahoma"/>
                <w:b/>
                <w:sz w:val="10"/>
                <w:szCs w:val="10"/>
              </w:rPr>
            </w:pPr>
          </w:p>
          <w:p w:rsidR="0081424A" w:rsidRDefault="0081424A">
            <w:pPr>
              <w:spacing w:after="0" w:line="240" w:lineRule="auto"/>
              <w:rPr>
                <w:rFonts w:ascii="Tahoma" w:hAnsi="Tahoma" w:cs="Tahoma"/>
                <w:b/>
                <w:sz w:val="10"/>
                <w:szCs w:val="10"/>
              </w:rPr>
            </w:pPr>
          </w:p>
          <w:p w:rsidR="0081424A" w:rsidRPr="00992305" w:rsidRDefault="0081424A" w:rsidP="007F41CE">
            <w:pPr>
              <w:spacing w:after="0" w:line="360" w:lineRule="auto"/>
              <w:jc w:val="center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457" w:type="dxa"/>
            <w:textDirection w:val="btLr"/>
            <w:vAlign w:val="center"/>
          </w:tcPr>
          <w:p w:rsidR="0081424A" w:rsidRPr="00575A7B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062A34">
              <w:rPr>
                <w:rFonts w:ascii="Tahoma" w:hAnsi="Tahoma" w:cs="Tahoma"/>
                <w:sz w:val="14"/>
                <w:szCs w:val="14"/>
              </w:rPr>
              <w:t xml:space="preserve">PROTOCOLLO  </w:t>
            </w:r>
            <w:r>
              <w:rPr>
                <w:rFonts w:ascii="Tahoma" w:hAnsi="Tahoma" w:cs="Tahoma"/>
                <w:sz w:val="14"/>
                <w:szCs w:val="14"/>
              </w:rPr>
              <w:t>ENTE LOCALE</w:t>
            </w:r>
          </w:p>
        </w:tc>
        <w:tc>
          <w:tcPr>
            <w:tcW w:w="457" w:type="dxa"/>
            <w:textDirection w:val="btLr"/>
            <w:vAlign w:val="center"/>
          </w:tcPr>
          <w:p w:rsidR="0081424A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PROFILO </w:t>
            </w:r>
            <w:r w:rsidRPr="00575A7B">
              <w:rPr>
                <w:rFonts w:ascii="Tahoma" w:hAnsi="Tahoma" w:cs="Tahoma"/>
                <w:sz w:val="14"/>
                <w:szCs w:val="14"/>
              </w:rPr>
              <w:t>STAF</w:t>
            </w:r>
            <w:r>
              <w:rPr>
                <w:rFonts w:ascii="Tahoma" w:hAnsi="Tahoma" w:cs="Tahoma"/>
                <w:sz w:val="14"/>
                <w:szCs w:val="14"/>
              </w:rPr>
              <w:t xml:space="preserve">f </w:t>
            </w:r>
            <w:r w:rsidRPr="00575A7B">
              <w:rPr>
                <w:rFonts w:ascii="Tahoma" w:hAnsi="Tahoma" w:cs="Tahoma"/>
                <w:sz w:val="14"/>
                <w:szCs w:val="14"/>
              </w:rPr>
              <w:t>MOTORIA</w:t>
            </w:r>
          </w:p>
          <w:p w:rsidR="0081424A" w:rsidRPr="00575A7B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I.C. “Ist. Compr.” Doc. ISEF</w:t>
            </w:r>
          </w:p>
        </w:tc>
        <w:tc>
          <w:tcPr>
            <w:tcW w:w="457" w:type="dxa"/>
            <w:textDirection w:val="btLr"/>
          </w:tcPr>
          <w:p w:rsidR="0081424A" w:rsidRPr="00F869E4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  <w:lang w:val="en-GB"/>
              </w:rPr>
            </w:pPr>
            <w:r w:rsidRPr="00F869E4">
              <w:rPr>
                <w:rFonts w:ascii="Tahoma" w:hAnsi="Tahoma" w:cs="Tahoma"/>
                <w:sz w:val="14"/>
                <w:szCs w:val="14"/>
                <w:lang w:val="en-GB"/>
              </w:rPr>
              <w:t xml:space="preserve">STAFF C.O.R. –Doc </w:t>
            </w:r>
            <w:r>
              <w:rPr>
                <w:rFonts w:ascii="Tahoma" w:hAnsi="Tahoma" w:cs="Tahoma"/>
                <w:sz w:val="14"/>
                <w:szCs w:val="14"/>
                <w:lang w:val="en-GB"/>
              </w:rPr>
              <w:t>Consulta</w:t>
            </w:r>
          </w:p>
        </w:tc>
        <w:tc>
          <w:tcPr>
            <w:tcW w:w="457" w:type="dxa"/>
            <w:textDirection w:val="btLr"/>
            <w:vAlign w:val="center"/>
          </w:tcPr>
          <w:p w:rsidR="0081424A" w:rsidRPr="00EB6EBF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CONVENZIONE  - FED. – Ass.                  </w:t>
            </w:r>
          </w:p>
        </w:tc>
        <w:tc>
          <w:tcPr>
            <w:tcW w:w="457" w:type="dxa"/>
            <w:textDirection w:val="btLr"/>
            <w:vAlign w:val="center"/>
          </w:tcPr>
          <w:p w:rsidR="0081424A" w:rsidRPr="00062A34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ESPERTO ISEF - Associazione</w:t>
            </w:r>
          </w:p>
        </w:tc>
        <w:tc>
          <w:tcPr>
            <w:tcW w:w="457" w:type="dxa"/>
            <w:textDirection w:val="btLr"/>
            <w:vAlign w:val="center"/>
          </w:tcPr>
          <w:p w:rsidR="0081424A" w:rsidRPr="00062A34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WORKSHOP</w:t>
            </w:r>
            <w:r>
              <w:rPr>
                <w:rFonts w:ascii="Tahoma" w:hAnsi="Tahoma" w:cs="Tahoma"/>
                <w:sz w:val="14"/>
                <w:szCs w:val="14"/>
              </w:rPr>
              <w:t xml:space="preserve"> - Formazione</w:t>
            </w:r>
          </w:p>
        </w:tc>
        <w:tc>
          <w:tcPr>
            <w:tcW w:w="457" w:type="dxa"/>
            <w:textDirection w:val="btLr"/>
            <w:vAlign w:val="center"/>
          </w:tcPr>
          <w:p w:rsidR="0081424A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ORGANIZZAZIONE </w:t>
            </w:r>
          </w:p>
          <w:p w:rsidR="0081424A" w:rsidRPr="00575A7B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Natale – Pasuqa - Villaggio </w:t>
            </w:r>
          </w:p>
        </w:tc>
        <w:tc>
          <w:tcPr>
            <w:tcW w:w="457" w:type="dxa"/>
            <w:textDirection w:val="btLr"/>
            <w:vAlign w:val="center"/>
          </w:tcPr>
          <w:p w:rsidR="0081424A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RASSEGNA TEATRALE</w:t>
            </w:r>
          </w:p>
          <w:p w:rsidR="0081424A" w:rsidRPr="00575A7B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Il Colore del Movimento</w:t>
            </w:r>
          </w:p>
        </w:tc>
        <w:tc>
          <w:tcPr>
            <w:tcW w:w="457" w:type="dxa"/>
            <w:textDirection w:val="btLr"/>
            <w:vAlign w:val="center"/>
          </w:tcPr>
          <w:p w:rsidR="0081424A" w:rsidRDefault="0081424A" w:rsidP="00BB48E5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FEDERITALIA</w:t>
            </w:r>
          </w:p>
          <w:p w:rsidR="0081424A" w:rsidRPr="00575A7B" w:rsidRDefault="0081424A" w:rsidP="00BB48E5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 Orientiamoci DivesaMente</w:t>
            </w:r>
          </w:p>
        </w:tc>
        <w:tc>
          <w:tcPr>
            <w:tcW w:w="361" w:type="dxa"/>
            <w:textDirection w:val="btLr"/>
            <w:vAlign w:val="center"/>
          </w:tcPr>
          <w:p w:rsidR="0081424A" w:rsidRPr="00575A7B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CAMPESTRE</w:t>
            </w:r>
          </w:p>
        </w:tc>
        <w:tc>
          <w:tcPr>
            <w:tcW w:w="361" w:type="dxa"/>
            <w:textDirection w:val="btLr"/>
            <w:vAlign w:val="center"/>
          </w:tcPr>
          <w:p w:rsidR="0081424A" w:rsidRPr="00575A7B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ATLETICA   SU   PISTA</w:t>
            </w:r>
          </w:p>
        </w:tc>
        <w:tc>
          <w:tcPr>
            <w:tcW w:w="361" w:type="dxa"/>
            <w:textDirection w:val="btLr"/>
            <w:vAlign w:val="center"/>
          </w:tcPr>
          <w:p w:rsidR="0081424A" w:rsidRPr="00575A7B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ORIENTEERING</w:t>
            </w:r>
          </w:p>
        </w:tc>
        <w:tc>
          <w:tcPr>
            <w:tcW w:w="361" w:type="dxa"/>
            <w:textDirection w:val="btLr"/>
            <w:vAlign w:val="center"/>
          </w:tcPr>
          <w:p w:rsidR="0081424A" w:rsidRPr="00575A7B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VOLLEY… 123</w:t>
            </w:r>
          </w:p>
        </w:tc>
        <w:tc>
          <w:tcPr>
            <w:tcW w:w="361" w:type="dxa"/>
            <w:textDirection w:val="btLr"/>
            <w:vAlign w:val="center"/>
          </w:tcPr>
          <w:p w:rsidR="0081424A" w:rsidRPr="00575A7B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GINNASTICA</w:t>
            </w:r>
          </w:p>
        </w:tc>
        <w:tc>
          <w:tcPr>
            <w:tcW w:w="361" w:type="dxa"/>
            <w:textDirection w:val="btLr"/>
            <w:vAlign w:val="center"/>
          </w:tcPr>
          <w:p w:rsidR="0081424A" w:rsidRPr="00575A7B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BASKET</w:t>
            </w:r>
          </w:p>
        </w:tc>
        <w:tc>
          <w:tcPr>
            <w:tcW w:w="361" w:type="dxa"/>
            <w:textDirection w:val="btLr"/>
            <w:vAlign w:val="center"/>
          </w:tcPr>
          <w:p w:rsidR="0081424A" w:rsidRPr="00575A7B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F76DA5">
              <w:rPr>
                <w:rFonts w:ascii="Tahoma" w:hAnsi="Tahoma" w:cs="Tahoma"/>
                <w:sz w:val="14"/>
                <w:szCs w:val="14"/>
              </w:rPr>
              <w:t>HANDBALL</w:t>
            </w:r>
          </w:p>
        </w:tc>
        <w:tc>
          <w:tcPr>
            <w:tcW w:w="361" w:type="dxa"/>
            <w:textDirection w:val="btLr"/>
            <w:vAlign w:val="center"/>
          </w:tcPr>
          <w:p w:rsidR="0081424A" w:rsidRPr="00575A7B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CALCIO A 7</w:t>
            </w:r>
          </w:p>
        </w:tc>
        <w:tc>
          <w:tcPr>
            <w:tcW w:w="361" w:type="dxa"/>
            <w:textDirection w:val="btLr"/>
            <w:vAlign w:val="center"/>
          </w:tcPr>
          <w:p w:rsidR="0081424A" w:rsidRPr="00575A7B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TENNISTAVOLO</w:t>
            </w:r>
          </w:p>
        </w:tc>
        <w:tc>
          <w:tcPr>
            <w:tcW w:w="361" w:type="dxa"/>
            <w:textDirection w:val="btLr"/>
            <w:vAlign w:val="center"/>
          </w:tcPr>
          <w:p w:rsidR="0081424A" w:rsidRPr="00575A7B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GIOCHI TRADIZIONALI</w:t>
            </w:r>
          </w:p>
        </w:tc>
        <w:tc>
          <w:tcPr>
            <w:tcW w:w="361" w:type="dxa"/>
            <w:textDirection w:val="btLr"/>
            <w:vAlign w:val="center"/>
          </w:tcPr>
          <w:p w:rsidR="0081424A" w:rsidRPr="00575A7B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DANZA SPORTIVA</w:t>
            </w:r>
          </w:p>
        </w:tc>
        <w:tc>
          <w:tcPr>
            <w:tcW w:w="361" w:type="dxa"/>
            <w:textDirection w:val="btLr"/>
            <w:vAlign w:val="center"/>
          </w:tcPr>
          <w:p w:rsidR="0081424A" w:rsidRPr="00575A7B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PALLATAMBURELLO</w:t>
            </w:r>
          </w:p>
        </w:tc>
        <w:tc>
          <w:tcPr>
            <w:tcW w:w="361" w:type="dxa"/>
            <w:textDirection w:val="btLr"/>
            <w:vAlign w:val="center"/>
          </w:tcPr>
          <w:p w:rsidR="0081424A" w:rsidRPr="00575A7B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68282C">
              <w:rPr>
                <w:rFonts w:ascii="Tahoma" w:hAnsi="Tahoma" w:cs="Tahoma"/>
                <w:sz w:val="14"/>
                <w:szCs w:val="14"/>
              </w:rPr>
              <w:t>RUGBY</w:t>
            </w:r>
          </w:p>
        </w:tc>
        <w:tc>
          <w:tcPr>
            <w:tcW w:w="361" w:type="dxa"/>
            <w:textDirection w:val="btLr"/>
            <w:vAlign w:val="center"/>
          </w:tcPr>
          <w:p w:rsidR="0081424A" w:rsidRPr="0068282C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SCACCHI</w:t>
            </w:r>
          </w:p>
        </w:tc>
        <w:tc>
          <w:tcPr>
            <w:tcW w:w="361" w:type="dxa"/>
            <w:textDirection w:val="btLr"/>
            <w:vAlign w:val="center"/>
          </w:tcPr>
          <w:p w:rsidR="0081424A" w:rsidRPr="00575A7B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TENNIS</w:t>
            </w:r>
          </w:p>
        </w:tc>
        <w:tc>
          <w:tcPr>
            <w:tcW w:w="361" w:type="dxa"/>
            <w:textDirection w:val="btLr"/>
            <w:vAlign w:val="center"/>
          </w:tcPr>
          <w:p w:rsidR="0081424A" w:rsidRPr="00575A7B" w:rsidRDefault="0081424A" w:rsidP="00855C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CAMPUS Sci … Amo</w:t>
            </w:r>
          </w:p>
        </w:tc>
        <w:tc>
          <w:tcPr>
            <w:tcW w:w="361" w:type="dxa"/>
            <w:tcBorders>
              <w:right w:val="single" w:sz="4" w:space="0" w:color="auto"/>
            </w:tcBorders>
            <w:textDirection w:val="btLr"/>
            <w:vAlign w:val="center"/>
          </w:tcPr>
          <w:p w:rsidR="0081424A" w:rsidRPr="00575A7B" w:rsidRDefault="0081424A" w:rsidP="00855C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CAMPUS Vivere il Mare</w:t>
            </w:r>
          </w:p>
        </w:tc>
        <w:tc>
          <w:tcPr>
            <w:tcW w:w="361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424A" w:rsidRPr="00575A7B" w:rsidRDefault="0081424A" w:rsidP="00855C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CAMPUS Sport e Natura</w:t>
            </w:r>
          </w:p>
        </w:tc>
        <w:tc>
          <w:tcPr>
            <w:tcW w:w="361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424A" w:rsidRPr="00575A7B" w:rsidRDefault="0081424A" w:rsidP="003B043E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textDirection w:val="btLr"/>
            <w:vAlign w:val="center"/>
          </w:tcPr>
          <w:p w:rsidR="0081424A" w:rsidRPr="00575A7B" w:rsidRDefault="0081424A" w:rsidP="00BD0B3B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81424A" w:rsidRPr="002A543F" w:rsidTr="002079E2">
        <w:trPr>
          <w:trHeight w:val="284"/>
          <w:jc w:val="center"/>
        </w:trPr>
        <w:tc>
          <w:tcPr>
            <w:tcW w:w="603" w:type="dxa"/>
            <w:tcBorders>
              <w:right w:val="single" w:sz="4" w:space="0" w:color="auto"/>
            </w:tcBorders>
            <w:vAlign w:val="center"/>
          </w:tcPr>
          <w:p w:rsidR="0081424A" w:rsidRPr="00575A7B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A7B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6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0400E1" w:rsidRDefault="0081424A" w:rsidP="002079E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0400E1">
              <w:rPr>
                <w:rFonts w:ascii="Tahoma" w:hAnsi="Tahoma" w:cs="Tahoma"/>
                <w:sz w:val="18"/>
                <w:szCs w:val="18"/>
              </w:rPr>
              <w:t>BARLETTA</w:t>
            </w:r>
          </w:p>
        </w:tc>
        <w:tc>
          <w:tcPr>
            <w:tcW w:w="1930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1424A" w:rsidRPr="000400E1" w:rsidRDefault="0081424A" w:rsidP="002079E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II Musti</w:t>
            </w:r>
          </w:p>
        </w:tc>
        <w:tc>
          <w:tcPr>
            <w:tcW w:w="457" w:type="dxa"/>
            <w:vAlign w:val="center"/>
          </w:tcPr>
          <w:p w:rsidR="0081424A" w:rsidRPr="00B90AE0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B90AE0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B90AE0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B90AE0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B90AE0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B90AE0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B90AE0" w:rsidRDefault="0081424A" w:rsidP="002079E2">
            <w:pPr>
              <w:spacing w:after="0" w:line="240" w:lineRule="auto"/>
              <w:ind w:left="-14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B90AE0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B90AE0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B90AE0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B90AE0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B90AE0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B90AE0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B90AE0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B90AE0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B90AE0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B90AE0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B90AE0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B90AE0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B90AE0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B90AE0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B90AE0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B90AE0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B90AE0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</w:tcPr>
          <w:p w:rsidR="0081424A" w:rsidRPr="00B90AE0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tcBorders>
              <w:right w:val="single" w:sz="4" w:space="0" w:color="auto"/>
            </w:tcBorders>
            <w:vAlign w:val="center"/>
          </w:tcPr>
          <w:p w:rsidR="0081424A" w:rsidRPr="00B90AE0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B90AE0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B90AE0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81424A" w:rsidRPr="00B90AE0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1424A" w:rsidRPr="002A543F" w:rsidTr="002079E2">
        <w:trPr>
          <w:trHeight w:val="284"/>
          <w:jc w:val="center"/>
        </w:trPr>
        <w:tc>
          <w:tcPr>
            <w:tcW w:w="603" w:type="dxa"/>
            <w:vAlign w:val="center"/>
          </w:tcPr>
          <w:p w:rsidR="0081424A" w:rsidRPr="00575A7B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A7B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678" w:type="dxa"/>
            <w:vAlign w:val="center"/>
          </w:tcPr>
          <w:p w:rsidR="0081424A" w:rsidRPr="000400E1" w:rsidRDefault="0081424A" w:rsidP="002079E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BARLETTA </w:t>
            </w:r>
          </w:p>
        </w:tc>
        <w:tc>
          <w:tcPr>
            <w:tcW w:w="147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1424A" w:rsidRDefault="0081424A" w:rsidP="002079E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D’Azeglio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424A" w:rsidRPr="000400E1" w:rsidRDefault="0081424A" w:rsidP="002079E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7" w:type="dxa"/>
            <w:vAlign w:val="center"/>
          </w:tcPr>
          <w:p w:rsidR="0081424A" w:rsidRPr="00B90AE0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B90AE0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B90AE0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B90AE0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B90AE0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B90AE0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B90AE0" w:rsidRDefault="0081424A" w:rsidP="002079E2">
            <w:pPr>
              <w:spacing w:after="0" w:line="240" w:lineRule="auto"/>
              <w:ind w:left="-14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B90AE0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B90AE0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B90AE0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B90AE0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B90AE0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B90AE0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B90AE0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B90AE0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B90AE0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B90AE0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B90AE0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B90AE0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B90AE0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B90AE0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B90AE0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B90AE0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B90AE0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</w:tcPr>
          <w:p w:rsidR="0081424A" w:rsidRPr="00B90AE0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tcBorders>
              <w:right w:val="single" w:sz="4" w:space="0" w:color="auto"/>
            </w:tcBorders>
            <w:vAlign w:val="center"/>
          </w:tcPr>
          <w:p w:rsidR="0081424A" w:rsidRPr="00B90AE0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B90AE0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B90AE0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81424A" w:rsidRPr="00B90AE0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1424A" w:rsidRPr="002A543F" w:rsidTr="002079E2">
        <w:trPr>
          <w:trHeight w:val="284"/>
          <w:jc w:val="center"/>
        </w:trPr>
        <w:tc>
          <w:tcPr>
            <w:tcW w:w="603" w:type="dxa"/>
            <w:vAlign w:val="center"/>
          </w:tcPr>
          <w:p w:rsidR="0081424A" w:rsidRPr="00575A7B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A7B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678" w:type="dxa"/>
            <w:vAlign w:val="center"/>
          </w:tcPr>
          <w:p w:rsidR="0081424A" w:rsidRPr="000400E1" w:rsidRDefault="0081424A" w:rsidP="002079E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0400E1">
              <w:rPr>
                <w:rFonts w:ascii="Tahoma" w:hAnsi="Tahoma" w:cs="Tahoma"/>
                <w:sz w:val="18"/>
                <w:szCs w:val="18"/>
              </w:rPr>
              <w:t>BARLETTA</w:t>
            </w:r>
          </w:p>
        </w:tc>
        <w:tc>
          <w:tcPr>
            <w:tcW w:w="1473" w:type="dxa"/>
            <w:tcBorders>
              <w:right w:val="single" w:sz="4" w:space="0" w:color="auto"/>
            </w:tcBorders>
            <w:vAlign w:val="center"/>
          </w:tcPr>
          <w:p w:rsidR="0081424A" w:rsidRPr="000400E1" w:rsidRDefault="0081424A" w:rsidP="002079E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III Fraggianni</w:t>
            </w:r>
          </w:p>
        </w:tc>
        <w:tc>
          <w:tcPr>
            <w:tcW w:w="457" w:type="dxa"/>
            <w:tcBorders>
              <w:lef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ind w:left="-14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tcBorders>
              <w:righ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1424A" w:rsidRPr="002A543F" w:rsidTr="002079E2">
        <w:trPr>
          <w:trHeight w:val="284"/>
          <w:jc w:val="center"/>
        </w:trPr>
        <w:tc>
          <w:tcPr>
            <w:tcW w:w="603" w:type="dxa"/>
            <w:vAlign w:val="center"/>
          </w:tcPr>
          <w:p w:rsidR="0081424A" w:rsidRPr="00575A7B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A7B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1678" w:type="dxa"/>
            <w:vAlign w:val="center"/>
          </w:tcPr>
          <w:p w:rsidR="0081424A" w:rsidRPr="000400E1" w:rsidRDefault="0081424A" w:rsidP="002079E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0400E1">
              <w:rPr>
                <w:rFonts w:ascii="Tahoma" w:hAnsi="Tahoma" w:cs="Tahoma"/>
                <w:sz w:val="18"/>
                <w:szCs w:val="18"/>
              </w:rPr>
              <w:t>BARLETTA</w:t>
            </w:r>
          </w:p>
        </w:tc>
        <w:tc>
          <w:tcPr>
            <w:tcW w:w="1473" w:type="dxa"/>
            <w:tcBorders>
              <w:right w:val="single" w:sz="4" w:space="0" w:color="auto"/>
            </w:tcBorders>
            <w:vAlign w:val="center"/>
          </w:tcPr>
          <w:p w:rsidR="0081424A" w:rsidRPr="000400E1" w:rsidRDefault="0081424A" w:rsidP="002079E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IV Savio</w:t>
            </w:r>
          </w:p>
        </w:tc>
        <w:tc>
          <w:tcPr>
            <w:tcW w:w="457" w:type="dxa"/>
            <w:tcBorders>
              <w:lef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ind w:left="-14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tcBorders>
              <w:righ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1424A" w:rsidRPr="002A543F" w:rsidTr="002079E2">
        <w:trPr>
          <w:trHeight w:val="284"/>
          <w:jc w:val="center"/>
        </w:trPr>
        <w:tc>
          <w:tcPr>
            <w:tcW w:w="603" w:type="dxa"/>
            <w:vAlign w:val="center"/>
          </w:tcPr>
          <w:p w:rsidR="0081424A" w:rsidRPr="00575A7B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A7B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1678" w:type="dxa"/>
            <w:vAlign w:val="center"/>
          </w:tcPr>
          <w:p w:rsidR="0081424A" w:rsidRPr="000400E1" w:rsidRDefault="0081424A" w:rsidP="002079E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0400E1">
              <w:rPr>
                <w:rFonts w:ascii="Tahoma" w:hAnsi="Tahoma" w:cs="Tahoma"/>
                <w:sz w:val="18"/>
                <w:szCs w:val="18"/>
              </w:rPr>
              <w:t>BARLETTA</w:t>
            </w:r>
          </w:p>
        </w:tc>
        <w:tc>
          <w:tcPr>
            <w:tcW w:w="1473" w:type="dxa"/>
            <w:tcBorders>
              <w:right w:val="single" w:sz="4" w:space="0" w:color="auto"/>
            </w:tcBorders>
            <w:vAlign w:val="center"/>
          </w:tcPr>
          <w:p w:rsidR="0081424A" w:rsidRPr="000400E1" w:rsidRDefault="0081424A" w:rsidP="002079E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VII G. Paolo II</w:t>
            </w:r>
          </w:p>
        </w:tc>
        <w:tc>
          <w:tcPr>
            <w:tcW w:w="457" w:type="dxa"/>
            <w:tcBorders>
              <w:lef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ind w:left="-14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tcBorders>
              <w:righ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1424A" w:rsidRPr="002A543F" w:rsidTr="002079E2">
        <w:trPr>
          <w:trHeight w:val="284"/>
          <w:jc w:val="center"/>
        </w:trPr>
        <w:tc>
          <w:tcPr>
            <w:tcW w:w="603" w:type="dxa"/>
            <w:vAlign w:val="center"/>
          </w:tcPr>
          <w:p w:rsidR="0081424A" w:rsidRPr="00575A7B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A7B"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1678" w:type="dxa"/>
            <w:vAlign w:val="center"/>
          </w:tcPr>
          <w:p w:rsidR="0081424A" w:rsidRPr="000400E1" w:rsidRDefault="0081424A" w:rsidP="002079E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BARLETTA </w:t>
            </w:r>
          </w:p>
        </w:tc>
        <w:tc>
          <w:tcPr>
            <w:tcW w:w="1473" w:type="dxa"/>
            <w:tcBorders>
              <w:right w:val="single" w:sz="4" w:space="0" w:color="auto"/>
            </w:tcBorders>
            <w:vAlign w:val="center"/>
          </w:tcPr>
          <w:p w:rsidR="0081424A" w:rsidRDefault="0081424A" w:rsidP="002079E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Girondi</w:t>
            </w:r>
          </w:p>
        </w:tc>
        <w:tc>
          <w:tcPr>
            <w:tcW w:w="457" w:type="dxa"/>
            <w:tcBorders>
              <w:lef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235355" w:rsidRDefault="0081424A" w:rsidP="002079E2">
            <w:pPr>
              <w:spacing w:after="0" w:line="240" w:lineRule="auto"/>
              <w:ind w:left="-14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35355">
              <w:rPr>
                <w:rFonts w:ascii="Tahoma" w:hAnsi="Tahoma" w:cs="Tahoma"/>
                <w:sz w:val="14"/>
                <w:szCs w:val="14"/>
              </w:rPr>
              <w:t>ATL</w:t>
            </w: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tcBorders>
              <w:righ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1424A" w:rsidRPr="002A543F" w:rsidTr="002079E2">
        <w:trPr>
          <w:trHeight w:val="284"/>
          <w:jc w:val="center"/>
        </w:trPr>
        <w:tc>
          <w:tcPr>
            <w:tcW w:w="603" w:type="dxa"/>
            <w:vAlign w:val="center"/>
          </w:tcPr>
          <w:p w:rsidR="0081424A" w:rsidRPr="00575A7B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A7B"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1678" w:type="dxa"/>
            <w:vAlign w:val="center"/>
          </w:tcPr>
          <w:p w:rsidR="0081424A" w:rsidRPr="000400E1" w:rsidRDefault="0081424A" w:rsidP="002079E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BARLETTA</w:t>
            </w:r>
          </w:p>
        </w:tc>
        <w:tc>
          <w:tcPr>
            <w:tcW w:w="1473" w:type="dxa"/>
            <w:tcBorders>
              <w:right w:val="single" w:sz="4" w:space="0" w:color="auto"/>
            </w:tcBorders>
            <w:vAlign w:val="center"/>
          </w:tcPr>
          <w:p w:rsidR="0081424A" w:rsidRDefault="0081424A" w:rsidP="002079E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Modugno</w:t>
            </w:r>
          </w:p>
        </w:tc>
        <w:tc>
          <w:tcPr>
            <w:tcW w:w="457" w:type="dxa"/>
            <w:tcBorders>
              <w:lef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ind w:left="-14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tcBorders>
              <w:righ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1424A" w:rsidRPr="002A543F" w:rsidTr="002079E2">
        <w:trPr>
          <w:trHeight w:val="284"/>
          <w:jc w:val="center"/>
        </w:trPr>
        <w:tc>
          <w:tcPr>
            <w:tcW w:w="603" w:type="dxa"/>
            <w:vAlign w:val="center"/>
          </w:tcPr>
          <w:p w:rsidR="0081424A" w:rsidRPr="00575A7B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A7B"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1678" w:type="dxa"/>
            <w:vAlign w:val="center"/>
          </w:tcPr>
          <w:p w:rsidR="0081424A" w:rsidRPr="000400E1" w:rsidRDefault="0081424A" w:rsidP="002079E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0400E1">
              <w:rPr>
                <w:rFonts w:ascii="Tahoma" w:hAnsi="Tahoma" w:cs="Tahoma"/>
                <w:sz w:val="18"/>
                <w:szCs w:val="18"/>
              </w:rPr>
              <w:t>ANDRIA</w:t>
            </w:r>
          </w:p>
        </w:tc>
        <w:tc>
          <w:tcPr>
            <w:tcW w:w="1473" w:type="dxa"/>
            <w:tcBorders>
              <w:right w:val="single" w:sz="4" w:space="0" w:color="auto"/>
            </w:tcBorders>
            <w:vAlign w:val="center"/>
          </w:tcPr>
          <w:p w:rsidR="0081424A" w:rsidRPr="000400E1" w:rsidRDefault="0081424A" w:rsidP="002079E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II Don Bosco </w:t>
            </w:r>
          </w:p>
        </w:tc>
        <w:tc>
          <w:tcPr>
            <w:tcW w:w="457" w:type="dxa"/>
            <w:tcBorders>
              <w:lef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ind w:left="-14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tcBorders>
              <w:righ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1424A" w:rsidRPr="002A543F" w:rsidTr="002079E2">
        <w:trPr>
          <w:trHeight w:val="284"/>
          <w:jc w:val="center"/>
        </w:trPr>
        <w:tc>
          <w:tcPr>
            <w:tcW w:w="603" w:type="dxa"/>
            <w:vAlign w:val="center"/>
          </w:tcPr>
          <w:p w:rsidR="0081424A" w:rsidRPr="00575A7B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A7B"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1678" w:type="dxa"/>
            <w:vAlign w:val="center"/>
          </w:tcPr>
          <w:p w:rsidR="0081424A" w:rsidRPr="000400E1" w:rsidRDefault="0081424A" w:rsidP="002079E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0400E1">
              <w:rPr>
                <w:rFonts w:ascii="Tahoma" w:hAnsi="Tahoma" w:cs="Tahoma"/>
                <w:sz w:val="18"/>
                <w:szCs w:val="18"/>
              </w:rPr>
              <w:t>ANDRIA</w:t>
            </w:r>
          </w:p>
        </w:tc>
        <w:tc>
          <w:tcPr>
            <w:tcW w:w="1473" w:type="dxa"/>
            <w:tcBorders>
              <w:right w:val="single" w:sz="4" w:space="0" w:color="auto"/>
            </w:tcBorders>
            <w:vAlign w:val="center"/>
          </w:tcPr>
          <w:p w:rsidR="0081424A" w:rsidRPr="000400E1" w:rsidRDefault="0081424A" w:rsidP="002079E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III Imbriani</w:t>
            </w:r>
          </w:p>
        </w:tc>
        <w:tc>
          <w:tcPr>
            <w:tcW w:w="457" w:type="dxa"/>
            <w:tcBorders>
              <w:lef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ind w:left="-14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tcBorders>
              <w:righ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1424A" w:rsidRPr="002A543F" w:rsidTr="002079E2">
        <w:trPr>
          <w:trHeight w:val="284"/>
          <w:jc w:val="center"/>
        </w:trPr>
        <w:tc>
          <w:tcPr>
            <w:tcW w:w="603" w:type="dxa"/>
            <w:vAlign w:val="center"/>
          </w:tcPr>
          <w:p w:rsidR="0081424A" w:rsidRPr="00575A7B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A7B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1678" w:type="dxa"/>
            <w:vAlign w:val="center"/>
          </w:tcPr>
          <w:p w:rsidR="0081424A" w:rsidRPr="000400E1" w:rsidRDefault="0081424A" w:rsidP="002079E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0400E1">
              <w:rPr>
                <w:rFonts w:ascii="Tahoma" w:hAnsi="Tahoma" w:cs="Tahoma"/>
                <w:sz w:val="18"/>
                <w:szCs w:val="18"/>
              </w:rPr>
              <w:t>ANDRIA</w:t>
            </w:r>
          </w:p>
        </w:tc>
        <w:tc>
          <w:tcPr>
            <w:tcW w:w="1473" w:type="dxa"/>
            <w:tcBorders>
              <w:right w:val="single" w:sz="4" w:space="0" w:color="auto"/>
            </w:tcBorders>
            <w:vAlign w:val="center"/>
          </w:tcPr>
          <w:p w:rsidR="0081424A" w:rsidRPr="000400E1" w:rsidRDefault="0081424A" w:rsidP="002079E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V Verdi</w:t>
            </w:r>
          </w:p>
        </w:tc>
        <w:tc>
          <w:tcPr>
            <w:tcW w:w="457" w:type="dxa"/>
            <w:tcBorders>
              <w:lef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970749" w:rsidRDefault="0081424A" w:rsidP="002079E2">
            <w:pPr>
              <w:spacing w:after="0" w:line="240" w:lineRule="auto"/>
              <w:ind w:left="-14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70749">
              <w:rPr>
                <w:rFonts w:ascii="Tahoma" w:hAnsi="Tahoma" w:cs="Tahoma"/>
                <w:sz w:val="14"/>
                <w:szCs w:val="14"/>
              </w:rPr>
              <w:t>ORI</w:t>
            </w: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tcBorders>
              <w:righ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1424A" w:rsidRPr="002A543F" w:rsidTr="002079E2">
        <w:trPr>
          <w:trHeight w:val="284"/>
          <w:jc w:val="center"/>
        </w:trPr>
        <w:tc>
          <w:tcPr>
            <w:tcW w:w="603" w:type="dxa"/>
            <w:vAlign w:val="center"/>
          </w:tcPr>
          <w:p w:rsidR="0081424A" w:rsidRPr="00575A7B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A7B">
              <w:rPr>
                <w:rFonts w:ascii="Tahoma" w:hAnsi="Tahoma" w:cs="Tahoma"/>
                <w:sz w:val="18"/>
                <w:szCs w:val="18"/>
              </w:rPr>
              <w:t>11</w:t>
            </w:r>
          </w:p>
        </w:tc>
        <w:tc>
          <w:tcPr>
            <w:tcW w:w="1678" w:type="dxa"/>
            <w:vAlign w:val="center"/>
          </w:tcPr>
          <w:p w:rsidR="0081424A" w:rsidRPr="000400E1" w:rsidRDefault="0081424A" w:rsidP="002079E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0400E1">
              <w:rPr>
                <w:rFonts w:ascii="Tahoma" w:hAnsi="Tahoma" w:cs="Tahoma"/>
                <w:sz w:val="18"/>
                <w:szCs w:val="18"/>
              </w:rPr>
              <w:t>ANDRIA</w:t>
            </w:r>
          </w:p>
        </w:tc>
        <w:tc>
          <w:tcPr>
            <w:tcW w:w="1473" w:type="dxa"/>
            <w:tcBorders>
              <w:right w:val="single" w:sz="4" w:space="0" w:color="auto"/>
            </w:tcBorders>
            <w:vAlign w:val="center"/>
          </w:tcPr>
          <w:p w:rsidR="0081424A" w:rsidRPr="000400E1" w:rsidRDefault="0081424A" w:rsidP="002079E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VI Jannuzzi</w:t>
            </w:r>
          </w:p>
        </w:tc>
        <w:tc>
          <w:tcPr>
            <w:tcW w:w="457" w:type="dxa"/>
            <w:tcBorders>
              <w:lef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123838" w:rsidRDefault="0081424A" w:rsidP="002079E2">
            <w:pPr>
              <w:spacing w:after="0" w:line="240" w:lineRule="auto"/>
              <w:ind w:left="-14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123838">
              <w:rPr>
                <w:rFonts w:ascii="Tahoma" w:hAnsi="Tahoma" w:cs="Tahoma"/>
                <w:sz w:val="14"/>
                <w:szCs w:val="14"/>
              </w:rPr>
              <w:t>VOL</w:t>
            </w: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tcBorders>
              <w:righ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1424A" w:rsidRPr="002A543F" w:rsidTr="002079E2">
        <w:trPr>
          <w:trHeight w:val="284"/>
          <w:jc w:val="center"/>
        </w:trPr>
        <w:tc>
          <w:tcPr>
            <w:tcW w:w="603" w:type="dxa"/>
            <w:vAlign w:val="center"/>
          </w:tcPr>
          <w:p w:rsidR="0081424A" w:rsidRPr="00575A7B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A7B">
              <w:rPr>
                <w:rFonts w:ascii="Tahoma" w:hAnsi="Tahoma" w:cs="Tahoma"/>
                <w:sz w:val="18"/>
                <w:szCs w:val="18"/>
              </w:rPr>
              <w:t>12</w:t>
            </w:r>
          </w:p>
        </w:tc>
        <w:tc>
          <w:tcPr>
            <w:tcW w:w="1678" w:type="dxa"/>
            <w:vAlign w:val="center"/>
          </w:tcPr>
          <w:p w:rsidR="0081424A" w:rsidRPr="000400E1" w:rsidRDefault="0081424A" w:rsidP="002079E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0400E1">
              <w:rPr>
                <w:rFonts w:ascii="Tahoma" w:hAnsi="Tahoma" w:cs="Tahoma"/>
                <w:sz w:val="18"/>
                <w:szCs w:val="18"/>
              </w:rPr>
              <w:t>ANDRIA</w:t>
            </w:r>
          </w:p>
        </w:tc>
        <w:tc>
          <w:tcPr>
            <w:tcW w:w="1473" w:type="dxa"/>
            <w:tcBorders>
              <w:right w:val="single" w:sz="4" w:space="0" w:color="auto"/>
            </w:tcBorders>
            <w:vAlign w:val="center"/>
          </w:tcPr>
          <w:p w:rsidR="0081424A" w:rsidRPr="000400E1" w:rsidRDefault="0081424A" w:rsidP="002079E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VII Cotugno</w:t>
            </w:r>
          </w:p>
        </w:tc>
        <w:tc>
          <w:tcPr>
            <w:tcW w:w="457" w:type="dxa"/>
            <w:tcBorders>
              <w:lef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ind w:left="-14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tcBorders>
              <w:righ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1424A" w:rsidRPr="002A543F" w:rsidTr="002079E2">
        <w:trPr>
          <w:trHeight w:val="284"/>
          <w:jc w:val="center"/>
        </w:trPr>
        <w:tc>
          <w:tcPr>
            <w:tcW w:w="603" w:type="dxa"/>
            <w:vAlign w:val="center"/>
          </w:tcPr>
          <w:p w:rsidR="0081424A" w:rsidRPr="00575A7B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A7B">
              <w:rPr>
                <w:rFonts w:ascii="Tahoma" w:hAnsi="Tahoma" w:cs="Tahoma"/>
                <w:sz w:val="18"/>
                <w:szCs w:val="18"/>
              </w:rPr>
              <w:t>13</w:t>
            </w:r>
          </w:p>
        </w:tc>
        <w:tc>
          <w:tcPr>
            <w:tcW w:w="1678" w:type="dxa"/>
            <w:vAlign w:val="center"/>
          </w:tcPr>
          <w:p w:rsidR="0081424A" w:rsidRPr="000400E1" w:rsidRDefault="0081424A" w:rsidP="002079E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0400E1">
              <w:rPr>
                <w:rFonts w:ascii="Tahoma" w:hAnsi="Tahoma" w:cs="Tahoma"/>
                <w:sz w:val="18"/>
                <w:szCs w:val="18"/>
              </w:rPr>
              <w:t>ANDRIA</w:t>
            </w:r>
          </w:p>
        </w:tc>
        <w:tc>
          <w:tcPr>
            <w:tcW w:w="1473" w:type="dxa"/>
            <w:tcBorders>
              <w:right w:val="single" w:sz="4" w:space="0" w:color="auto"/>
            </w:tcBorders>
            <w:vAlign w:val="center"/>
          </w:tcPr>
          <w:p w:rsidR="0081424A" w:rsidRPr="000400E1" w:rsidRDefault="0081424A" w:rsidP="002079E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VIII Rosmini</w:t>
            </w:r>
          </w:p>
        </w:tc>
        <w:tc>
          <w:tcPr>
            <w:tcW w:w="457" w:type="dxa"/>
            <w:tcBorders>
              <w:lef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8756FB" w:rsidRDefault="0081424A" w:rsidP="002079E2">
            <w:pPr>
              <w:spacing w:after="0" w:line="240" w:lineRule="auto"/>
              <w:ind w:left="-14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8756FB">
              <w:rPr>
                <w:rFonts w:ascii="Tahoma" w:hAnsi="Tahoma" w:cs="Tahoma"/>
                <w:sz w:val="14"/>
                <w:szCs w:val="14"/>
              </w:rPr>
              <w:t>G.TR</w:t>
            </w: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tcBorders>
              <w:righ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1424A" w:rsidRPr="002A543F" w:rsidTr="002079E2">
        <w:trPr>
          <w:trHeight w:val="284"/>
          <w:jc w:val="center"/>
        </w:trPr>
        <w:tc>
          <w:tcPr>
            <w:tcW w:w="603" w:type="dxa"/>
            <w:vAlign w:val="center"/>
          </w:tcPr>
          <w:p w:rsidR="0081424A" w:rsidRPr="00575A7B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A7B">
              <w:rPr>
                <w:rFonts w:ascii="Tahoma" w:hAnsi="Tahoma" w:cs="Tahoma"/>
                <w:sz w:val="18"/>
                <w:szCs w:val="18"/>
              </w:rPr>
              <w:t>14</w:t>
            </w:r>
          </w:p>
        </w:tc>
        <w:tc>
          <w:tcPr>
            <w:tcW w:w="1678" w:type="dxa"/>
            <w:vAlign w:val="center"/>
          </w:tcPr>
          <w:p w:rsidR="0081424A" w:rsidRDefault="0081424A" w:rsidP="002079E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TRANI</w:t>
            </w:r>
          </w:p>
        </w:tc>
        <w:tc>
          <w:tcPr>
            <w:tcW w:w="1473" w:type="dxa"/>
            <w:tcBorders>
              <w:right w:val="single" w:sz="4" w:space="0" w:color="auto"/>
            </w:tcBorders>
            <w:vAlign w:val="center"/>
          </w:tcPr>
          <w:p w:rsidR="0081424A" w:rsidRDefault="0081424A" w:rsidP="002079E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II Petronelli</w:t>
            </w:r>
          </w:p>
        </w:tc>
        <w:tc>
          <w:tcPr>
            <w:tcW w:w="457" w:type="dxa"/>
            <w:tcBorders>
              <w:lef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1E3FF7" w:rsidRDefault="0081424A" w:rsidP="002079E2">
            <w:pPr>
              <w:spacing w:after="0" w:line="240" w:lineRule="auto"/>
              <w:ind w:left="-14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1E3FF7">
              <w:rPr>
                <w:rFonts w:ascii="Tahoma" w:hAnsi="Tahoma" w:cs="Tahoma"/>
                <w:sz w:val="14"/>
                <w:szCs w:val="14"/>
              </w:rPr>
              <w:t>TEN</w:t>
            </w: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tcBorders>
              <w:righ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1424A" w:rsidRPr="002A543F" w:rsidTr="002079E2">
        <w:trPr>
          <w:trHeight w:val="284"/>
          <w:jc w:val="center"/>
        </w:trPr>
        <w:tc>
          <w:tcPr>
            <w:tcW w:w="603" w:type="dxa"/>
            <w:vAlign w:val="center"/>
          </w:tcPr>
          <w:p w:rsidR="0081424A" w:rsidRPr="00575A7B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15</w:t>
            </w:r>
          </w:p>
        </w:tc>
        <w:tc>
          <w:tcPr>
            <w:tcW w:w="1678" w:type="dxa"/>
            <w:vAlign w:val="center"/>
          </w:tcPr>
          <w:p w:rsidR="0081424A" w:rsidRDefault="0081424A" w:rsidP="002079E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TRANI</w:t>
            </w:r>
          </w:p>
        </w:tc>
        <w:tc>
          <w:tcPr>
            <w:tcW w:w="1473" w:type="dxa"/>
            <w:tcBorders>
              <w:right w:val="single" w:sz="4" w:space="0" w:color="auto"/>
            </w:tcBorders>
            <w:vAlign w:val="center"/>
          </w:tcPr>
          <w:p w:rsidR="0081424A" w:rsidRDefault="0081424A" w:rsidP="002079E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D’Annunzio</w:t>
            </w:r>
          </w:p>
        </w:tc>
        <w:tc>
          <w:tcPr>
            <w:tcW w:w="457" w:type="dxa"/>
            <w:tcBorders>
              <w:lef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1E3FF7" w:rsidRDefault="0081424A" w:rsidP="002079E2">
            <w:pPr>
              <w:spacing w:after="0" w:line="240" w:lineRule="auto"/>
              <w:ind w:left="-14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57" w:type="dxa"/>
            <w:vAlign w:val="center"/>
          </w:tcPr>
          <w:p w:rsidR="0081424A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tcBorders>
              <w:right w:val="single" w:sz="4" w:space="0" w:color="auto"/>
            </w:tcBorders>
            <w:vAlign w:val="center"/>
          </w:tcPr>
          <w:p w:rsidR="0081424A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1424A" w:rsidRPr="002A543F" w:rsidTr="002079E2">
        <w:trPr>
          <w:trHeight w:val="284"/>
          <w:jc w:val="center"/>
        </w:trPr>
        <w:tc>
          <w:tcPr>
            <w:tcW w:w="603" w:type="dxa"/>
            <w:vAlign w:val="center"/>
          </w:tcPr>
          <w:p w:rsidR="0081424A" w:rsidRPr="00575A7B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16</w:t>
            </w:r>
          </w:p>
        </w:tc>
        <w:tc>
          <w:tcPr>
            <w:tcW w:w="1678" w:type="dxa"/>
            <w:vAlign w:val="center"/>
          </w:tcPr>
          <w:p w:rsidR="0081424A" w:rsidRDefault="0081424A" w:rsidP="002079E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BISCEGLIE</w:t>
            </w:r>
          </w:p>
        </w:tc>
        <w:tc>
          <w:tcPr>
            <w:tcW w:w="1473" w:type="dxa"/>
            <w:tcBorders>
              <w:right w:val="single" w:sz="4" w:space="0" w:color="auto"/>
            </w:tcBorders>
            <w:vAlign w:val="center"/>
          </w:tcPr>
          <w:p w:rsidR="0081424A" w:rsidRDefault="0081424A" w:rsidP="002079E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Caputi</w:t>
            </w:r>
          </w:p>
        </w:tc>
        <w:tc>
          <w:tcPr>
            <w:tcW w:w="457" w:type="dxa"/>
            <w:tcBorders>
              <w:left w:val="single" w:sz="4" w:space="0" w:color="auto"/>
            </w:tcBorders>
            <w:vAlign w:val="center"/>
          </w:tcPr>
          <w:p w:rsidR="0081424A" w:rsidRPr="001E3FF7" w:rsidRDefault="0081424A" w:rsidP="002079E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1E3FF7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FF7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1E3FF7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1E3FF7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1E3FF7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1E3FF7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1E3FF7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1E3FF7" w:rsidRDefault="0081424A" w:rsidP="002079E2">
            <w:pPr>
              <w:spacing w:after="0" w:line="240" w:lineRule="auto"/>
              <w:ind w:left="-14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1E3FF7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1E3FF7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1E3FF7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1E3FF7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1E3FF7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1E3FF7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1E3FF7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1E3FF7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1E3FF7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1E3FF7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1E3FF7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1E3FF7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1E3FF7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1E3FF7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1E3FF7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1E3FF7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1E3FF7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</w:tcPr>
          <w:p w:rsidR="0081424A" w:rsidRPr="001E3FF7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tcBorders>
              <w:righ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1424A" w:rsidRPr="002A543F" w:rsidTr="002079E2">
        <w:trPr>
          <w:trHeight w:val="284"/>
          <w:jc w:val="center"/>
        </w:trPr>
        <w:tc>
          <w:tcPr>
            <w:tcW w:w="603" w:type="dxa"/>
            <w:vAlign w:val="center"/>
          </w:tcPr>
          <w:p w:rsidR="0081424A" w:rsidRPr="00575A7B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17</w:t>
            </w:r>
          </w:p>
        </w:tc>
        <w:tc>
          <w:tcPr>
            <w:tcW w:w="1678" w:type="dxa"/>
            <w:vAlign w:val="center"/>
          </w:tcPr>
          <w:p w:rsidR="0081424A" w:rsidRPr="000400E1" w:rsidRDefault="0081424A" w:rsidP="002079E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MOLFETTA</w:t>
            </w:r>
          </w:p>
        </w:tc>
        <w:tc>
          <w:tcPr>
            <w:tcW w:w="1473" w:type="dxa"/>
            <w:tcBorders>
              <w:right w:val="single" w:sz="4" w:space="0" w:color="auto"/>
            </w:tcBorders>
            <w:vAlign w:val="center"/>
          </w:tcPr>
          <w:p w:rsidR="0081424A" w:rsidRPr="000400E1" w:rsidRDefault="0081424A" w:rsidP="002079E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V Scardigno</w:t>
            </w:r>
          </w:p>
        </w:tc>
        <w:tc>
          <w:tcPr>
            <w:tcW w:w="457" w:type="dxa"/>
            <w:tcBorders>
              <w:left w:val="single" w:sz="4" w:space="0" w:color="auto"/>
            </w:tcBorders>
            <w:vAlign w:val="center"/>
          </w:tcPr>
          <w:p w:rsidR="0081424A" w:rsidRPr="000400E1" w:rsidRDefault="0081424A" w:rsidP="002079E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ind w:left="-14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</w:tcPr>
          <w:p w:rsidR="0081424A" w:rsidRPr="001E3FF7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tcBorders>
              <w:righ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1424A" w:rsidRPr="002A543F" w:rsidTr="002079E2">
        <w:trPr>
          <w:trHeight w:val="284"/>
          <w:jc w:val="center"/>
        </w:trPr>
        <w:tc>
          <w:tcPr>
            <w:tcW w:w="603" w:type="dxa"/>
            <w:vAlign w:val="center"/>
          </w:tcPr>
          <w:p w:rsidR="0081424A" w:rsidRPr="00575A7B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18</w:t>
            </w:r>
          </w:p>
        </w:tc>
        <w:tc>
          <w:tcPr>
            <w:tcW w:w="1678" w:type="dxa"/>
            <w:vAlign w:val="center"/>
          </w:tcPr>
          <w:p w:rsidR="0081424A" w:rsidRDefault="0081424A" w:rsidP="002079E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MOLFETTA</w:t>
            </w:r>
          </w:p>
        </w:tc>
        <w:tc>
          <w:tcPr>
            <w:tcW w:w="1473" w:type="dxa"/>
            <w:tcBorders>
              <w:right w:val="single" w:sz="4" w:space="0" w:color="auto"/>
            </w:tcBorders>
            <w:vAlign w:val="center"/>
          </w:tcPr>
          <w:p w:rsidR="0081424A" w:rsidRDefault="0081424A" w:rsidP="002079E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Manzoni</w:t>
            </w:r>
          </w:p>
        </w:tc>
        <w:tc>
          <w:tcPr>
            <w:tcW w:w="457" w:type="dxa"/>
            <w:tcBorders>
              <w:left w:val="single" w:sz="4" w:space="0" w:color="auto"/>
            </w:tcBorders>
            <w:vAlign w:val="center"/>
          </w:tcPr>
          <w:p w:rsidR="0081424A" w:rsidRPr="000400E1" w:rsidRDefault="0081424A" w:rsidP="002079E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ind w:left="-14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</w:tcPr>
          <w:p w:rsidR="0081424A" w:rsidRPr="001E3FF7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tcBorders>
              <w:righ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81424A" w:rsidRPr="00FE5B5E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1424A" w:rsidRPr="002A543F" w:rsidTr="002079E2">
        <w:trPr>
          <w:trHeight w:val="284"/>
          <w:jc w:val="center"/>
        </w:trPr>
        <w:tc>
          <w:tcPr>
            <w:tcW w:w="603" w:type="dxa"/>
            <w:vAlign w:val="center"/>
          </w:tcPr>
          <w:p w:rsidR="0081424A" w:rsidRPr="00575A7B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19</w:t>
            </w:r>
          </w:p>
        </w:tc>
        <w:tc>
          <w:tcPr>
            <w:tcW w:w="1678" w:type="dxa"/>
            <w:vAlign w:val="center"/>
          </w:tcPr>
          <w:p w:rsidR="0081424A" w:rsidRPr="000400E1" w:rsidRDefault="0081424A" w:rsidP="002079E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MOLFETTA</w:t>
            </w:r>
          </w:p>
        </w:tc>
        <w:tc>
          <w:tcPr>
            <w:tcW w:w="1473" w:type="dxa"/>
            <w:tcBorders>
              <w:right w:val="single" w:sz="4" w:space="0" w:color="auto"/>
            </w:tcBorders>
            <w:vAlign w:val="center"/>
          </w:tcPr>
          <w:p w:rsidR="0081424A" w:rsidRPr="000400E1" w:rsidRDefault="0081424A" w:rsidP="002079E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IV Azzolini</w:t>
            </w:r>
          </w:p>
        </w:tc>
        <w:tc>
          <w:tcPr>
            <w:tcW w:w="457" w:type="dxa"/>
            <w:tcBorders>
              <w:left w:val="single" w:sz="4" w:space="0" w:color="auto"/>
            </w:tcBorders>
            <w:vAlign w:val="center"/>
          </w:tcPr>
          <w:p w:rsidR="0081424A" w:rsidRPr="000400E1" w:rsidRDefault="0081424A" w:rsidP="002079E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ind w:left="-14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GIO</w:t>
            </w: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tcBorders>
              <w:right w:val="single" w:sz="4" w:space="0" w:color="auto"/>
            </w:tcBorders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1424A" w:rsidRPr="002A543F" w:rsidTr="002079E2">
        <w:trPr>
          <w:trHeight w:val="284"/>
          <w:jc w:val="center"/>
        </w:trPr>
        <w:tc>
          <w:tcPr>
            <w:tcW w:w="603" w:type="dxa"/>
            <w:vAlign w:val="center"/>
          </w:tcPr>
          <w:p w:rsidR="0081424A" w:rsidRPr="00575A7B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1678" w:type="dxa"/>
            <w:vAlign w:val="center"/>
          </w:tcPr>
          <w:p w:rsidR="0081424A" w:rsidRPr="000400E1" w:rsidRDefault="0081424A" w:rsidP="002079E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MOLFETTA</w:t>
            </w:r>
          </w:p>
        </w:tc>
        <w:tc>
          <w:tcPr>
            <w:tcW w:w="1473" w:type="dxa"/>
            <w:tcBorders>
              <w:right w:val="single" w:sz="4" w:space="0" w:color="auto"/>
            </w:tcBorders>
            <w:vAlign w:val="center"/>
          </w:tcPr>
          <w:p w:rsidR="0081424A" w:rsidRPr="000400E1" w:rsidRDefault="0081424A" w:rsidP="002079E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III S. G. Bosco</w:t>
            </w:r>
          </w:p>
        </w:tc>
        <w:tc>
          <w:tcPr>
            <w:tcW w:w="457" w:type="dxa"/>
            <w:tcBorders>
              <w:left w:val="single" w:sz="4" w:space="0" w:color="auto"/>
            </w:tcBorders>
            <w:vAlign w:val="center"/>
          </w:tcPr>
          <w:p w:rsidR="0081424A" w:rsidRPr="000400E1" w:rsidRDefault="0081424A" w:rsidP="002079E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ind w:left="-14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tcBorders>
              <w:right w:val="single" w:sz="4" w:space="0" w:color="auto"/>
            </w:tcBorders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1424A" w:rsidRPr="002A543F" w:rsidTr="002079E2">
        <w:trPr>
          <w:trHeight w:val="284"/>
          <w:jc w:val="center"/>
        </w:trPr>
        <w:tc>
          <w:tcPr>
            <w:tcW w:w="603" w:type="dxa"/>
            <w:vAlign w:val="center"/>
          </w:tcPr>
          <w:p w:rsidR="0081424A" w:rsidRPr="00575A7B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21</w:t>
            </w:r>
          </w:p>
        </w:tc>
        <w:tc>
          <w:tcPr>
            <w:tcW w:w="1678" w:type="dxa"/>
            <w:vAlign w:val="center"/>
          </w:tcPr>
          <w:p w:rsidR="0081424A" w:rsidRPr="000400E1" w:rsidRDefault="0081424A" w:rsidP="002079E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GIOVINAZZO</w:t>
            </w:r>
          </w:p>
        </w:tc>
        <w:tc>
          <w:tcPr>
            <w:tcW w:w="1473" w:type="dxa"/>
            <w:tcBorders>
              <w:right w:val="single" w:sz="4" w:space="0" w:color="auto"/>
            </w:tcBorders>
            <w:vAlign w:val="center"/>
          </w:tcPr>
          <w:p w:rsidR="0081424A" w:rsidRPr="00E20BE9" w:rsidRDefault="0081424A" w:rsidP="002079E2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C4235E">
              <w:rPr>
                <w:rFonts w:ascii="Tahoma" w:hAnsi="Tahoma" w:cs="Tahoma"/>
                <w:sz w:val="18"/>
                <w:szCs w:val="18"/>
              </w:rPr>
              <w:t xml:space="preserve">II </w:t>
            </w:r>
            <w:r w:rsidRPr="00E20BE9">
              <w:rPr>
                <w:rFonts w:ascii="Tahoma" w:hAnsi="Tahoma" w:cs="Tahoma"/>
                <w:sz w:val="16"/>
                <w:szCs w:val="16"/>
              </w:rPr>
              <w:t>Don S.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20BE9">
              <w:rPr>
                <w:rFonts w:ascii="Tahoma" w:hAnsi="Tahoma" w:cs="Tahoma"/>
                <w:sz w:val="16"/>
                <w:szCs w:val="16"/>
              </w:rPr>
              <w:t>Bavaro</w:t>
            </w:r>
          </w:p>
        </w:tc>
        <w:tc>
          <w:tcPr>
            <w:tcW w:w="457" w:type="dxa"/>
            <w:tcBorders>
              <w:left w:val="single" w:sz="4" w:space="0" w:color="auto"/>
            </w:tcBorders>
            <w:vAlign w:val="center"/>
          </w:tcPr>
          <w:p w:rsidR="0081424A" w:rsidRPr="00E20BE9" w:rsidRDefault="0081424A" w:rsidP="002079E2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4556F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4556F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ind w:left="-14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tcBorders>
              <w:right w:val="single" w:sz="4" w:space="0" w:color="auto"/>
            </w:tcBorders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1424A" w:rsidRPr="002A543F" w:rsidTr="002079E2">
        <w:trPr>
          <w:trHeight w:val="284"/>
          <w:jc w:val="center"/>
        </w:trPr>
        <w:tc>
          <w:tcPr>
            <w:tcW w:w="603" w:type="dxa"/>
            <w:vAlign w:val="center"/>
          </w:tcPr>
          <w:p w:rsidR="0081424A" w:rsidRPr="00575A7B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22</w:t>
            </w:r>
          </w:p>
        </w:tc>
        <w:tc>
          <w:tcPr>
            <w:tcW w:w="1678" w:type="dxa"/>
            <w:vAlign w:val="center"/>
          </w:tcPr>
          <w:p w:rsidR="0081424A" w:rsidRPr="000400E1" w:rsidRDefault="0081424A" w:rsidP="002079E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GIOVINAZZO</w:t>
            </w:r>
          </w:p>
        </w:tc>
        <w:tc>
          <w:tcPr>
            <w:tcW w:w="1473" w:type="dxa"/>
            <w:tcBorders>
              <w:right w:val="single" w:sz="4" w:space="0" w:color="auto"/>
            </w:tcBorders>
            <w:vAlign w:val="center"/>
          </w:tcPr>
          <w:p w:rsidR="0081424A" w:rsidRPr="000400E1" w:rsidRDefault="0081424A" w:rsidP="002079E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 S. G. Bosco</w:t>
            </w:r>
          </w:p>
        </w:tc>
        <w:tc>
          <w:tcPr>
            <w:tcW w:w="457" w:type="dxa"/>
            <w:tcBorders>
              <w:left w:val="single" w:sz="4" w:space="0" w:color="auto"/>
            </w:tcBorders>
            <w:vAlign w:val="center"/>
          </w:tcPr>
          <w:p w:rsidR="0081424A" w:rsidRPr="000400E1" w:rsidRDefault="0081424A" w:rsidP="002079E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ind w:left="-14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tcBorders>
              <w:right w:val="single" w:sz="4" w:space="0" w:color="auto"/>
            </w:tcBorders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1424A" w:rsidRPr="002A543F" w:rsidTr="002079E2">
        <w:trPr>
          <w:trHeight w:val="284"/>
          <w:jc w:val="center"/>
        </w:trPr>
        <w:tc>
          <w:tcPr>
            <w:tcW w:w="603" w:type="dxa"/>
            <w:vAlign w:val="center"/>
          </w:tcPr>
          <w:p w:rsidR="0081424A" w:rsidRPr="00575A7B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23</w:t>
            </w:r>
          </w:p>
        </w:tc>
        <w:tc>
          <w:tcPr>
            <w:tcW w:w="1678" w:type="dxa"/>
            <w:vAlign w:val="center"/>
          </w:tcPr>
          <w:p w:rsidR="0081424A" w:rsidRPr="000400E1" w:rsidRDefault="0081424A" w:rsidP="002079E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ALTAMURA</w:t>
            </w:r>
          </w:p>
        </w:tc>
        <w:tc>
          <w:tcPr>
            <w:tcW w:w="1473" w:type="dxa"/>
            <w:tcBorders>
              <w:right w:val="single" w:sz="4" w:space="0" w:color="auto"/>
            </w:tcBorders>
            <w:vAlign w:val="center"/>
          </w:tcPr>
          <w:p w:rsidR="0081424A" w:rsidRPr="000400E1" w:rsidRDefault="0081424A" w:rsidP="002079E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III Roncalli</w:t>
            </w:r>
          </w:p>
        </w:tc>
        <w:tc>
          <w:tcPr>
            <w:tcW w:w="457" w:type="dxa"/>
            <w:tcBorders>
              <w:left w:val="single" w:sz="4" w:space="0" w:color="auto"/>
            </w:tcBorders>
            <w:vAlign w:val="center"/>
          </w:tcPr>
          <w:p w:rsidR="0081424A" w:rsidRPr="000400E1" w:rsidRDefault="0081424A" w:rsidP="002079E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ind w:left="-14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tcBorders>
              <w:right w:val="single" w:sz="4" w:space="0" w:color="auto"/>
            </w:tcBorders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1424A" w:rsidRPr="002A543F" w:rsidTr="002079E2">
        <w:trPr>
          <w:trHeight w:val="284"/>
          <w:jc w:val="center"/>
        </w:trPr>
        <w:tc>
          <w:tcPr>
            <w:tcW w:w="603" w:type="dxa"/>
            <w:vAlign w:val="center"/>
          </w:tcPr>
          <w:p w:rsidR="0081424A" w:rsidRPr="00575A7B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24</w:t>
            </w:r>
          </w:p>
        </w:tc>
        <w:tc>
          <w:tcPr>
            <w:tcW w:w="1678" w:type="dxa"/>
            <w:vAlign w:val="center"/>
          </w:tcPr>
          <w:p w:rsidR="0081424A" w:rsidRPr="000400E1" w:rsidRDefault="0081424A" w:rsidP="002079E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ALTAMURA</w:t>
            </w:r>
          </w:p>
        </w:tc>
        <w:tc>
          <w:tcPr>
            <w:tcW w:w="1473" w:type="dxa"/>
            <w:tcBorders>
              <w:right w:val="single" w:sz="4" w:space="0" w:color="auto"/>
            </w:tcBorders>
            <w:vAlign w:val="center"/>
          </w:tcPr>
          <w:p w:rsidR="0081424A" w:rsidRPr="000400E1" w:rsidRDefault="0081424A" w:rsidP="002079E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VI Don Milani</w:t>
            </w:r>
          </w:p>
        </w:tc>
        <w:tc>
          <w:tcPr>
            <w:tcW w:w="457" w:type="dxa"/>
            <w:tcBorders>
              <w:left w:val="single" w:sz="4" w:space="0" w:color="auto"/>
            </w:tcBorders>
            <w:vAlign w:val="center"/>
          </w:tcPr>
          <w:p w:rsidR="0081424A" w:rsidRPr="000400E1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9964AC" w:rsidRDefault="0081424A" w:rsidP="002079E2">
            <w:pPr>
              <w:spacing w:after="0" w:line="240" w:lineRule="auto"/>
              <w:ind w:left="-14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64AC">
              <w:rPr>
                <w:rFonts w:ascii="Tahoma" w:hAnsi="Tahoma" w:cs="Tahoma"/>
                <w:sz w:val="14"/>
                <w:szCs w:val="14"/>
              </w:rPr>
              <w:t>HAN</w:t>
            </w: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1E3FF7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1E3FF7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tcBorders>
              <w:right w:val="single" w:sz="4" w:space="0" w:color="auto"/>
            </w:tcBorders>
            <w:vAlign w:val="center"/>
          </w:tcPr>
          <w:p w:rsidR="0081424A" w:rsidRPr="001E3FF7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1E3FF7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1E3FF7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81424A" w:rsidRPr="001E3FF7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1424A" w:rsidRPr="002A543F" w:rsidTr="002079E2">
        <w:trPr>
          <w:trHeight w:val="284"/>
          <w:jc w:val="center"/>
        </w:trPr>
        <w:tc>
          <w:tcPr>
            <w:tcW w:w="603" w:type="dxa"/>
            <w:vAlign w:val="center"/>
          </w:tcPr>
          <w:p w:rsidR="0081424A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25</w:t>
            </w:r>
          </w:p>
        </w:tc>
        <w:tc>
          <w:tcPr>
            <w:tcW w:w="1678" w:type="dxa"/>
            <w:vAlign w:val="center"/>
          </w:tcPr>
          <w:p w:rsidR="0081424A" w:rsidRDefault="0081424A" w:rsidP="002079E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ALTAMURA</w:t>
            </w:r>
          </w:p>
        </w:tc>
        <w:tc>
          <w:tcPr>
            <w:tcW w:w="1473" w:type="dxa"/>
            <w:tcBorders>
              <w:right w:val="single" w:sz="4" w:space="0" w:color="auto"/>
            </w:tcBorders>
            <w:vAlign w:val="center"/>
          </w:tcPr>
          <w:p w:rsidR="0081424A" w:rsidRDefault="0081424A" w:rsidP="002079E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S.F. d’Assisi</w:t>
            </w:r>
          </w:p>
        </w:tc>
        <w:tc>
          <w:tcPr>
            <w:tcW w:w="457" w:type="dxa"/>
            <w:tcBorders>
              <w:left w:val="single" w:sz="4" w:space="0" w:color="auto"/>
            </w:tcBorders>
            <w:vAlign w:val="center"/>
          </w:tcPr>
          <w:p w:rsidR="0081424A" w:rsidRPr="000400E1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7" w:type="dxa"/>
            <w:vAlign w:val="center"/>
          </w:tcPr>
          <w:p w:rsidR="0081424A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283BBB" w:rsidRDefault="0081424A" w:rsidP="002079E2">
            <w:pPr>
              <w:spacing w:after="0" w:line="240" w:lineRule="auto"/>
              <w:ind w:left="-14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83BBB">
              <w:rPr>
                <w:rFonts w:ascii="Tahoma" w:hAnsi="Tahoma" w:cs="Tahoma"/>
                <w:sz w:val="14"/>
                <w:szCs w:val="14"/>
              </w:rPr>
              <w:t>CAM</w:t>
            </w: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1E3FF7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1E3FF7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tcBorders>
              <w:right w:val="single" w:sz="4" w:space="0" w:color="auto"/>
            </w:tcBorders>
            <w:vAlign w:val="center"/>
          </w:tcPr>
          <w:p w:rsidR="0081424A" w:rsidRPr="001E3FF7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1E3FF7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1E3FF7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81424A" w:rsidRPr="001E3FF7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1424A" w:rsidRPr="002A543F" w:rsidTr="002079E2">
        <w:trPr>
          <w:trHeight w:val="284"/>
          <w:jc w:val="center"/>
        </w:trPr>
        <w:tc>
          <w:tcPr>
            <w:tcW w:w="603" w:type="dxa"/>
            <w:vAlign w:val="center"/>
          </w:tcPr>
          <w:p w:rsidR="0081424A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26</w:t>
            </w:r>
          </w:p>
        </w:tc>
        <w:tc>
          <w:tcPr>
            <w:tcW w:w="1678" w:type="dxa"/>
            <w:vAlign w:val="center"/>
          </w:tcPr>
          <w:p w:rsidR="0081424A" w:rsidRDefault="0081424A" w:rsidP="002079E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ALTAMURA </w:t>
            </w:r>
          </w:p>
        </w:tc>
        <w:tc>
          <w:tcPr>
            <w:tcW w:w="1473" w:type="dxa"/>
            <w:tcBorders>
              <w:right w:val="single" w:sz="4" w:space="0" w:color="auto"/>
            </w:tcBorders>
            <w:vAlign w:val="center"/>
          </w:tcPr>
          <w:p w:rsidR="0081424A" w:rsidRDefault="0081424A" w:rsidP="002079E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Garibaldi</w:t>
            </w:r>
          </w:p>
        </w:tc>
        <w:tc>
          <w:tcPr>
            <w:tcW w:w="457" w:type="dxa"/>
            <w:tcBorders>
              <w:left w:val="single" w:sz="4" w:space="0" w:color="auto"/>
            </w:tcBorders>
            <w:vAlign w:val="center"/>
          </w:tcPr>
          <w:p w:rsidR="0081424A" w:rsidRPr="000400E1" w:rsidRDefault="0081424A" w:rsidP="002079E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7" w:type="dxa"/>
            <w:vAlign w:val="center"/>
          </w:tcPr>
          <w:p w:rsidR="0081424A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57" w:type="dxa"/>
            <w:vAlign w:val="center"/>
          </w:tcPr>
          <w:p w:rsidR="0081424A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ind w:left="-14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81424A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81424A" w:rsidRPr="001E3FF7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</w:tcPr>
          <w:p w:rsidR="0081424A" w:rsidRPr="001E3FF7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tcBorders>
              <w:right w:val="single" w:sz="4" w:space="0" w:color="auto"/>
            </w:tcBorders>
            <w:vAlign w:val="center"/>
          </w:tcPr>
          <w:p w:rsidR="0081424A" w:rsidRPr="001E3FF7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1E3FF7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1E3FF7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81424A" w:rsidRPr="001E3FF7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1424A" w:rsidRPr="002A543F" w:rsidTr="0000403F">
        <w:trPr>
          <w:trHeight w:val="284"/>
          <w:jc w:val="center"/>
        </w:trPr>
        <w:tc>
          <w:tcPr>
            <w:tcW w:w="375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24A" w:rsidRDefault="0081424A" w:rsidP="002079E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Totale</w:t>
            </w:r>
          </w:p>
        </w:tc>
        <w:tc>
          <w:tcPr>
            <w:tcW w:w="457" w:type="dxa"/>
            <w:tcBorders>
              <w:left w:val="single" w:sz="4" w:space="0" w:color="auto"/>
            </w:tcBorders>
            <w:vAlign w:val="center"/>
          </w:tcPr>
          <w:p w:rsidR="0081424A" w:rsidRPr="000400E1" w:rsidRDefault="0081424A" w:rsidP="0038293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7" w:type="dxa"/>
            <w:vAlign w:val="center"/>
          </w:tcPr>
          <w:p w:rsidR="0081424A" w:rsidRPr="0000403F" w:rsidRDefault="0081424A" w:rsidP="0038293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0403F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457" w:type="dxa"/>
            <w:vAlign w:val="center"/>
          </w:tcPr>
          <w:p w:rsidR="0081424A" w:rsidRPr="0000403F" w:rsidRDefault="0081424A" w:rsidP="0038293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0403F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457" w:type="dxa"/>
            <w:vAlign w:val="center"/>
          </w:tcPr>
          <w:p w:rsidR="0081424A" w:rsidRPr="0000403F" w:rsidRDefault="0081424A" w:rsidP="0038293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0403F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457" w:type="dxa"/>
            <w:vAlign w:val="center"/>
          </w:tcPr>
          <w:p w:rsidR="0081424A" w:rsidRPr="0000403F" w:rsidRDefault="0081424A" w:rsidP="0038293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0403F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457" w:type="dxa"/>
            <w:vAlign w:val="center"/>
          </w:tcPr>
          <w:p w:rsidR="0081424A" w:rsidRPr="0000403F" w:rsidRDefault="0081424A" w:rsidP="0038293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457" w:type="dxa"/>
            <w:vAlign w:val="center"/>
          </w:tcPr>
          <w:p w:rsidR="0081424A" w:rsidRPr="0000403F" w:rsidRDefault="0081424A" w:rsidP="0038293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0403F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457" w:type="dxa"/>
            <w:vAlign w:val="center"/>
          </w:tcPr>
          <w:p w:rsidR="0081424A" w:rsidRPr="0000403F" w:rsidRDefault="0081424A" w:rsidP="0029468A">
            <w:pPr>
              <w:spacing w:after="0" w:line="240" w:lineRule="auto"/>
              <w:ind w:left="-14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7" w:type="dxa"/>
            <w:vAlign w:val="center"/>
          </w:tcPr>
          <w:p w:rsidR="0081424A" w:rsidRPr="0000403F" w:rsidRDefault="0081424A" w:rsidP="0038293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0403F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457" w:type="dxa"/>
            <w:vAlign w:val="center"/>
          </w:tcPr>
          <w:p w:rsidR="0081424A" w:rsidRPr="0000403F" w:rsidRDefault="0081424A" w:rsidP="0038293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0403F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361" w:type="dxa"/>
            <w:vAlign w:val="center"/>
          </w:tcPr>
          <w:p w:rsidR="0081424A" w:rsidRPr="0000403F" w:rsidRDefault="0081424A" w:rsidP="0000403F">
            <w:pPr>
              <w:spacing w:after="0" w:line="240" w:lineRule="auto"/>
              <w:ind w:left="-72" w:right="-3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00403F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361" w:type="dxa"/>
            <w:vAlign w:val="center"/>
          </w:tcPr>
          <w:p w:rsidR="0081424A" w:rsidRPr="0000403F" w:rsidRDefault="0081424A" w:rsidP="0000403F">
            <w:pPr>
              <w:spacing w:after="0" w:line="240" w:lineRule="auto"/>
              <w:ind w:left="-103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361" w:type="dxa"/>
            <w:vAlign w:val="center"/>
          </w:tcPr>
          <w:p w:rsidR="0081424A" w:rsidRPr="0000403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361" w:type="dxa"/>
            <w:vAlign w:val="center"/>
          </w:tcPr>
          <w:p w:rsidR="0081424A" w:rsidRPr="0000403F" w:rsidRDefault="0081424A" w:rsidP="0000403F">
            <w:pPr>
              <w:spacing w:after="0" w:line="240" w:lineRule="auto"/>
              <w:ind w:left="-55" w:right="-130" w:hanging="11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361" w:type="dxa"/>
            <w:vAlign w:val="center"/>
          </w:tcPr>
          <w:p w:rsidR="0081424A" w:rsidRPr="0000403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361" w:type="dxa"/>
            <w:vAlign w:val="center"/>
          </w:tcPr>
          <w:p w:rsidR="0081424A" w:rsidRPr="0000403F" w:rsidRDefault="0081424A" w:rsidP="0000403F">
            <w:pPr>
              <w:spacing w:after="0" w:line="240" w:lineRule="auto"/>
              <w:ind w:left="-117" w:right="-68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361" w:type="dxa"/>
            <w:vAlign w:val="center"/>
          </w:tcPr>
          <w:p w:rsidR="0081424A" w:rsidRPr="0000403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361" w:type="dxa"/>
            <w:vAlign w:val="center"/>
          </w:tcPr>
          <w:p w:rsidR="0081424A" w:rsidRPr="0000403F" w:rsidRDefault="0081424A" w:rsidP="0000403F">
            <w:pPr>
              <w:spacing w:after="0" w:line="240" w:lineRule="auto"/>
              <w:ind w:hanging="6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361" w:type="dxa"/>
            <w:vAlign w:val="center"/>
          </w:tcPr>
          <w:p w:rsidR="0081424A" w:rsidRPr="0000403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361" w:type="dxa"/>
            <w:vAlign w:val="center"/>
          </w:tcPr>
          <w:p w:rsidR="0081424A" w:rsidRPr="0000403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361" w:type="dxa"/>
            <w:vAlign w:val="center"/>
          </w:tcPr>
          <w:p w:rsidR="0081424A" w:rsidRPr="0000403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361" w:type="dxa"/>
            <w:vAlign w:val="center"/>
          </w:tcPr>
          <w:p w:rsidR="0081424A" w:rsidRPr="0000403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61" w:type="dxa"/>
            <w:vAlign w:val="center"/>
          </w:tcPr>
          <w:p w:rsidR="0081424A" w:rsidRPr="0000403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61" w:type="dxa"/>
            <w:vAlign w:val="center"/>
          </w:tcPr>
          <w:p w:rsidR="0081424A" w:rsidRPr="0000403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361" w:type="dxa"/>
            <w:vAlign w:val="center"/>
          </w:tcPr>
          <w:p w:rsidR="0081424A" w:rsidRPr="0000403F" w:rsidRDefault="0081424A" w:rsidP="00CA0427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61" w:type="dxa"/>
            <w:vAlign w:val="center"/>
          </w:tcPr>
          <w:p w:rsidR="0081424A" w:rsidRPr="0000403F" w:rsidRDefault="0081424A" w:rsidP="0000403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361" w:type="dxa"/>
            <w:tcBorders>
              <w:right w:val="single" w:sz="4" w:space="0" w:color="auto"/>
            </w:tcBorders>
            <w:vAlign w:val="center"/>
          </w:tcPr>
          <w:p w:rsidR="0081424A" w:rsidRPr="0000403F" w:rsidRDefault="0081424A" w:rsidP="00CA0427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00403F" w:rsidRDefault="0081424A" w:rsidP="00CA0427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00403F" w:rsidRDefault="0081424A" w:rsidP="00CA0427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81424A" w:rsidRPr="001E3FF7" w:rsidRDefault="0081424A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81424A" w:rsidRDefault="0081424A" w:rsidP="001E4211">
      <w:pPr>
        <w:spacing w:line="240" w:lineRule="auto"/>
        <w:rPr>
          <w:sz w:val="14"/>
          <w:szCs w:val="14"/>
        </w:rPr>
      </w:pPr>
    </w:p>
    <w:p w:rsidR="0081424A" w:rsidRDefault="0081424A" w:rsidP="001E4211">
      <w:pPr>
        <w:spacing w:line="240" w:lineRule="auto"/>
        <w:rPr>
          <w:sz w:val="6"/>
          <w:szCs w:val="6"/>
        </w:rPr>
      </w:pPr>
    </w:p>
    <w:p w:rsidR="0081424A" w:rsidRDefault="0081424A" w:rsidP="001E4211">
      <w:pPr>
        <w:spacing w:line="240" w:lineRule="auto"/>
        <w:rPr>
          <w:rFonts w:ascii="Tahoma" w:hAnsi="Tahoma" w:cs="Tahoma"/>
          <w:sz w:val="6"/>
          <w:szCs w:val="6"/>
        </w:rPr>
      </w:pPr>
    </w:p>
    <w:p w:rsidR="0081424A" w:rsidRDefault="0081424A" w:rsidP="001E4211">
      <w:pPr>
        <w:spacing w:line="240" w:lineRule="auto"/>
        <w:rPr>
          <w:rFonts w:ascii="Tahoma" w:hAnsi="Tahoma" w:cs="Tahoma"/>
          <w:sz w:val="6"/>
          <w:szCs w:val="6"/>
        </w:rPr>
      </w:pPr>
    </w:p>
    <w:p w:rsidR="0081424A" w:rsidRPr="001E4211" w:rsidRDefault="0081424A" w:rsidP="001E4211">
      <w:pPr>
        <w:spacing w:line="240" w:lineRule="auto"/>
        <w:rPr>
          <w:rFonts w:ascii="Tahoma" w:hAnsi="Tahoma" w:cs="Tahoma"/>
          <w:sz w:val="6"/>
          <w:szCs w:val="6"/>
        </w:rPr>
      </w:pPr>
    </w:p>
    <w:p w:rsidR="0081424A" w:rsidRDefault="0081424A" w:rsidP="009459C5">
      <w:pPr>
        <w:spacing w:line="240" w:lineRule="auto"/>
        <w:jc w:val="center"/>
        <w:rPr>
          <w:rFonts w:ascii="Tahoma" w:hAnsi="Tahoma" w:cs="Tahoma"/>
          <w:sz w:val="28"/>
          <w:szCs w:val="28"/>
        </w:rPr>
      </w:pPr>
      <w:r w:rsidRPr="00CF4D12">
        <w:rPr>
          <w:rFonts w:ascii="Tahoma" w:hAnsi="Tahoma" w:cs="Tahoma"/>
          <w:sz w:val="28"/>
          <w:szCs w:val="28"/>
        </w:rPr>
        <w:t xml:space="preserve">Scuola Primaria </w:t>
      </w:r>
      <w:r w:rsidRPr="0096008A">
        <w:rPr>
          <w:rFonts w:ascii="Tahoma" w:hAnsi="Tahoma" w:cs="Tahoma"/>
          <w:sz w:val="28"/>
          <w:szCs w:val="28"/>
        </w:rPr>
        <w:t>O</w:t>
      </w:r>
      <w:r>
        <w:rPr>
          <w:rFonts w:ascii="Tahoma" w:hAnsi="Tahoma" w:cs="Tahoma"/>
          <w:sz w:val="28"/>
          <w:szCs w:val="28"/>
        </w:rPr>
        <w:t>RGANIGRAMM</w:t>
      </w:r>
      <w:r w:rsidRPr="0096008A">
        <w:rPr>
          <w:rFonts w:ascii="Tahoma" w:hAnsi="Tahoma" w:cs="Tahoma"/>
          <w:sz w:val="28"/>
          <w:szCs w:val="28"/>
        </w:rPr>
        <w:t>A</w:t>
      </w:r>
      <w:r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sz w:val="28"/>
          <w:szCs w:val="28"/>
        </w:rPr>
        <w:t>Formativo/Ludico/Sportivo – Adesione Discipline Sportive A.S. 2013</w:t>
      </w:r>
      <w:r w:rsidRPr="00CF4D12">
        <w:rPr>
          <w:rFonts w:ascii="Tahoma" w:hAnsi="Tahoma" w:cs="Tahoma"/>
          <w:sz w:val="28"/>
          <w:szCs w:val="28"/>
        </w:rPr>
        <w:t>-</w:t>
      </w:r>
      <w:r>
        <w:rPr>
          <w:rFonts w:ascii="Tahoma" w:hAnsi="Tahoma" w:cs="Tahoma"/>
          <w:sz w:val="28"/>
          <w:szCs w:val="28"/>
        </w:rPr>
        <w:t>‘14</w:t>
      </w:r>
    </w:p>
    <w:tbl>
      <w:tblPr>
        <w:tblW w:w="1558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05"/>
        <w:gridCol w:w="1584"/>
        <w:gridCol w:w="1497"/>
        <w:gridCol w:w="440"/>
        <w:gridCol w:w="440"/>
        <w:gridCol w:w="550"/>
        <w:gridCol w:w="440"/>
        <w:gridCol w:w="440"/>
        <w:gridCol w:w="440"/>
        <w:gridCol w:w="440"/>
        <w:gridCol w:w="440"/>
        <w:gridCol w:w="550"/>
        <w:gridCol w:w="440"/>
        <w:gridCol w:w="330"/>
        <w:gridCol w:w="442"/>
        <w:gridCol w:w="339"/>
        <w:gridCol w:w="339"/>
        <w:gridCol w:w="339"/>
        <w:gridCol w:w="339"/>
        <w:gridCol w:w="339"/>
        <w:gridCol w:w="339"/>
        <w:gridCol w:w="339"/>
        <w:gridCol w:w="339"/>
        <w:gridCol w:w="339"/>
        <w:gridCol w:w="339"/>
        <w:gridCol w:w="339"/>
        <w:gridCol w:w="339"/>
        <w:gridCol w:w="339"/>
        <w:gridCol w:w="339"/>
        <w:gridCol w:w="339"/>
        <w:gridCol w:w="339"/>
        <w:gridCol w:w="345"/>
        <w:gridCol w:w="739"/>
      </w:tblGrid>
      <w:tr w:rsidR="0081424A" w:rsidRPr="002A543F" w:rsidTr="0010313E">
        <w:trPr>
          <w:cantSplit/>
          <w:trHeight w:val="1782"/>
          <w:jc w:val="center"/>
        </w:trPr>
        <w:tc>
          <w:tcPr>
            <w:tcW w:w="3686" w:type="dxa"/>
            <w:gridSpan w:val="3"/>
            <w:tcBorders>
              <w:bottom w:val="nil"/>
              <w:right w:val="single" w:sz="4" w:space="0" w:color="auto"/>
            </w:tcBorders>
            <w:vAlign w:val="center"/>
          </w:tcPr>
          <w:p w:rsidR="0081424A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81424A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4"/>
                <w:szCs w:val="24"/>
              </w:rPr>
              <w:t>Attività Motoria e Sportiva</w:t>
            </w:r>
          </w:p>
          <w:p w:rsidR="0081424A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52CC8">
              <w:rPr>
                <w:rFonts w:ascii="Tahoma" w:hAnsi="Tahoma" w:cs="Tahoma"/>
                <w:sz w:val="20"/>
                <w:szCs w:val="20"/>
              </w:rPr>
              <w:t xml:space="preserve">Sport e Salute Allenano </w:t>
            </w:r>
            <w:smartTag w:uri="urn:schemas-microsoft-com:office:smarttags" w:element="PersonName">
              <w:smartTagPr>
                <w:attr w:name="ProductID" w:val="la Mente"/>
              </w:smartTagPr>
              <w:r w:rsidRPr="00D52CC8">
                <w:rPr>
                  <w:rFonts w:ascii="Tahoma" w:hAnsi="Tahoma" w:cs="Tahoma"/>
                  <w:sz w:val="20"/>
                  <w:szCs w:val="20"/>
                </w:rPr>
                <w:t>la Mente</w:t>
              </w:r>
            </w:smartTag>
          </w:p>
          <w:p w:rsidR="0081424A" w:rsidRPr="009955EA" w:rsidRDefault="0081424A" w:rsidP="002079E2">
            <w:pPr>
              <w:spacing w:after="0" w:line="36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81424A" w:rsidRDefault="0081424A" w:rsidP="002079E2">
            <w:pPr>
              <w:spacing w:after="0"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Gio.Mo.Vi. in … Festa</w:t>
            </w:r>
          </w:p>
          <w:p w:rsidR="0081424A" w:rsidRPr="009955EA" w:rsidRDefault="0081424A" w:rsidP="002079E2">
            <w:pPr>
              <w:spacing w:after="0" w:line="36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24"/>
                <w:szCs w:val="24"/>
              </w:rPr>
              <w:t>Villaggio dello Sport</w:t>
            </w:r>
          </w:p>
        </w:tc>
        <w:tc>
          <w:tcPr>
            <w:tcW w:w="440" w:type="dxa"/>
            <w:tcBorders>
              <w:left w:val="single" w:sz="4" w:space="0" w:color="auto"/>
            </w:tcBorders>
            <w:vAlign w:val="center"/>
          </w:tcPr>
          <w:p w:rsidR="0081424A" w:rsidRDefault="0081424A" w:rsidP="00061740">
            <w:pPr>
              <w:spacing w:after="0" w:line="240" w:lineRule="auto"/>
              <w:rPr>
                <w:rFonts w:ascii="Tahoma" w:hAnsi="Tahoma" w:cs="Tahoma"/>
                <w:b/>
                <w:sz w:val="10"/>
                <w:szCs w:val="10"/>
              </w:rPr>
            </w:pPr>
          </w:p>
          <w:p w:rsidR="0081424A" w:rsidRDefault="0081424A" w:rsidP="00061740">
            <w:pPr>
              <w:spacing w:after="0" w:line="240" w:lineRule="auto"/>
              <w:rPr>
                <w:rFonts w:ascii="Tahoma" w:hAnsi="Tahoma" w:cs="Tahoma"/>
                <w:b/>
                <w:sz w:val="10"/>
                <w:szCs w:val="10"/>
              </w:rPr>
            </w:pPr>
          </w:p>
          <w:p w:rsidR="0081424A" w:rsidRDefault="0081424A" w:rsidP="00061740">
            <w:pPr>
              <w:spacing w:after="0" w:line="240" w:lineRule="auto"/>
              <w:rPr>
                <w:rFonts w:ascii="Tahoma" w:hAnsi="Tahoma" w:cs="Tahoma"/>
                <w:b/>
                <w:sz w:val="10"/>
                <w:szCs w:val="10"/>
              </w:rPr>
            </w:pPr>
          </w:p>
          <w:p w:rsidR="0081424A" w:rsidRDefault="0081424A" w:rsidP="00061740">
            <w:pPr>
              <w:spacing w:after="0" w:line="240" w:lineRule="auto"/>
              <w:rPr>
                <w:rFonts w:ascii="Tahoma" w:hAnsi="Tahoma" w:cs="Tahoma"/>
                <w:b/>
                <w:sz w:val="10"/>
                <w:szCs w:val="10"/>
              </w:rPr>
            </w:pPr>
          </w:p>
          <w:p w:rsidR="0081424A" w:rsidRDefault="0081424A" w:rsidP="00061740">
            <w:pPr>
              <w:spacing w:after="0" w:line="240" w:lineRule="auto"/>
              <w:rPr>
                <w:rFonts w:ascii="Tahoma" w:hAnsi="Tahoma" w:cs="Tahoma"/>
                <w:b/>
                <w:sz w:val="10"/>
                <w:szCs w:val="10"/>
              </w:rPr>
            </w:pPr>
          </w:p>
          <w:p w:rsidR="0081424A" w:rsidRPr="00992305" w:rsidRDefault="0081424A" w:rsidP="00061740">
            <w:pPr>
              <w:spacing w:after="0" w:line="360" w:lineRule="auto"/>
              <w:jc w:val="center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440" w:type="dxa"/>
            <w:textDirection w:val="btLr"/>
            <w:vAlign w:val="center"/>
          </w:tcPr>
          <w:p w:rsidR="0081424A" w:rsidRPr="00575A7B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062A34">
              <w:rPr>
                <w:rFonts w:ascii="Tahoma" w:hAnsi="Tahoma" w:cs="Tahoma"/>
                <w:sz w:val="14"/>
                <w:szCs w:val="14"/>
              </w:rPr>
              <w:t xml:space="preserve">PROTOCOLLO  </w:t>
            </w:r>
            <w:r>
              <w:rPr>
                <w:rFonts w:ascii="Tahoma" w:hAnsi="Tahoma" w:cs="Tahoma"/>
                <w:sz w:val="14"/>
                <w:szCs w:val="14"/>
              </w:rPr>
              <w:t>ENTE LOCALE</w:t>
            </w:r>
          </w:p>
        </w:tc>
        <w:tc>
          <w:tcPr>
            <w:tcW w:w="550" w:type="dxa"/>
            <w:textDirection w:val="btLr"/>
            <w:vAlign w:val="center"/>
          </w:tcPr>
          <w:p w:rsidR="0081424A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PROFILO </w:t>
            </w:r>
            <w:r w:rsidRPr="00575A7B">
              <w:rPr>
                <w:rFonts w:ascii="Tahoma" w:hAnsi="Tahoma" w:cs="Tahoma"/>
                <w:sz w:val="14"/>
                <w:szCs w:val="14"/>
              </w:rPr>
              <w:t>STAF</w:t>
            </w:r>
            <w:r>
              <w:rPr>
                <w:rFonts w:ascii="Tahoma" w:hAnsi="Tahoma" w:cs="Tahoma"/>
                <w:sz w:val="14"/>
                <w:szCs w:val="14"/>
              </w:rPr>
              <w:t xml:space="preserve">f </w:t>
            </w:r>
            <w:r w:rsidRPr="00575A7B">
              <w:rPr>
                <w:rFonts w:ascii="Tahoma" w:hAnsi="Tahoma" w:cs="Tahoma"/>
                <w:sz w:val="14"/>
                <w:szCs w:val="14"/>
              </w:rPr>
              <w:t>MOTORIA</w:t>
            </w:r>
          </w:p>
          <w:p w:rsidR="0081424A" w:rsidRPr="00575A7B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I.C. “Ist. Compr.” Doc. ISEF</w:t>
            </w:r>
          </w:p>
        </w:tc>
        <w:tc>
          <w:tcPr>
            <w:tcW w:w="440" w:type="dxa"/>
            <w:textDirection w:val="btLr"/>
          </w:tcPr>
          <w:p w:rsidR="0081424A" w:rsidRPr="005B0DE6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  <w:lang w:val="en-GB"/>
              </w:rPr>
            </w:pPr>
            <w:r w:rsidRPr="005B0DE6">
              <w:rPr>
                <w:rFonts w:ascii="Tahoma" w:hAnsi="Tahoma" w:cs="Tahoma"/>
                <w:sz w:val="14"/>
                <w:szCs w:val="14"/>
                <w:lang w:val="en-GB"/>
              </w:rPr>
              <w:t>STAFF C.O.R.  -Doc. Consulta</w:t>
            </w:r>
          </w:p>
        </w:tc>
        <w:tc>
          <w:tcPr>
            <w:tcW w:w="440" w:type="dxa"/>
            <w:textDirection w:val="btLr"/>
            <w:vAlign w:val="center"/>
          </w:tcPr>
          <w:p w:rsidR="0081424A" w:rsidRPr="00EB6EBF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CONVENZIONE  - FED. –Ass.                   </w:t>
            </w:r>
          </w:p>
        </w:tc>
        <w:tc>
          <w:tcPr>
            <w:tcW w:w="440" w:type="dxa"/>
            <w:textDirection w:val="btLr"/>
            <w:vAlign w:val="center"/>
          </w:tcPr>
          <w:p w:rsidR="0081424A" w:rsidRPr="00062A34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ESPERTO ISEF - Associazione</w:t>
            </w:r>
          </w:p>
        </w:tc>
        <w:tc>
          <w:tcPr>
            <w:tcW w:w="440" w:type="dxa"/>
            <w:textDirection w:val="btLr"/>
            <w:vAlign w:val="center"/>
          </w:tcPr>
          <w:p w:rsidR="0081424A" w:rsidRPr="00062A34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WORKSHOP</w:t>
            </w:r>
            <w:r>
              <w:rPr>
                <w:rFonts w:ascii="Tahoma" w:hAnsi="Tahoma" w:cs="Tahoma"/>
                <w:sz w:val="14"/>
                <w:szCs w:val="14"/>
              </w:rPr>
              <w:t xml:space="preserve"> – Formazione</w:t>
            </w:r>
          </w:p>
        </w:tc>
        <w:tc>
          <w:tcPr>
            <w:tcW w:w="440" w:type="dxa"/>
            <w:textDirection w:val="btLr"/>
            <w:vAlign w:val="center"/>
          </w:tcPr>
          <w:p w:rsidR="0081424A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ORGANIZZAZIONE </w:t>
            </w:r>
          </w:p>
          <w:p w:rsidR="0081424A" w:rsidRPr="00575A7B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Natale – Pasuqa - Villaggio </w:t>
            </w:r>
          </w:p>
        </w:tc>
        <w:tc>
          <w:tcPr>
            <w:tcW w:w="550" w:type="dxa"/>
            <w:textDirection w:val="btLr"/>
            <w:vAlign w:val="center"/>
          </w:tcPr>
          <w:p w:rsidR="0081424A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RASSEGNA TEATRALE</w:t>
            </w:r>
          </w:p>
          <w:p w:rsidR="0081424A" w:rsidRPr="00575A7B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Il Colore del Movimento</w:t>
            </w:r>
          </w:p>
        </w:tc>
        <w:tc>
          <w:tcPr>
            <w:tcW w:w="440" w:type="dxa"/>
            <w:textDirection w:val="btLr"/>
            <w:vAlign w:val="center"/>
          </w:tcPr>
          <w:p w:rsidR="0081424A" w:rsidRDefault="0081424A" w:rsidP="00986BEC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FEDERITALIA</w:t>
            </w:r>
          </w:p>
          <w:p w:rsidR="0081424A" w:rsidRPr="00575A7B" w:rsidRDefault="0081424A" w:rsidP="00986BEC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 Orientiamoci DivesaMente</w:t>
            </w:r>
          </w:p>
        </w:tc>
        <w:tc>
          <w:tcPr>
            <w:tcW w:w="330" w:type="dxa"/>
            <w:textDirection w:val="btLr"/>
            <w:vAlign w:val="center"/>
          </w:tcPr>
          <w:p w:rsidR="0081424A" w:rsidRPr="00575A7B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CAMPESTRE</w:t>
            </w:r>
          </w:p>
        </w:tc>
        <w:tc>
          <w:tcPr>
            <w:tcW w:w="442" w:type="dxa"/>
            <w:textDirection w:val="btLr"/>
            <w:vAlign w:val="center"/>
          </w:tcPr>
          <w:p w:rsidR="0081424A" w:rsidRPr="00575A7B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ATLETICA   SU   PISTA</w:t>
            </w:r>
          </w:p>
        </w:tc>
        <w:tc>
          <w:tcPr>
            <w:tcW w:w="339" w:type="dxa"/>
            <w:textDirection w:val="btLr"/>
            <w:vAlign w:val="center"/>
          </w:tcPr>
          <w:p w:rsidR="0081424A" w:rsidRPr="00575A7B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ORIENTEERING</w:t>
            </w:r>
          </w:p>
        </w:tc>
        <w:tc>
          <w:tcPr>
            <w:tcW w:w="339" w:type="dxa"/>
            <w:textDirection w:val="btLr"/>
            <w:vAlign w:val="center"/>
          </w:tcPr>
          <w:p w:rsidR="0081424A" w:rsidRPr="00575A7B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VOLLEY… 123</w:t>
            </w:r>
          </w:p>
        </w:tc>
        <w:tc>
          <w:tcPr>
            <w:tcW w:w="339" w:type="dxa"/>
            <w:textDirection w:val="btLr"/>
            <w:vAlign w:val="center"/>
          </w:tcPr>
          <w:p w:rsidR="0081424A" w:rsidRPr="00575A7B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GINNASTICA</w:t>
            </w:r>
          </w:p>
        </w:tc>
        <w:tc>
          <w:tcPr>
            <w:tcW w:w="339" w:type="dxa"/>
            <w:textDirection w:val="btLr"/>
            <w:vAlign w:val="center"/>
          </w:tcPr>
          <w:p w:rsidR="0081424A" w:rsidRPr="00575A7B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BASKET</w:t>
            </w:r>
          </w:p>
        </w:tc>
        <w:tc>
          <w:tcPr>
            <w:tcW w:w="339" w:type="dxa"/>
            <w:textDirection w:val="btLr"/>
            <w:vAlign w:val="center"/>
          </w:tcPr>
          <w:p w:rsidR="0081424A" w:rsidRPr="00575A7B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F76DA5">
              <w:rPr>
                <w:rFonts w:ascii="Tahoma" w:hAnsi="Tahoma" w:cs="Tahoma"/>
                <w:sz w:val="14"/>
                <w:szCs w:val="14"/>
              </w:rPr>
              <w:t>HANDBALL</w:t>
            </w:r>
          </w:p>
        </w:tc>
        <w:tc>
          <w:tcPr>
            <w:tcW w:w="339" w:type="dxa"/>
            <w:textDirection w:val="btLr"/>
            <w:vAlign w:val="center"/>
          </w:tcPr>
          <w:p w:rsidR="0081424A" w:rsidRPr="00575A7B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CALCIO A 7</w:t>
            </w:r>
          </w:p>
        </w:tc>
        <w:tc>
          <w:tcPr>
            <w:tcW w:w="339" w:type="dxa"/>
            <w:textDirection w:val="btLr"/>
            <w:vAlign w:val="center"/>
          </w:tcPr>
          <w:p w:rsidR="0081424A" w:rsidRPr="00575A7B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TENNISTAVOLO</w:t>
            </w:r>
          </w:p>
        </w:tc>
        <w:tc>
          <w:tcPr>
            <w:tcW w:w="339" w:type="dxa"/>
            <w:textDirection w:val="btLr"/>
            <w:vAlign w:val="center"/>
          </w:tcPr>
          <w:p w:rsidR="0081424A" w:rsidRPr="00575A7B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GIOCHI TRADIZIONALI</w:t>
            </w:r>
          </w:p>
        </w:tc>
        <w:tc>
          <w:tcPr>
            <w:tcW w:w="339" w:type="dxa"/>
            <w:textDirection w:val="btLr"/>
            <w:vAlign w:val="center"/>
          </w:tcPr>
          <w:p w:rsidR="0081424A" w:rsidRPr="00575A7B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DANZA SPORTIVA</w:t>
            </w:r>
          </w:p>
        </w:tc>
        <w:tc>
          <w:tcPr>
            <w:tcW w:w="339" w:type="dxa"/>
            <w:textDirection w:val="btLr"/>
            <w:vAlign w:val="center"/>
          </w:tcPr>
          <w:p w:rsidR="0081424A" w:rsidRPr="00575A7B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PALLATAMBURELLO</w:t>
            </w:r>
          </w:p>
        </w:tc>
        <w:tc>
          <w:tcPr>
            <w:tcW w:w="339" w:type="dxa"/>
            <w:textDirection w:val="btLr"/>
            <w:vAlign w:val="center"/>
          </w:tcPr>
          <w:p w:rsidR="0081424A" w:rsidRPr="00575A7B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68282C">
              <w:rPr>
                <w:rFonts w:ascii="Tahoma" w:hAnsi="Tahoma" w:cs="Tahoma"/>
                <w:sz w:val="14"/>
                <w:szCs w:val="14"/>
              </w:rPr>
              <w:t>RUGBY</w:t>
            </w:r>
          </w:p>
        </w:tc>
        <w:tc>
          <w:tcPr>
            <w:tcW w:w="339" w:type="dxa"/>
            <w:textDirection w:val="btLr"/>
            <w:vAlign w:val="center"/>
          </w:tcPr>
          <w:p w:rsidR="0081424A" w:rsidRPr="0068282C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SCACCHI</w:t>
            </w:r>
          </w:p>
        </w:tc>
        <w:tc>
          <w:tcPr>
            <w:tcW w:w="339" w:type="dxa"/>
            <w:textDirection w:val="btLr"/>
            <w:vAlign w:val="center"/>
          </w:tcPr>
          <w:p w:rsidR="0081424A" w:rsidRPr="00575A7B" w:rsidRDefault="0081424A" w:rsidP="0070251A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TENNIS</w:t>
            </w:r>
          </w:p>
        </w:tc>
        <w:tc>
          <w:tcPr>
            <w:tcW w:w="339" w:type="dxa"/>
            <w:textDirection w:val="btLr"/>
            <w:vAlign w:val="center"/>
          </w:tcPr>
          <w:p w:rsidR="0081424A" w:rsidRPr="00575A7B" w:rsidRDefault="0081424A" w:rsidP="0070251A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CAMPUS Sci … Amo</w:t>
            </w:r>
          </w:p>
        </w:tc>
        <w:tc>
          <w:tcPr>
            <w:tcW w:w="339" w:type="dxa"/>
            <w:tcBorders>
              <w:right w:val="single" w:sz="4" w:space="0" w:color="auto"/>
            </w:tcBorders>
            <w:textDirection w:val="btLr"/>
            <w:vAlign w:val="center"/>
          </w:tcPr>
          <w:p w:rsidR="0081424A" w:rsidRPr="00575A7B" w:rsidRDefault="0081424A" w:rsidP="0070251A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CAMPUS Vivere il Mare</w:t>
            </w:r>
          </w:p>
        </w:tc>
        <w:tc>
          <w:tcPr>
            <w:tcW w:w="339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424A" w:rsidRPr="00575A7B" w:rsidRDefault="0081424A" w:rsidP="00AE5D2E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CAMPUS Sport e Natura</w:t>
            </w: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424A" w:rsidRPr="00575A7B" w:rsidRDefault="0081424A" w:rsidP="00A4181D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textDirection w:val="btLr"/>
            <w:vAlign w:val="center"/>
          </w:tcPr>
          <w:p w:rsidR="0081424A" w:rsidRPr="00575A7B" w:rsidRDefault="0081424A" w:rsidP="00A4181D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81424A" w:rsidRPr="00A4556F" w:rsidTr="0010313E">
        <w:trPr>
          <w:trHeight w:val="284"/>
          <w:jc w:val="center"/>
        </w:trPr>
        <w:tc>
          <w:tcPr>
            <w:tcW w:w="605" w:type="dxa"/>
            <w:vAlign w:val="center"/>
          </w:tcPr>
          <w:p w:rsidR="0081424A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18"/>
                <w:szCs w:val="18"/>
              </w:rPr>
              <w:t>27</w:t>
            </w:r>
          </w:p>
        </w:tc>
        <w:tc>
          <w:tcPr>
            <w:tcW w:w="1584" w:type="dxa"/>
            <w:vAlign w:val="center"/>
          </w:tcPr>
          <w:p w:rsidR="0081424A" w:rsidRDefault="0081424A" w:rsidP="005C482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ALTAMURA</w:t>
            </w:r>
          </w:p>
        </w:tc>
        <w:tc>
          <w:tcPr>
            <w:tcW w:w="1497" w:type="dxa"/>
            <w:tcBorders>
              <w:right w:val="single" w:sz="4" w:space="0" w:color="auto"/>
            </w:tcBorders>
            <w:vAlign w:val="center"/>
          </w:tcPr>
          <w:p w:rsidR="0081424A" w:rsidRDefault="0081424A" w:rsidP="005C482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S.G. Bosco</w:t>
            </w:r>
          </w:p>
        </w:tc>
        <w:tc>
          <w:tcPr>
            <w:tcW w:w="440" w:type="dxa"/>
            <w:tcBorders>
              <w:left w:val="single" w:sz="4" w:space="0" w:color="auto"/>
            </w:tcBorders>
            <w:vAlign w:val="center"/>
          </w:tcPr>
          <w:p w:rsidR="0081424A" w:rsidRPr="000400E1" w:rsidRDefault="0081424A" w:rsidP="002079E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0" w:type="dxa"/>
            <w:vAlign w:val="center"/>
          </w:tcPr>
          <w:p w:rsidR="0081424A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ind w:left="-14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0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0" w:type="dxa"/>
            <w:vAlign w:val="center"/>
          </w:tcPr>
          <w:p w:rsidR="0081424A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2" w:type="dxa"/>
            <w:vAlign w:val="center"/>
          </w:tcPr>
          <w:p w:rsidR="0081424A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tcBorders>
              <w:right w:val="single" w:sz="4" w:space="0" w:color="auto"/>
            </w:tcBorders>
            <w:vAlign w:val="center"/>
          </w:tcPr>
          <w:p w:rsidR="0081424A" w:rsidRPr="00A4556F" w:rsidRDefault="0081424A" w:rsidP="00A455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A4556F" w:rsidRDefault="0081424A" w:rsidP="00A455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A4556F" w:rsidRDefault="0081424A" w:rsidP="00A455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vAlign w:val="center"/>
          </w:tcPr>
          <w:p w:rsidR="0081424A" w:rsidRPr="00A4556F" w:rsidRDefault="0081424A" w:rsidP="00A455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1424A" w:rsidRPr="00A4556F" w:rsidTr="0010313E">
        <w:trPr>
          <w:trHeight w:val="284"/>
          <w:jc w:val="center"/>
        </w:trPr>
        <w:tc>
          <w:tcPr>
            <w:tcW w:w="605" w:type="dxa"/>
            <w:vAlign w:val="center"/>
          </w:tcPr>
          <w:p w:rsidR="0081424A" w:rsidRPr="007D2ED0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</w:t>
            </w:r>
          </w:p>
        </w:tc>
        <w:tc>
          <w:tcPr>
            <w:tcW w:w="1584" w:type="dxa"/>
            <w:vAlign w:val="center"/>
          </w:tcPr>
          <w:p w:rsidR="0081424A" w:rsidRDefault="0081424A" w:rsidP="002079E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ALTAMURA</w:t>
            </w:r>
          </w:p>
        </w:tc>
        <w:tc>
          <w:tcPr>
            <w:tcW w:w="1497" w:type="dxa"/>
            <w:tcBorders>
              <w:right w:val="single" w:sz="4" w:space="0" w:color="auto"/>
            </w:tcBorders>
            <w:vAlign w:val="center"/>
          </w:tcPr>
          <w:p w:rsidR="0081424A" w:rsidRDefault="0081424A" w:rsidP="002079E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IV Novembre</w:t>
            </w:r>
          </w:p>
        </w:tc>
        <w:tc>
          <w:tcPr>
            <w:tcW w:w="440" w:type="dxa"/>
            <w:tcBorders>
              <w:left w:val="single" w:sz="4" w:space="0" w:color="auto"/>
            </w:tcBorders>
            <w:vAlign w:val="center"/>
          </w:tcPr>
          <w:p w:rsidR="0081424A" w:rsidRPr="000400E1" w:rsidRDefault="0081424A" w:rsidP="002079E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550" w:type="dxa"/>
            <w:vAlign w:val="center"/>
          </w:tcPr>
          <w:p w:rsidR="0081424A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ind w:left="-14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0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0" w:type="dxa"/>
            <w:vAlign w:val="center"/>
          </w:tcPr>
          <w:p w:rsidR="0081424A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2" w:type="dxa"/>
            <w:vAlign w:val="center"/>
          </w:tcPr>
          <w:p w:rsidR="0081424A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tcBorders>
              <w:right w:val="single" w:sz="4" w:space="0" w:color="auto"/>
            </w:tcBorders>
            <w:vAlign w:val="center"/>
          </w:tcPr>
          <w:p w:rsidR="0081424A" w:rsidRPr="00A4556F" w:rsidRDefault="0081424A" w:rsidP="00A455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A4556F" w:rsidRDefault="0081424A" w:rsidP="00A455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A4556F" w:rsidRDefault="0081424A" w:rsidP="00A455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vAlign w:val="center"/>
          </w:tcPr>
          <w:p w:rsidR="0081424A" w:rsidRPr="00A4556F" w:rsidRDefault="0081424A" w:rsidP="00A455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1424A" w:rsidRPr="00A4556F" w:rsidTr="0010313E">
        <w:trPr>
          <w:trHeight w:val="284"/>
          <w:jc w:val="center"/>
        </w:trPr>
        <w:tc>
          <w:tcPr>
            <w:tcW w:w="605" w:type="dxa"/>
            <w:vAlign w:val="center"/>
          </w:tcPr>
          <w:p w:rsidR="0081424A" w:rsidRPr="007D2ED0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29</w:t>
            </w:r>
          </w:p>
        </w:tc>
        <w:tc>
          <w:tcPr>
            <w:tcW w:w="1584" w:type="dxa"/>
            <w:vAlign w:val="center"/>
          </w:tcPr>
          <w:p w:rsidR="0081424A" w:rsidRPr="000400E1" w:rsidRDefault="0081424A" w:rsidP="001B0494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GRAVINA</w:t>
            </w:r>
          </w:p>
        </w:tc>
        <w:tc>
          <w:tcPr>
            <w:tcW w:w="1497" w:type="dxa"/>
            <w:tcBorders>
              <w:right w:val="single" w:sz="4" w:space="0" w:color="auto"/>
            </w:tcBorders>
            <w:vAlign w:val="center"/>
          </w:tcPr>
          <w:p w:rsidR="0081424A" w:rsidRPr="000400E1" w:rsidRDefault="0081424A" w:rsidP="001B0494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II Padre Pio</w:t>
            </w:r>
          </w:p>
        </w:tc>
        <w:tc>
          <w:tcPr>
            <w:tcW w:w="440" w:type="dxa"/>
            <w:tcBorders>
              <w:left w:val="single" w:sz="4" w:space="0" w:color="auto"/>
            </w:tcBorders>
            <w:vAlign w:val="center"/>
          </w:tcPr>
          <w:p w:rsidR="0081424A" w:rsidRPr="000400E1" w:rsidRDefault="0081424A" w:rsidP="001B0494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550" w:type="dxa"/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A4556F" w:rsidRDefault="0081424A" w:rsidP="0029468A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0" w:type="dxa"/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0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2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tcBorders>
              <w:right w:val="single" w:sz="4" w:space="0" w:color="auto"/>
            </w:tcBorders>
            <w:vAlign w:val="center"/>
          </w:tcPr>
          <w:p w:rsidR="0081424A" w:rsidRPr="00A4556F" w:rsidRDefault="0081424A" w:rsidP="00A455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A4556F" w:rsidRDefault="0081424A" w:rsidP="00A455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A4556F" w:rsidRDefault="0081424A" w:rsidP="00A455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vAlign w:val="center"/>
          </w:tcPr>
          <w:p w:rsidR="0081424A" w:rsidRPr="00A4556F" w:rsidRDefault="0081424A" w:rsidP="00A455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1424A" w:rsidRPr="00A4556F" w:rsidTr="0010313E">
        <w:trPr>
          <w:trHeight w:val="284"/>
          <w:jc w:val="center"/>
        </w:trPr>
        <w:tc>
          <w:tcPr>
            <w:tcW w:w="605" w:type="dxa"/>
            <w:vAlign w:val="center"/>
          </w:tcPr>
          <w:p w:rsidR="0081424A" w:rsidRPr="007D2ED0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</w:t>
            </w:r>
          </w:p>
        </w:tc>
        <w:tc>
          <w:tcPr>
            <w:tcW w:w="1584" w:type="dxa"/>
            <w:vAlign w:val="center"/>
          </w:tcPr>
          <w:p w:rsidR="0081424A" w:rsidRPr="000400E1" w:rsidRDefault="0081424A" w:rsidP="001B0494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GRAVINA</w:t>
            </w:r>
          </w:p>
        </w:tc>
        <w:tc>
          <w:tcPr>
            <w:tcW w:w="1497" w:type="dxa"/>
            <w:tcBorders>
              <w:right w:val="single" w:sz="4" w:space="0" w:color="auto"/>
            </w:tcBorders>
            <w:vAlign w:val="center"/>
          </w:tcPr>
          <w:p w:rsidR="0081424A" w:rsidRPr="000400E1" w:rsidRDefault="0081424A" w:rsidP="001B0494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IV T. Savio</w:t>
            </w:r>
          </w:p>
        </w:tc>
        <w:tc>
          <w:tcPr>
            <w:tcW w:w="440" w:type="dxa"/>
            <w:tcBorders>
              <w:left w:val="single" w:sz="4" w:space="0" w:color="auto"/>
            </w:tcBorders>
            <w:vAlign w:val="center"/>
          </w:tcPr>
          <w:p w:rsidR="0081424A" w:rsidRPr="000400E1" w:rsidRDefault="0081424A" w:rsidP="001B0494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550" w:type="dxa"/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A4556F" w:rsidRDefault="0081424A" w:rsidP="0029468A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0" w:type="dxa"/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0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2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tcBorders>
              <w:right w:val="single" w:sz="4" w:space="0" w:color="auto"/>
            </w:tcBorders>
            <w:vAlign w:val="center"/>
          </w:tcPr>
          <w:p w:rsidR="0081424A" w:rsidRPr="00A4556F" w:rsidRDefault="0081424A" w:rsidP="00A455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A4556F" w:rsidRDefault="0081424A" w:rsidP="00A455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A4556F" w:rsidRDefault="0081424A" w:rsidP="00A455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vAlign w:val="center"/>
          </w:tcPr>
          <w:p w:rsidR="0081424A" w:rsidRPr="00A4556F" w:rsidRDefault="0081424A" w:rsidP="00A455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1424A" w:rsidRPr="00A4556F" w:rsidTr="0010313E">
        <w:trPr>
          <w:trHeight w:val="284"/>
          <w:jc w:val="center"/>
        </w:trPr>
        <w:tc>
          <w:tcPr>
            <w:tcW w:w="605" w:type="dxa"/>
            <w:vAlign w:val="center"/>
          </w:tcPr>
          <w:p w:rsidR="0081424A" w:rsidRPr="007D2ED0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</w:t>
            </w:r>
          </w:p>
        </w:tc>
        <w:tc>
          <w:tcPr>
            <w:tcW w:w="1584" w:type="dxa"/>
            <w:vAlign w:val="center"/>
          </w:tcPr>
          <w:p w:rsidR="0081424A" w:rsidRPr="000400E1" w:rsidRDefault="0081424A" w:rsidP="00F643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GRAVINA</w:t>
            </w:r>
          </w:p>
        </w:tc>
        <w:tc>
          <w:tcPr>
            <w:tcW w:w="1497" w:type="dxa"/>
            <w:tcBorders>
              <w:right w:val="single" w:sz="4" w:space="0" w:color="auto"/>
            </w:tcBorders>
            <w:vAlign w:val="center"/>
          </w:tcPr>
          <w:p w:rsidR="0081424A" w:rsidRPr="000400E1" w:rsidRDefault="0081424A" w:rsidP="00F643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S. G. Bosco</w:t>
            </w:r>
          </w:p>
        </w:tc>
        <w:tc>
          <w:tcPr>
            <w:tcW w:w="440" w:type="dxa"/>
            <w:tcBorders>
              <w:left w:val="single" w:sz="4" w:space="0" w:color="auto"/>
            </w:tcBorders>
            <w:vAlign w:val="center"/>
          </w:tcPr>
          <w:p w:rsidR="0081424A" w:rsidRPr="000400E1" w:rsidRDefault="0081424A" w:rsidP="00F643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A4556F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550" w:type="dxa"/>
            <w:vAlign w:val="center"/>
          </w:tcPr>
          <w:p w:rsidR="0081424A" w:rsidRPr="00A4556F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A4556F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A4556F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A4556F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A4556F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A4556F" w:rsidRDefault="0081424A" w:rsidP="0029468A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0" w:type="dxa"/>
            <w:vAlign w:val="center"/>
          </w:tcPr>
          <w:p w:rsidR="0081424A" w:rsidRPr="00A4556F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A4556F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0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2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tcBorders>
              <w:right w:val="single" w:sz="4" w:space="0" w:color="auto"/>
            </w:tcBorders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1424A" w:rsidRPr="00A4556F" w:rsidTr="0010313E">
        <w:trPr>
          <w:trHeight w:val="284"/>
          <w:jc w:val="center"/>
        </w:trPr>
        <w:tc>
          <w:tcPr>
            <w:tcW w:w="605" w:type="dxa"/>
            <w:vAlign w:val="center"/>
          </w:tcPr>
          <w:p w:rsidR="0081424A" w:rsidRPr="007D2ED0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32</w:t>
            </w:r>
          </w:p>
        </w:tc>
        <w:tc>
          <w:tcPr>
            <w:tcW w:w="1584" w:type="dxa"/>
            <w:vAlign w:val="center"/>
          </w:tcPr>
          <w:p w:rsidR="0081424A" w:rsidRPr="0010313E" w:rsidRDefault="0081424A" w:rsidP="00F643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10313E">
              <w:rPr>
                <w:rFonts w:ascii="Tahoma" w:hAnsi="Tahoma" w:cs="Tahoma"/>
                <w:sz w:val="18"/>
                <w:szCs w:val="18"/>
              </w:rPr>
              <w:t>GRAVINA</w:t>
            </w:r>
          </w:p>
        </w:tc>
        <w:tc>
          <w:tcPr>
            <w:tcW w:w="1497" w:type="dxa"/>
            <w:tcBorders>
              <w:right w:val="single" w:sz="4" w:space="0" w:color="auto"/>
            </w:tcBorders>
            <w:vAlign w:val="center"/>
          </w:tcPr>
          <w:p w:rsidR="0081424A" w:rsidRDefault="0081424A" w:rsidP="00F643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Ingannamorte</w:t>
            </w:r>
          </w:p>
        </w:tc>
        <w:tc>
          <w:tcPr>
            <w:tcW w:w="440" w:type="dxa"/>
            <w:tcBorders>
              <w:left w:val="single" w:sz="4" w:space="0" w:color="auto"/>
            </w:tcBorders>
            <w:vAlign w:val="center"/>
          </w:tcPr>
          <w:p w:rsidR="0081424A" w:rsidRPr="000400E1" w:rsidRDefault="0081424A" w:rsidP="00F643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A4556F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550" w:type="dxa"/>
            <w:vAlign w:val="center"/>
          </w:tcPr>
          <w:p w:rsidR="0081424A" w:rsidRPr="00A4556F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A4556F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A4556F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A4556F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A4556F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A4556F" w:rsidRDefault="0081424A" w:rsidP="0029468A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0" w:type="dxa"/>
            <w:vAlign w:val="center"/>
          </w:tcPr>
          <w:p w:rsidR="0081424A" w:rsidRPr="00A4556F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A4556F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0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2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tcBorders>
              <w:right w:val="single" w:sz="4" w:space="0" w:color="auto"/>
            </w:tcBorders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1424A" w:rsidRPr="00A4556F" w:rsidTr="0010313E">
        <w:trPr>
          <w:trHeight w:val="284"/>
          <w:jc w:val="center"/>
        </w:trPr>
        <w:tc>
          <w:tcPr>
            <w:tcW w:w="605" w:type="dxa"/>
            <w:vAlign w:val="center"/>
          </w:tcPr>
          <w:p w:rsidR="0081424A" w:rsidRPr="007D2ED0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33</w:t>
            </w:r>
          </w:p>
        </w:tc>
        <w:tc>
          <w:tcPr>
            <w:tcW w:w="1584" w:type="dxa"/>
            <w:vAlign w:val="center"/>
          </w:tcPr>
          <w:p w:rsidR="0081424A" w:rsidRDefault="0081424A" w:rsidP="00F643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GRAVINA</w:t>
            </w:r>
          </w:p>
        </w:tc>
        <w:tc>
          <w:tcPr>
            <w:tcW w:w="1497" w:type="dxa"/>
            <w:tcBorders>
              <w:right w:val="single" w:sz="4" w:space="0" w:color="auto"/>
            </w:tcBorders>
            <w:vAlign w:val="center"/>
          </w:tcPr>
          <w:p w:rsidR="0081424A" w:rsidRDefault="0081424A" w:rsidP="00F643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Santomasi</w:t>
            </w:r>
          </w:p>
        </w:tc>
        <w:tc>
          <w:tcPr>
            <w:tcW w:w="440" w:type="dxa"/>
            <w:tcBorders>
              <w:left w:val="single" w:sz="4" w:space="0" w:color="auto"/>
            </w:tcBorders>
            <w:vAlign w:val="center"/>
          </w:tcPr>
          <w:p w:rsidR="0081424A" w:rsidRPr="000400E1" w:rsidRDefault="0081424A" w:rsidP="00F643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550" w:type="dxa"/>
            <w:vAlign w:val="center"/>
          </w:tcPr>
          <w:p w:rsidR="0081424A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A4556F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2728CE" w:rsidRDefault="0081424A" w:rsidP="0029468A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50" w:type="dxa"/>
            <w:vAlign w:val="center"/>
          </w:tcPr>
          <w:p w:rsidR="0081424A" w:rsidRPr="00A4556F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A4556F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0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2" w:type="dxa"/>
            <w:vAlign w:val="center"/>
          </w:tcPr>
          <w:p w:rsidR="0081424A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tcBorders>
              <w:right w:val="single" w:sz="4" w:space="0" w:color="auto"/>
            </w:tcBorders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1424A" w:rsidRPr="00A4556F" w:rsidTr="0010313E">
        <w:trPr>
          <w:trHeight w:val="284"/>
          <w:jc w:val="center"/>
        </w:trPr>
        <w:tc>
          <w:tcPr>
            <w:tcW w:w="605" w:type="dxa"/>
            <w:vAlign w:val="center"/>
          </w:tcPr>
          <w:p w:rsidR="0081424A" w:rsidRPr="007D2ED0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34</w:t>
            </w:r>
          </w:p>
        </w:tc>
        <w:tc>
          <w:tcPr>
            <w:tcW w:w="1584" w:type="dxa"/>
            <w:vAlign w:val="center"/>
          </w:tcPr>
          <w:p w:rsidR="0081424A" w:rsidRPr="000400E1" w:rsidRDefault="0081424A" w:rsidP="00F643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BITONTO</w:t>
            </w:r>
          </w:p>
        </w:tc>
        <w:tc>
          <w:tcPr>
            <w:tcW w:w="1497" w:type="dxa"/>
            <w:tcBorders>
              <w:right w:val="single" w:sz="4" w:space="0" w:color="auto"/>
            </w:tcBorders>
            <w:vAlign w:val="center"/>
          </w:tcPr>
          <w:p w:rsidR="0081424A" w:rsidRPr="000400E1" w:rsidRDefault="0081424A" w:rsidP="00F643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II Cassano</w:t>
            </w:r>
          </w:p>
        </w:tc>
        <w:tc>
          <w:tcPr>
            <w:tcW w:w="440" w:type="dxa"/>
            <w:tcBorders>
              <w:left w:val="single" w:sz="4" w:space="0" w:color="auto"/>
            </w:tcBorders>
            <w:vAlign w:val="center"/>
          </w:tcPr>
          <w:p w:rsidR="0081424A" w:rsidRPr="000400E1" w:rsidRDefault="0081424A" w:rsidP="00F643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A4556F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550" w:type="dxa"/>
            <w:vAlign w:val="center"/>
          </w:tcPr>
          <w:p w:rsidR="0081424A" w:rsidRPr="00A4556F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A4556F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A4556F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A4556F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A4556F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2728CE" w:rsidRDefault="0081424A" w:rsidP="0029468A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728CE">
              <w:rPr>
                <w:rFonts w:ascii="Tahoma" w:hAnsi="Tahoma" w:cs="Tahoma"/>
                <w:sz w:val="14"/>
                <w:szCs w:val="14"/>
              </w:rPr>
              <w:t>CAR</w:t>
            </w:r>
          </w:p>
        </w:tc>
        <w:tc>
          <w:tcPr>
            <w:tcW w:w="550" w:type="dxa"/>
            <w:vAlign w:val="center"/>
          </w:tcPr>
          <w:p w:rsidR="0081424A" w:rsidRPr="00A4556F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A4556F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0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2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tcBorders>
              <w:right w:val="single" w:sz="4" w:space="0" w:color="auto"/>
            </w:tcBorders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1424A" w:rsidRPr="00A4556F" w:rsidTr="0010313E">
        <w:trPr>
          <w:trHeight w:val="284"/>
          <w:jc w:val="center"/>
        </w:trPr>
        <w:tc>
          <w:tcPr>
            <w:tcW w:w="605" w:type="dxa"/>
            <w:vAlign w:val="center"/>
          </w:tcPr>
          <w:p w:rsidR="0081424A" w:rsidRPr="007D2ED0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35</w:t>
            </w:r>
          </w:p>
        </w:tc>
        <w:tc>
          <w:tcPr>
            <w:tcW w:w="1584" w:type="dxa"/>
            <w:vAlign w:val="center"/>
          </w:tcPr>
          <w:p w:rsidR="0081424A" w:rsidRPr="000400E1" w:rsidRDefault="0081424A" w:rsidP="00F643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BITONTO</w:t>
            </w:r>
          </w:p>
        </w:tc>
        <w:tc>
          <w:tcPr>
            <w:tcW w:w="1497" w:type="dxa"/>
            <w:tcBorders>
              <w:right w:val="single" w:sz="4" w:space="0" w:color="auto"/>
            </w:tcBorders>
            <w:vAlign w:val="center"/>
          </w:tcPr>
          <w:p w:rsidR="0081424A" w:rsidRPr="000400E1" w:rsidRDefault="0081424A" w:rsidP="00F643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III Caiati</w:t>
            </w:r>
          </w:p>
        </w:tc>
        <w:tc>
          <w:tcPr>
            <w:tcW w:w="440" w:type="dxa"/>
            <w:tcBorders>
              <w:left w:val="single" w:sz="4" w:space="0" w:color="auto"/>
            </w:tcBorders>
            <w:vAlign w:val="center"/>
          </w:tcPr>
          <w:p w:rsidR="0081424A" w:rsidRPr="000400E1" w:rsidRDefault="0081424A" w:rsidP="00F643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A4556F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550" w:type="dxa"/>
            <w:vAlign w:val="center"/>
          </w:tcPr>
          <w:p w:rsidR="0081424A" w:rsidRPr="00A4556F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A4556F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A4556F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A4556F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A4556F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9546D5" w:rsidRDefault="0081424A" w:rsidP="0029468A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546D5">
              <w:rPr>
                <w:rFonts w:ascii="Tahoma" w:hAnsi="Tahoma" w:cs="Tahoma"/>
                <w:sz w:val="14"/>
                <w:szCs w:val="14"/>
              </w:rPr>
              <w:t>CAR</w:t>
            </w:r>
          </w:p>
        </w:tc>
        <w:tc>
          <w:tcPr>
            <w:tcW w:w="550" w:type="dxa"/>
            <w:vAlign w:val="center"/>
          </w:tcPr>
          <w:p w:rsidR="0081424A" w:rsidRPr="00A4556F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A4556F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0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2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tcBorders>
              <w:right w:val="single" w:sz="4" w:space="0" w:color="auto"/>
            </w:tcBorders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1424A" w:rsidRPr="00A4556F" w:rsidTr="0010313E">
        <w:trPr>
          <w:trHeight w:val="284"/>
          <w:jc w:val="center"/>
        </w:trPr>
        <w:tc>
          <w:tcPr>
            <w:tcW w:w="605" w:type="dxa"/>
            <w:vAlign w:val="center"/>
          </w:tcPr>
          <w:p w:rsidR="0081424A" w:rsidRPr="007D2ED0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36</w:t>
            </w:r>
          </w:p>
        </w:tc>
        <w:tc>
          <w:tcPr>
            <w:tcW w:w="1584" w:type="dxa"/>
            <w:vAlign w:val="center"/>
          </w:tcPr>
          <w:p w:rsidR="0081424A" w:rsidRPr="000400E1" w:rsidRDefault="0081424A" w:rsidP="00F643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BITONTO</w:t>
            </w:r>
          </w:p>
        </w:tc>
        <w:tc>
          <w:tcPr>
            <w:tcW w:w="1497" w:type="dxa"/>
            <w:tcBorders>
              <w:right w:val="single" w:sz="4" w:space="0" w:color="auto"/>
            </w:tcBorders>
            <w:vAlign w:val="center"/>
          </w:tcPr>
          <w:p w:rsidR="0081424A" w:rsidRPr="0010313E" w:rsidRDefault="0081424A" w:rsidP="00F643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10313E">
              <w:rPr>
                <w:rFonts w:ascii="Tahoma" w:hAnsi="Tahoma" w:cs="Tahoma"/>
                <w:sz w:val="18"/>
                <w:szCs w:val="18"/>
              </w:rPr>
              <w:t>IC Modugno-R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440" w:type="dxa"/>
            <w:tcBorders>
              <w:left w:val="single" w:sz="4" w:space="0" w:color="auto"/>
            </w:tcBorders>
            <w:vAlign w:val="center"/>
          </w:tcPr>
          <w:p w:rsidR="0081424A" w:rsidRPr="000400E1" w:rsidRDefault="0081424A" w:rsidP="00F643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A4556F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550" w:type="dxa"/>
            <w:vAlign w:val="center"/>
          </w:tcPr>
          <w:p w:rsidR="0081424A" w:rsidRPr="00A4556F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A4556F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A4556F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A4556F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A4556F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9546D5" w:rsidRDefault="0081424A" w:rsidP="0029468A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546D5">
              <w:rPr>
                <w:rFonts w:ascii="Tahoma" w:hAnsi="Tahoma" w:cs="Tahoma"/>
                <w:sz w:val="14"/>
                <w:szCs w:val="14"/>
              </w:rPr>
              <w:t>CAR</w:t>
            </w:r>
          </w:p>
        </w:tc>
        <w:tc>
          <w:tcPr>
            <w:tcW w:w="550" w:type="dxa"/>
            <w:vAlign w:val="center"/>
          </w:tcPr>
          <w:p w:rsidR="0081424A" w:rsidRPr="00A4556F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A4556F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0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2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A4556F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tcBorders>
              <w:right w:val="single" w:sz="4" w:space="0" w:color="auto"/>
            </w:tcBorders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1424A" w:rsidRPr="00A4556F" w:rsidTr="0000403F">
        <w:trPr>
          <w:trHeight w:val="284"/>
          <w:jc w:val="center"/>
        </w:trPr>
        <w:tc>
          <w:tcPr>
            <w:tcW w:w="605" w:type="dxa"/>
            <w:vAlign w:val="center"/>
          </w:tcPr>
          <w:p w:rsidR="0081424A" w:rsidRPr="007D2ED0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37</w:t>
            </w:r>
          </w:p>
        </w:tc>
        <w:tc>
          <w:tcPr>
            <w:tcW w:w="1584" w:type="dxa"/>
            <w:vAlign w:val="center"/>
          </w:tcPr>
          <w:p w:rsidR="0081424A" w:rsidRPr="000400E1" w:rsidRDefault="0081424A" w:rsidP="00F643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BITONTO</w:t>
            </w:r>
          </w:p>
        </w:tc>
        <w:tc>
          <w:tcPr>
            <w:tcW w:w="1497" w:type="dxa"/>
            <w:tcBorders>
              <w:right w:val="single" w:sz="4" w:space="0" w:color="auto"/>
            </w:tcBorders>
            <w:vAlign w:val="center"/>
          </w:tcPr>
          <w:p w:rsidR="0081424A" w:rsidRPr="000400E1" w:rsidRDefault="0081424A" w:rsidP="00F643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IC Don T. Bello</w:t>
            </w:r>
          </w:p>
        </w:tc>
        <w:tc>
          <w:tcPr>
            <w:tcW w:w="440" w:type="dxa"/>
            <w:tcBorders>
              <w:left w:val="single" w:sz="4" w:space="0" w:color="auto"/>
            </w:tcBorders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B4D74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550" w:type="dxa"/>
            <w:vAlign w:val="center"/>
          </w:tcPr>
          <w:p w:rsidR="0081424A" w:rsidRPr="001B4D74" w:rsidRDefault="0081424A" w:rsidP="0000403F">
            <w:pPr>
              <w:spacing w:after="0" w:line="240" w:lineRule="auto"/>
              <w:ind w:left="-91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X</w:t>
            </w: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B4D74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B4D74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B4D74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1B4D74" w:rsidRDefault="0081424A" w:rsidP="0029468A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1B4D74">
              <w:rPr>
                <w:rFonts w:ascii="Tahoma" w:hAnsi="Tahoma" w:cs="Tahoma"/>
                <w:sz w:val="14"/>
                <w:szCs w:val="14"/>
              </w:rPr>
              <w:t>CAR</w:t>
            </w:r>
          </w:p>
        </w:tc>
        <w:tc>
          <w:tcPr>
            <w:tcW w:w="55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ind w:left="-12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ind w:left="-12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0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ind w:left="-12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2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tcBorders>
              <w:right w:val="single" w:sz="4" w:space="0" w:color="auto"/>
            </w:tcBorders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1424A" w:rsidRPr="00A4556F" w:rsidTr="0010313E">
        <w:trPr>
          <w:trHeight w:val="284"/>
          <w:jc w:val="center"/>
        </w:trPr>
        <w:tc>
          <w:tcPr>
            <w:tcW w:w="605" w:type="dxa"/>
            <w:vAlign w:val="center"/>
          </w:tcPr>
          <w:p w:rsidR="0081424A" w:rsidRPr="007D2ED0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38</w:t>
            </w:r>
          </w:p>
        </w:tc>
        <w:tc>
          <w:tcPr>
            <w:tcW w:w="1584" w:type="dxa"/>
            <w:vAlign w:val="center"/>
          </w:tcPr>
          <w:p w:rsidR="0081424A" w:rsidRDefault="0081424A" w:rsidP="00F643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BITONTO</w:t>
            </w:r>
          </w:p>
        </w:tc>
        <w:tc>
          <w:tcPr>
            <w:tcW w:w="1497" w:type="dxa"/>
            <w:tcBorders>
              <w:right w:val="single" w:sz="4" w:space="0" w:color="auto"/>
            </w:tcBorders>
            <w:vAlign w:val="center"/>
          </w:tcPr>
          <w:p w:rsidR="0081424A" w:rsidRDefault="0081424A" w:rsidP="00F643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Fornelli</w:t>
            </w:r>
          </w:p>
        </w:tc>
        <w:tc>
          <w:tcPr>
            <w:tcW w:w="440" w:type="dxa"/>
            <w:tcBorders>
              <w:left w:val="single" w:sz="4" w:space="0" w:color="auto"/>
            </w:tcBorders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55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1B4D74" w:rsidRDefault="0081424A" w:rsidP="0029468A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CAR</w:t>
            </w:r>
          </w:p>
        </w:tc>
        <w:tc>
          <w:tcPr>
            <w:tcW w:w="55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0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2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tcBorders>
              <w:right w:val="single" w:sz="4" w:space="0" w:color="auto"/>
            </w:tcBorders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1424A" w:rsidRPr="00A4556F" w:rsidTr="0010313E">
        <w:trPr>
          <w:trHeight w:val="284"/>
          <w:jc w:val="center"/>
        </w:trPr>
        <w:tc>
          <w:tcPr>
            <w:tcW w:w="605" w:type="dxa"/>
            <w:vAlign w:val="center"/>
          </w:tcPr>
          <w:p w:rsidR="0081424A" w:rsidRPr="007D2ED0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39</w:t>
            </w:r>
          </w:p>
        </w:tc>
        <w:tc>
          <w:tcPr>
            <w:tcW w:w="1584" w:type="dxa"/>
            <w:vAlign w:val="center"/>
          </w:tcPr>
          <w:p w:rsidR="0081424A" w:rsidRDefault="0081424A" w:rsidP="00F643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BITONTO</w:t>
            </w:r>
          </w:p>
        </w:tc>
        <w:tc>
          <w:tcPr>
            <w:tcW w:w="1497" w:type="dxa"/>
            <w:tcBorders>
              <w:right w:val="single" w:sz="4" w:space="0" w:color="auto"/>
            </w:tcBorders>
            <w:vAlign w:val="center"/>
          </w:tcPr>
          <w:p w:rsidR="0081424A" w:rsidRDefault="0081424A" w:rsidP="00F643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Sylos</w:t>
            </w:r>
          </w:p>
        </w:tc>
        <w:tc>
          <w:tcPr>
            <w:tcW w:w="440" w:type="dxa"/>
            <w:tcBorders>
              <w:left w:val="single" w:sz="4" w:space="0" w:color="auto"/>
            </w:tcBorders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55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1B4D74" w:rsidRDefault="0081424A" w:rsidP="0029468A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CAR</w:t>
            </w:r>
          </w:p>
        </w:tc>
        <w:tc>
          <w:tcPr>
            <w:tcW w:w="55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0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2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tcBorders>
              <w:right w:val="single" w:sz="4" w:space="0" w:color="auto"/>
            </w:tcBorders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1424A" w:rsidRPr="00A4556F" w:rsidTr="0010313E">
        <w:trPr>
          <w:trHeight w:val="284"/>
          <w:jc w:val="center"/>
        </w:trPr>
        <w:tc>
          <w:tcPr>
            <w:tcW w:w="605" w:type="dxa"/>
            <w:vAlign w:val="center"/>
          </w:tcPr>
          <w:p w:rsidR="0081424A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40</w:t>
            </w:r>
          </w:p>
        </w:tc>
        <w:tc>
          <w:tcPr>
            <w:tcW w:w="1584" w:type="dxa"/>
            <w:vAlign w:val="center"/>
          </w:tcPr>
          <w:p w:rsidR="0081424A" w:rsidRPr="000400E1" w:rsidRDefault="0081424A" w:rsidP="00F643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BARI</w:t>
            </w:r>
          </w:p>
        </w:tc>
        <w:tc>
          <w:tcPr>
            <w:tcW w:w="1497" w:type="dxa"/>
            <w:tcBorders>
              <w:right w:val="single" w:sz="4" w:space="0" w:color="auto"/>
            </w:tcBorders>
            <w:vAlign w:val="center"/>
          </w:tcPr>
          <w:p w:rsidR="0081424A" w:rsidRPr="000400E1" w:rsidRDefault="0081424A" w:rsidP="00F643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XIV Re David</w:t>
            </w:r>
          </w:p>
        </w:tc>
        <w:tc>
          <w:tcPr>
            <w:tcW w:w="440" w:type="dxa"/>
            <w:tcBorders>
              <w:left w:val="single" w:sz="4" w:space="0" w:color="auto"/>
            </w:tcBorders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1B4D74" w:rsidRDefault="0081424A" w:rsidP="0029468A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5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0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2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tcBorders>
              <w:right w:val="single" w:sz="4" w:space="0" w:color="auto"/>
            </w:tcBorders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1424A" w:rsidRPr="00A4556F" w:rsidTr="0010313E">
        <w:trPr>
          <w:trHeight w:val="284"/>
          <w:jc w:val="center"/>
        </w:trPr>
        <w:tc>
          <w:tcPr>
            <w:tcW w:w="605" w:type="dxa"/>
            <w:vAlign w:val="center"/>
          </w:tcPr>
          <w:p w:rsidR="0081424A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41</w:t>
            </w:r>
          </w:p>
        </w:tc>
        <w:tc>
          <w:tcPr>
            <w:tcW w:w="1584" w:type="dxa"/>
            <w:vAlign w:val="center"/>
          </w:tcPr>
          <w:p w:rsidR="0081424A" w:rsidRPr="000400E1" w:rsidRDefault="0081424A" w:rsidP="00F643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BARI</w:t>
            </w:r>
          </w:p>
        </w:tc>
        <w:tc>
          <w:tcPr>
            <w:tcW w:w="1497" w:type="dxa"/>
            <w:tcBorders>
              <w:right w:val="single" w:sz="4" w:space="0" w:color="auto"/>
            </w:tcBorders>
            <w:vAlign w:val="center"/>
          </w:tcPr>
          <w:p w:rsidR="0081424A" w:rsidRPr="000400E1" w:rsidRDefault="0081424A" w:rsidP="00F643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I </w:t>
            </w:r>
            <w:r>
              <w:rPr>
                <w:rFonts w:ascii="Tahoma" w:hAnsi="Tahoma" w:cs="Tahoma"/>
                <w:sz w:val="16"/>
                <w:szCs w:val="16"/>
              </w:rPr>
              <w:t>Umb. I S.N</w:t>
            </w:r>
            <w:r w:rsidRPr="00C4235E">
              <w:rPr>
                <w:rFonts w:ascii="Tahoma" w:hAnsi="Tahoma" w:cs="Tahoma"/>
                <w:sz w:val="16"/>
                <w:szCs w:val="16"/>
              </w:rPr>
              <w:t>icola</w:t>
            </w:r>
          </w:p>
        </w:tc>
        <w:tc>
          <w:tcPr>
            <w:tcW w:w="440" w:type="dxa"/>
            <w:tcBorders>
              <w:left w:val="single" w:sz="4" w:space="0" w:color="auto"/>
            </w:tcBorders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55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1B4D74" w:rsidRDefault="0081424A" w:rsidP="0029468A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5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0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2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tcBorders>
              <w:right w:val="single" w:sz="4" w:space="0" w:color="auto"/>
            </w:tcBorders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1424A" w:rsidRPr="00A4556F" w:rsidTr="0010313E">
        <w:trPr>
          <w:trHeight w:val="284"/>
          <w:jc w:val="center"/>
        </w:trPr>
        <w:tc>
          <w:tcPr>
            <w:tcW w:w="605" w:type="dxa"/>
            <w:vAlign w:val="center"/>
          </w:tcPr>
          <w:p w:rsidR="0081424A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42</w:t>
            </w:r>
          </w:p>
        </w:tc>
        <w:tc>
          <w:tcPr>
            <w:tcW w:w="1584" w:type="dxa"/>
            <w:vAlign w:val="center"/>
          </w:tcPr>
          <w:p w:rsidR="0081424A" w:rsidRPr="000400E1" w:rsidRDefault="0081424A" w:rsidP="00F643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BARI</w:t>
            </w:r>
          </w:p>
        </w:tc>
        <w:tc>
          <w:tcPr>
            <w:tcW w:w="1497" w:type="dxa"/>
            <w:tcBorders>
              <w:right w:val="single" w:sz="4" w:space="0" w:color="auto"/>
            </w:tcBorders>
            <w:vAlign w:val="center"/>
          </w:tcPr>
          <w:p w:rsidR="0081424A" w:rsidRPr="000400E1" w:rsidRDefault="0081424A" w:rsidP="00F643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XXV Don Milani</w:t>
            </w:r>
          </w:p>
        </w:tc>
        <w:tc>
          <w:tcPr>
            <w:tcW w:w="440" w:type="dxa"/>
            <w:tcBorders>
              <w:left w:val="single" w:sz="4" w:space="0" w:color="auto"/>
            </w:tcBorders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1B4D74" w:rsidRDefault="0081424A" w:rsidP="0029468A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5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0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2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tcBorders>
              <w:right w:val="single" w:sz="4" w:space="0" w:color="auto"/>
            </w:tcBorders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1424A" w:rsidRPr="00A4556F" w:rsidTr="0010313E">
        <w:trPr>
          <w:trHeight w:val="284"/>
          <w:jc w:val="center"/>
        </w:trPr>
        <w:tc>
          <w:tcPr>
            <w:tcW w:w="605" w:type="dxa"/>
            <w:vAlign w:val="center"/>
          </w:tcPr>
          <w:p w:rsidR="0081424A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43</w:t>
            </w:r>
          </w:p>
        </w:tc>
        <w:tc>
          <w:tcPr>
            <w:tcW w:w="1584" w:type="dxa"/>
            <w:vAlign w:val="center"/>
          </w:tcPr>
          <w:p w:rsidR="0081424A" w:rsidRDefault="0081424A" w:rsidP="00F643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BARI </w:t>
            </w:r>
          </w:p>
        </w:tc>
        <w:tc>
          <w:tcPr>
            <w:tcW w:w="1497" w:type="dxa"/>
            <w:tcBorders>
              <w:right w:val="single" w:sz="4" w:space="0" w:color="auto"/>
            </w:tcBorders>
            <w:vAlign w:val="center"/>
          </w:tcPr>
          <w:p w:rsidR="0081424A" w:rsidRDefault="0081424A" w:rsidP="00F643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Garibaldi</w:t>
            </w:r>
          </w:p>
        </w:tc>
        <w:tc>
          <w:tcPr>
            <w:tcW w:w="440" w:type="dxa"/>
            <w:tcBorders>
              <w:left w:val="single" w:sz="4" w:space="0" w:color="auto"/>
            </w:tcBorders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55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1B4D74" w:rsidRDefault="0081424A" w:rsidP="0029468A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5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0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2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tcBorders>
              <w:right w:val="single" w:sz="4" w:space="0" w:color="auto"/>
            </w:tcBorders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1424A" w:rsidRPr="00A4556F" w:rsidTr="0010313E">
        <w:trPr>
          <w:trHeight w:val="284"/>
          <w:jc w:val="center"/>
        </w:trPr>
        <w:tc>
          <w:tcPr>
            <w:tcW w:w="605" w:type="dxa"/>
            <w:vAlign w:val="center"/>
          </w:tcPr>
          <w:p w:rsidR="0081424A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44</w:t>
            </w:r>
          </w:p>
        </w:tc>
        <w:tc>
          <w:tcPr>
            <w:tcW w:w="1584" w:type="dxa"/>
            <w:vAlign w:val="center"/>
          </w:tcPr>
          <w:p w:rsidR="0081424A" w:rsidRDefault="0081424A" w:rsidP="00F643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BARI</w:t>
            </w:r>
          </w:p>
        </w:tc>
        <w:tc>
          <w:tcPr>
            <w:tcW w:w="1497" w:type="dxa"/>
            <w:tcBorders>
              <w:right w:val="single" w:sz="4" w:space="0" w:color="auto"/>
            </w:tcBorders>
            <w:vAlign w:val="center"/>
          </w:tcPr>
          <w:p w:rsidR="0081424A" w:rsidRDefault="0081424A" w:rsidP="00F643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Santomauro</w:t>
            </w:r>
          </w:p>
        </w:tc>
        <w:tc>
          <w:tcPr>
            <w:tcW w:w="440" w:type="dxa"/>
            <w:tcBorders>
              <w:left w:val="single" w:sz="4" w:space="0" w:color="auto"/>
            </w:tcBorders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1B4D74" w:rsidRDefault="0081424A" w:rsidP="0029468A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5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0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2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tcBorders>
              <w:right w:val="single" w:sz="4" w:space="0" w:color="auto"/>
            </w:tcBorders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1424A" w:rsidRPr="00A4556F" w:rsidTr="0010313E">
        <w:trPr>
          <w:trHeight w:val="284"/>
          <w:jc w:val="center"/>
        </w:trPr>
        <w:tc>
          <w:tcPr>
            <w:tcW w:w="605" w:type="dxa"/>
            <w:vAlign w:val="center"/>
          </w:tcPr>
          <w:p w:rsidR="0081424A" w:rsidRPr="00575A7B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45</w:t>
            </w:r>
          </w:p>
        </w:tc>
        <w:tc>
          <w:tcPr>
            <w:tcW w:w="1584" w:type="dxa"/>
            <w:vAlign w:val="center"/>
          </w:tcPr>
          <w:p w:rsidR="0081424A" w:rsidRPr="000400E1" w:rsidRDefault="0081424A" w:rsidP="00F643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MODUGNO</w:t>
            </w:r>
          </w:p>
        </w:tc>
        <w:tc>
          <w:tcPr>
            <w:tcW w:w="1497" w:type="dxa"/>
            <w:tcBorders>
              <w:right w:val="single" w:sz="4" w:space="0" w:color="auto"/>
            </w:tcBorders>
            <w:vAlign w:val="center"/>
          </w:tcPr>
          <w:p w:rsidR="0081424A" w:rsidRPr="000400E1" w:rsidRDefault="0081424A" w:rsidP="00F643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 De Amicis</w:t>
            </w:r>
          </w:p>
        </w:tc>
        <w:tc>
          <w:tcPr>
            <w:tcW w:w="440" w:type="dxa"/>
            <w:tcBorders>
              <w:left w:val="single" w:sz="4" w:space="0" w:color="auto"/>
            </w:tcBorders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55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1B4D74" w:rsidRDefault="0081424A" w:rsidP="0029468A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5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0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2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tcBorders>
              <w:right w:val="single" w:sz="4" w:space="0" w:color="auto"/>
            </w:tcBorders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1424A" w:rsidRPr="00A4556F" w:rsidTr="0010313E">
        <w:trPr>
          <w:trHeight w:val="284"/>
          <w:jc w:val="center"/>
        </w:trPr>
        <w:tc>
          <w:tcPr>
            <w:tcW w:w="605" w:type="dxa"/>
            <w:vAlign w:val="center"/>
          </w:tcPr>
          <w:p w:rsidR="0081424A" w:rsidRPr="00575A7B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46</w:t>
            </w:r>
          </w:p>
        </w:tc>
        <w:tc>
          <w:tcPr>
            <w:tcW w:w="1584" w:type="dxa"/>
            <w:vAlign w:val="center"/>
          </w:tcPr>
          <w:p w:rsidR="0081424A" w:rsidRPr="000400E1" w:rsidRDefault="0081424A" w:rsidP="00F643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TRIGGIANO</w:t>
            </w:r>
          </w:p>
        </w:tc>
        <w:tc>
          <w:tcPr>
            <w:tcW w:w="1497" w:type="dxa"/>
            <w:tcBorders>
              <w:right w:val="single" w:sz="4" w:space="0" w:color="auto"/>
            </w:tcBorders>
            <w:vAlign w:val="center"/>
          </w:tcPr>
          <w:p w:rsidR="0081424A" w:rsidRPr="000400E1" w:rsidRDefault="0081424A" w:rsidP="00F643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 S. G. Bosco</w:t>
            </w:r>
          </w:p>
        </w:tc>
        <w:tc>
          <w:tcPr>
            <w:tcW w:w="440" w:type="dxa"/>
            <w:tcBorders>
              <w:left w:val="single" w:sz="4" w:space="0" w:color="auto"/>
            </w:tcBorders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55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1B4D74" w:rsidRDefault="0081424A" w:rsidP="0029468A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ORI</w:t>
            </w:r>
          </w:p>
        </w:tc>
        <w:tc>
          <w:tcPr>
            <w:tcW w:w="55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0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2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tcBorders>
              <w:right w:val="single" w:sz="4" w:space="0" w:color="auto"/>
            </w:tcBorders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vAlign w:val="center"/>
          </w:tcPr>
          <w:p w:rsidR="0081424A" w:rsidRPr="00A4556F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1424A" w:rsidRPr="00A4556F" w:rsidTr="0010313E">
        <w:trPr>
          <w:trHeight w:val="284"/>
          <w:jc w:val="center"/>
        </w:trPr>
        <w:tc>
          <w:tcPr>
            <w:tcW w:w="605" w:type="dxa"/>
            <w:vAlign w:val="center"/>
          </w:tcPr>
          <w:p w:rsidR="0081424A" w:rsidRPr="00575A7B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47</w:t>
            </w:r>
          </w:p>
        </w:tc>
        <w:tc>
          <w:tcPr>
            <w:tcW w:w="1584" w:type="dxa"/>
            <w:vAlign w:val="center"/>
          </w:tcPr>
          <w:p w:rsidR="0081424A" w:rsidRPr="000400E1" w:rsidRDefault="0081424A" w:rsidP="00F643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TRIGGIANO</w:t>
            </w:r>
          </w:p>
        </w:tc>
        <w:tc>
          <w:tcPr>
            <w:tcW w:w="1497" w:type="dxa"/>
            <w:tcBorders>
              <w:right w:val="single" w:sz="4" w:space="0" w:color="auto"/>
            </w:tcBorders>
            <w:vAlign w:val="center"/>
          </w:tcPr>
          <w:p w:rsidR="0081424A" w:rsidRPr="000400E1" w:rsidRDefault="0081424A" w:rsidP="00F643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II </w:t>
            </w:r>
            <w:r w:rsidRPr="00C4235E">
              <w:rPr>
                <w:rFonts w:ascii="Tahoma" w:hAnsi="Tahoma" w:cs="Tahoma"/>
                <w:sz w:val="16"/>
                <w:szCs w:val="16"/>
              </w:rPr>
              <w:t>Giovanni XXIII</w:t>
            </w:r>
          </w:p>
        </w:tc>
        <w:tc>
          <w:tcPr>
            <w:tcW w:w="440" w:type="dxa"/>
            <w:tcBorders>
              <w:left w:val="single" w:sz="4" w:space="0" w:color="auto"/>
            </w:tcBorders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55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1B4D74" w:rsidRDefault="0081424A" w:rsidP="0029468A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5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0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2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tcBorders>
              <w:right w:val="single" w:sz="4" w:space="0" w:color="auto"/>
            </w:tcBorders>
            <w:vAlign w:val="center"/>
          </w:tcPr>
          <w:p w:rsidR="0081424A" w:rsidRPr="001B4D74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1B4D74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1B4D74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vAlign w:val="center"/>
          </w:tcPr>
          <w:p w:rsidR="0081424A" w:rsidRPr="001B4D74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1424A" w:rsidRPr="00A4556F" w:rsidTr="0010313E">
        <w:trPr>
          <w:trHeight w:val="284"/>
          <w:jc w:val="center"/>
        </w:trPr>
        <w:tc>
          <w:tcPr>
            <w:tcW w:w="605" w:type="dxa"/>
            <w:vAlign w:val="center"/>
          </w:tcPr>
          <w:p w:rsidR="0081424A" w:rsidRPr="00575A7B" w:rsidRDefault="0081424A" w:rsidP="002079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48</w:t>
            </w:r>
          </w:p>
        </w:tc>
        <w:tc>
          <w:tcPr>
            <w:tcW w:w="1584" w:type="dxa"/>
            <w:vAlign w:val="center"/>
          </w:tcPr>
          <w:p w:rsidR="0081424A" w:rsidRPr="000400E1" w:rsidRDefault="0081424A" w:rsidP="00F643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VALENZANO</w:t>
            </w:r>
          </w:p>
        </w:tc>
        <w:tc>
          <w:tcPr>
            <w:tcW w:w="1497" w:type="dxa"/>
            <w:tcBorders>
              <w:right w:val="single" w:sz="4" w:space="0" w:color="auto"/>
            </w:tcBorders>
            <w:vAlign w:val="center"/>
          </w:tcPr>
          <w:p w:rsidR="0081424A" w:rsidRPr="000400E1" w:rsidRDefault="0081424A" w:rsidP="00F643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I </w:t>
            </w:r>
            <w:r w:rsidRPr="00C4235E">
              <w:rPr>
                <w:rFonts w:ascii="Tahoma" w:hAnsi="Tahoma" w:cs="Tahoma"/>
                <w:sz w:val="16"/>
                <w:szCs w:val="16"/>
              </w:rPr>
              <w:t>Giovanni XXIII</w:t>
            </w:r>
          </w:p>
        </w:tc>
        <w:tc>
          <w:tcPr>
            <w:tcW w:w="440" w:type="dxa"/>
            <w:tcBorders>
              <w:left w:val="single" w:sz="4" w:space="0" w:color="auto"/>
            </w:tcBorders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55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1B4D74" w:rsidRDefault="0081424A" w:rsidP="0029468A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BAD</w:t>
            </w:r>
          </w:p>
        </w:tc>
        <w:tc>
          <w:tcPr>
            <w:tcW w:w="55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0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2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tcBorders>
              <w:right w:val="single" w:sz="4" w:space="0" w:color="auto"/>
            </w:tcBorders>
            <w:vAlign w:val="center"/>
          </w:tcPr>
          <w:p w:rsidR="0081424A" w:rsidRPr="001B4D74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1B4D74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1B4D74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vAlign w:val="center"/>
          </w:tcPr>
          <w:p w:rsidR="0081424A" w:rsidRPr="001B4D74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1424A" w:rsidRPr="00A4556F" w:rsidTr="0010313E">
        <w:trPr>
          <w:trHeight w:val="284"/>
          <w:jc w:val="center"/>
        </w:trPr>
        <w:tc>
          <w:tcPr>
            <w:tcW w:w="605" w:type="dxa"/>
            <w:vAlign w:val="center"/>
          </w:tcPr>
          <w:p w:rsidR="0081424A" w:rsidRPr="00575A7B" w:rsidRDefault="0081424A" w:rsidP="00FE334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49</w:t>
            </w:r>
          </w:p>
        </w:tc>
        <w:tc>
          <w:tcPr>
            <w:tcW w:w="1584" w:type="dxa"/>
            <w:vAlign w:val="center"/>
          </w:tcPr>
          <w:p w:rsidR="0081424A" w:rsidRPr="006C1DDE" w:rsidRDefault="0081424A" w:rsidP="00F643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6C1DDE">
              <w:rPr>
                <w:rFonts w:ascii="Tahoma" w:hAnsi="Tahoma" w:cs="Tahoma"/>
                <w:sz w:val="18"/>
                <w:szCs w:val="18"/>
              </w:rPr>
              <w:t>VALENZANO</w:t>
            </w:r>
          </w:p>
        </w:tc>
        <w:tc>
          <w:tcPr>
            <w:tcW w:w="1497" w:type="dxa"/>
            <w:tcBorders>
              <w:right w:val="single" w:sz="4" w:space="0" w:color="auto"/>
            </w:tcBorders>
            <w:vAlign w:val="center"/>
          </w:tcPr>
          <w:p w:rsidR="0081424A" w:rsidRDefault="0081424A" w:rsidP="00F643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Capozzi</w:t>
            </w:r>
          </w:p>
        </w:tc>
        <w:tc>
          <w:tcPr>
            <w:tcW w:w="440" w:type="dxa"/>
            <w:tcBorders>
              <w:left w:val="single" w:sz="4" w:space="0" w:color="auto"/>
            </w:tcBorders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55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1B4D74" w:rsidRDefault="0081424A" w:rsidP="0029468A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5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1B4D74" w:rsidRDefault="0081424A" w:rsidP="00F643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0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2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tcBorders>
              <w:right w:val="single" w:sz="4" w:space="0" w:color="auto"/>
            </w:tcBorders>
            <w:vAlign w:val="center"/>
          </w:tcPr>
          <w:p w:rsidR="0081424A" w:rsidRPr="001B4D74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1B4D74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1B4D74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vAlign w:val="center"/>
          </w:tcPr>
          <w:p w:rsidR="0081424A" w:rsidRPr="001B4D74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1424A" w:rsidRPr="00A4556F" w:rsidTr="0010313E">
        <w:trPr>
          <w:trHeight w:val="284"/>
          <w:jc w:val="center"/>
        </w:trPr>
        <w:tc>
          <w:tcPr>
            <w:tcW w:w="605" w:type="dxa"/>
            <w:vAlign w:val="center"/>
          </w:tcPr>
          <w:p w:rsidR="0081424A" w:rsidRPr="00575A7B" w:rsidRDefault="0081424A" w:rsidP="00FE334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50</w:t>
            </w:r>
          </w:p>
        </w:tc>
        <w:tc>
          <w:tcPr>
            <w:tcW w:w="1584" w:type="dxa"/>
            <w:vAlign w:val="center"/>
          </w:tcPr>
          <w:p w:rsidR="0081424A" w:rsidRPr="0010313E" w:rsidRDefault="0081424A" w:rsidP="00B153B6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10313E">
              <w:rPr>
                <w:rFonts w:ascii="Tahoma" w:hAnsi="Tahoma" w:cs="Tahoma"/>
                <w:sz w:val="18"/>
                <w:szCs w:val="18"/>
              </w:rPr>
              <w:t>NOICATTARO</w:t>
            </w:r>
          </w:p>
        </w:tc>
        <w:tc>
          <w:tcPr>
            <w:tcW w:w="1497" w:type="dxa"/>
            <w:tcBorders>
              <w:right w:val="single" w:sz="4" w:space="0" w:color="auto"/>
            </w:tcBorders>
            <w:vAlign w:val="center"/>
          </w:tcPr>
          <w:p w:rsidR="0081424A" w:rsidRPr="000400E1" w:rsidRDefault="0081424A" w:rsidP="00B153B6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II De Gasperi</w:t>
            </w:r>
          </w:p>
        </w:tc>
        <w:tc>
          <w:tcPr>
            <w:tcW w:w="440" w:type="dxa"/>
            <w:tcBorders>
              <w:left w:val="single" w:sz="4" w:space="0" w:color="auto"/>
            </w:tcBorders>
            <w:vAlign w:val="center"/>
          </w:tcPr>
          <w:p w:rsidR="0081424A" w:rsidRPr="001B4D74" w:rsidRDefault="0081424A" w:rsidP="00B153B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1B4D74" w:rsidRDefault="0081424A" w:rsidP="00B153B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550" w:type="dxa"/>
            <w:vAlign w:val="center"/>
          </w:tcPr>
          <w:p w:rsidR="0081424A" w:rsidRPr="001B4D74" w:rsidRDefault="0081424A" w:rsidP="00B153B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1B4D74" w:rsidRDefault="0081424A" w:rsidP="00B153B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1B4D74" w:rsidRDefault="0081424A" w:rsidP="00B153B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1B4D74" w:rsidRDefault="0081424A" w:rsidP="00B153B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1B4D74" w:rsidRDefault="0081424A" w:rsidP="00B153B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1B4D74" w:rsidRDefault="0081424A" w:rsidP="0029468A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SCA</w:t>
            </w:r>
          </w:p>
        </w:tc>
        <w:tc>
          <w:tcPr>
            <w:tcW w:w="550" w:type="dxa"/>
            <w:vAlign w:val="center"/>
          </w:tcPr>
          <w:p w:rsidR="0081424A" w:rsidRPr="001B4D74" w:rsidRDefault="0081424A" w:rsidP="00B153B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1B4D74" w:rsidRDefault="0081424A" w:rsidP="00B153B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0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2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tcBorders>
              <w:right w:val="single" w:sz="4" w:space="0" w:color="auto"/>
            </w:tcBorders>
            <w:vAlign w:val="center"/>
          </w:tcPr>
          <w:p w:rsidR="0081424A" w:rsidRPr="001B4D74" w:rsidRDefault="0081424A" w:rsidP="00B153B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1B4D74" w:rsidRDefault="0081424A" w:rsidP="00B153B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1B4D74" w:rsidRDefault="0081424A" w:rsidP="00B153B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vAlign w:val="center"/>
          </w:tcPr>
          <w:p w:rsidR="0081424A" w:rsidRPr="001B4D74" w:rsidRDefault="0081424A" w:rsidP="00B153B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1424A" w:rsidRPr="00A4556F" w:rsidTr="0010313E">
        <w:trPr>
          <w:trHeight w:val="284"/>
          <w:jc w:val="center"/>
        </w:trPr>
        <w:tc>
          <w:tcPr>
            <w:tcW w:w="605" w:type="dxa"/>
            <w:vAlign w:val="center"/>
          </w:tcPr>
          <w:p w:rsidR="0081424A" w:rsidRPr="00575A7B" w:rsidRDefault="0081424A" w:rsidP="00C71D7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51</w:t>
            </w:r>
          </w:p>
        </w:tc>
        <w:tc>
          <w:tcPr>
            <w:tcW w:w="1584" w:type="dxa"/>
            <w:vAlign w:val="center"/>
          </w:tcPr>
          <w:p w:rsidR="0081424A" w:rsidRPr="0010313E" w:rsidRDefault="0081424A" w:rsidP="00C71D7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10313E">
              <w:rPr>
                <w:rFonts w:ascii="Tahoma" w:hAnsi="Tahoma" w:cs="Tahoma"/>
                <w:sz w:val="18"/>
                <w:szCs w:val="18"/>
              </w:rPr>
              <w:t>NOICATTARO</w:t>
            </w:r>
          </w:p>
        </w:tc>
        <w:tc>
          <w:tcPr>
            <w:tcW w:w="1497" w:type="dxa"/>
            <w:tcBorders>
              <w:right w:val="single" w:sz="4" w:space="0" w:color="auto"/>
            </w:tcBorders>
            <w:vAlign w:val="center"/>
          </w:tcPr>
          <w:p w:rsidR="0081424A" w:rsidRPr="000400E1" w:rsidRDefault="0081424A" w:rsidP="00C71D7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Par. Desimini</w:t>
            </w:r>
          </w:p>
        </w:tc>
        <w:tc>
          <w:tcPr>
            <w:tcW w:w="440" w:type="dxa"/>
            <w:tcBorders>
              <w:left w:val="single" w:sz="4" w:space="0" w:color="auto"/>
            </w:tcBorders>
            <w:vAlign w:val="center"/>
          </w:tcPr>
          <w:p w:rsidR="0081424A" w:rsidRPr="001B4D74" w:rsidRDefault="0081424A" w:rsidP="00C71D7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1B4D74" w:rsidRDefault="0081424A" w:rsidP="00C71D7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0" w:type="dxa"/>
            <w:vAlign w:val="center"/>
          </w:tcPr>
          <w:p w:rsidR="0081424A" w:rsidRPr="001B4D74" w:rsidRDefault="0081424A" w:rsidP="00C71D7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1B4D74" w:rsidRDefault="0081424A" w:rsidP="00C71D7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1B4D74" w:rsidRDefault="0081424A" w:rsidP="00C71D7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1B4D74" w:rsidRDefault="0081424A" w:rsidP="00C71D7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1E4211" w:rsidRDefault="0081424A" w:rsidP="00C71D7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40" w:type="dxa"/>
            <w:vAlign w:val="center"/>
          </w:tcPr>
          <w:p w:rsidR="0081424A" w:rsidRPr="001B4D74" w:rsidRDefault="0081424A" w:rsidP="00C71D79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50" w:type="dxa"/>
            <w:vAlign w:val="center"/>
          </w:tcPr>
          <w:p w:rsidR="0081424A" w:rsidRPr="001B4D74" w:rsidRDefault="0081424A" w:rsidP="00C71D7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1B4D74" w:rsidRDefault="0081424A" w:rsidP="00C71D7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0" w:type="dxa"/>
            <w:vAlign w:val="center"/>
          </w:tcPr>
          <w:p w:rsidR="0081424A" w:rsidRPr="001B4D74" w:rsidRDefault="0081424A" w:rsidP="00C71D7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2" w:type="dxa"/>
            <w:vAlign w:val="center"/>
          </w:tcPr>
          <w:p w:rsidR="0081424A" w:rsidRPr="001B4D74" w:rsidRDefault="0081424A" w:rsidP="00C71D7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1B4D74" w:rsidRDefault="0081424A" w:rsidP="00C71D7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C71D7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1B4D74" w:rsidRDefault="0081424A" w:rsidP="00C71D7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1B4D74" w:rsidRDefault="0081424A" w:rsidP="00C71D7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tcBorders>
              <w:right w:val="single" w:sz="4" w:space="0" w:color="auto"/>
            </w:tcBorders>
            <w:vAlign w:val="center"/>
          </w:tcPr>
          <w:p w:rsidR="0081424A" w:rsidRPr="001B4D74" w:rsidRDefault="0081424A" w:rsidP="00B153B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1B4D74" w:rsidRDefault="0081424A" w:rsidP="00B153B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1B4D74" w:rsidRDefault="0081424A" w:rsidP="00B153B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vAlign w:val="center"/>
          </w:tcPr>
          <w:p w:rsidR="0081424A" w:rsidRPr="001B4D74" w:rsidRDefault="0081424A" w:rsidP="00B153B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1424A" w:rsidRPr="00A4556F" w:rsidTr="0010313E">
        <w:trPr>
          <w:trHeight w:val="284"/>
          <w:jc w:val="center"/>
        </w:trPr>
        <w:tc>
          <w:tcPr>
            <w:tcW w:w="605" w:type="dxa"/>
            <w:vAlign w:val="center"/>
          </w:tcPr>
          <w:p w:rsidR="0081424A" w:rsidRDefault="0081424A" w:rsidP="007E2CD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52</w:t>
            </w:r>
          </w:p>
        </w:tc>
        <w:tc>
          <w:tcPr>
            <w:tcW w:w="1584" w:type="dxa"/>
            <w:vAlign w:val="center"/>
          </w:tcPr>
          <w:p w:rsidR="0081424A" w:rsidRPr="0010313E" w:rsidRDefault="0081424A" w:rsidP="00B7273D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10313E">
              <w:rPr>
                <w:rFonts w:ascii="Tahoma" w:hAnsi="Tahoma" w:cs="Tahoma"/>
                <w:sz w:val="18"/>
                <w:szCs w:val="18"/>
              </w:rPr>
              <w:t>NOICATTARO</w:t>
            </w:r>
          </w:p>
        </w:tc>
        <w:tc>
          <w:tcPr>
            <w:tcW w:w="1497" w:type="dxa"/>
            <w:tcBorders>
              <w:right w:val="single" w:sz="4" w:space="0" w:color="auto"/>
            </w:tcBorders>
            <w:vAlign w:val="center"/>
          </w:tcPr>
          <w:p w:rsidR="0081424A" w:rsidRPr="000400E1" w:rsidRDefault="0081424A" w:rsidP="00B7273D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 A. Gramsci</w:t>
            </w:r>
          </w:p>
        </w:tc>
        <w:tc>
          <w:tcPr>
            <w:tcW w:w="440" w:type="dxa"/>
            <w:tcBorders>
              <w:left w:val="single" w:sz="4" w:space="0" w:color="auto"/>
            </w:tcBorders>
            <w:vAlign w:val="center"/>
          </w:tcPr>
          <w:p w:rsidR="0081424A" w:rsidRPr="001B4D74" w:rsidRDefault="0081424A" w:rsidP="00B727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1B4D74" w:rsidRDefault="0081424A" w:rsidP="00B727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550" w:type="dxa"/>
            <w:vAlign w:val="center"/>
          </w:tcPr>
          <w:p w:rsidR="0081424A" w:rsidRPr="001B4D74" w:rsidRDefault="0081424A" w:rsidP="00B727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1B4D74" w:rsidRDefault="0081424A" w:rsidP="00B727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1B4D74" w:rsidRDefault="0081424A" w:rsidP="00B727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1B4D74" w:rsidRDefault="0081424A" w:rsidP="00B727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1B4D74" w:rsidRDefault="0081424A" w:rsidP="00B727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1B4D74" w:rsidRDefault="0081424A" w:rsidP="00B7273D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50" w:type="dxa"/>
            <w:vAlign w:val="center"/>
          </w:tcPr>
          <w:p w:rsidR="0081424A" w:rsidRPr="001B4D74" w:rsidRDefault="0081424A" w:rsidP="00B727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1B4D74" w:rsidRDefault="0081424A" w:rsidP="00B727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0" w:type="dxa"/>
            <w:vAlign w:val="center"/>
          </w:tcPr>
          <w:p w:rsidR="0081424A" w:rsidRPr="001B4D74" w:rsidRDefault="0081424A" w:rsidP="00B727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2" w:type="dxa"/>
            <w:vAlign w:val="center"/>
          </w:tcPr>
          <w:p w:rsidR="0081424A" w:rsidRPr="001B4D74" w:rsidRDefault="0081424A" w:rsidP="00B727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1B4D74" w:rsidRDefault="0081424A" w:rsidP="00B727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1B4D74" w:rsidRDefault="0081424A" w:rsidP="00B727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1B4D74" w:rsidRDefault="0081424A" w:rsidP="00B727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727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1B4D74" w:rsidRDefault="0081424A" w:rsidP="00B727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727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1B4D74" w:rsidRDefault="0081424A" w:rsidP="00B727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727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727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1B4D74" w:rsidRDefault="0081424A" w:rsidP="00B727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727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727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1B4D74" w:rsidRDefault="0081424A" w:rsidP="00B727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:rsidR="0081424A" w:rsidRPr="001B4D74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tcBorders>
              <w:right w:val="single" w:sz="4" w:space="0" w:color="auto"/>
            </w:tcBorders>
            <w:vAlign w:val="center"/>
          </w:tcPr>
          <w:p w:rsidR="0081424A" w:rsidRPr="001B4D74" w:rsidRDefault="0081424A" w:rsidP="00B153B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1B4D74" w:rsidRDefault="0081424A" w:rsidP="00B153B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1B4D74" w:rsidRDefault="0081424A" w:rsidP="00B153B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vAlign w:val="center"/>
          </w:tcPr>
          <w:p w:rsidR="0081424A" w:rsidRPr="001B4D74" w:rsidRDefault="0081424A" w:rsidP="00B153B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1424A" w:rsidRPr="00A4556F" w:rsidTr="0007444C">
        <w:trPr>
          <w:trHeight w:val="284"/>
          <w:jc w:val="center"/>
        </w:trPr>
        <w:tc>
          <w:tcPr>
            <w:tcW w:w="3686" w:type="dxa"/>
            <w:gridSpan w:val="3"/>
            <w:tcBorders>
              <w:right w:val="single" w:sz="4" w:space="0" w:color="auto"/>
            </w:tcBorders>
            <w:vAlign w:val="center"/>
          </w:tcPr>
          <w:p w:rsidR="0081424A" w:rsidRDefault="0081424A" w:rsidP="00B153B6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Totale</w:t>
            </w:r>
          </w:p>
        </w:tc>
        <w:tc>
          <w:tcPr>
            <w:tcW w:w="440" w:type="dxa"/>
            <w:tcBorders>
              <w:left w:val="single" w:sz="4" w:space="0" w:color="auto"/>
            </w:tcBorders>
            <w:vAlign w:val="center"/>
          </w:tcPr>
          <w:p w:rsidR="0081424A" w:rsidRPr="001B4D74" w:rsidRDefault="0081424A" w:rsidP="00B153B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:rsidR="0081424A" w:rsidRPr="00D31965" w:rsidRDefault="0081424A" w:rsidP="00B153B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31965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550" w:type="dxa"/>
            <w:vAlign w:val="center"/>
          </w:tcPr>
          <w:p w:rsidR="0081424A" w:rsidRPr="00D31965" w:rsidRDefault="0081424A" w:rsidP="00B153B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31965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440" w:type="dxa"/>
            <w:vAlign w:val="center"/>
          </w:tcPr>
          <w:p w:rsidR="0081424A" w:rsidRPr="00D31965" w:rsidRDefault="0081424A" w:rsidP="00B153B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31965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440" w:type="dxa"/>
            <w:vAlign w:val="center"/>
          </w:tcPr>
          <w:p w:rsidR="0081424A" w:rsidRPr="00D31965" w:rsidRDefault="0081424A" w:rsidP="00B153B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31965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440" w:type="dxa"/>
            <w:vAlign w:val="center"/>
          </w:tcPr>
          <w:p w:rsidR="0081424A" w:rsidRPr="00D31965" w:rsidRDefault="0081424A" w:rsidP="00B153B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31965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440" w:type="dxa"/>
            <w:vAlign w:val="center"/>
          </w:tcPr>
          <w:p w:rsidR="0081424A" w:rsidRPr="00D31965" w:rsidRDefault="0081424A" w:rsidP="00B153B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31965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440" w:type="dxa"/>
            <w:vAlign w:val="center"/>
          </w:tcPr>
          <w:p w:rsidR="0081424A" w:rsidRPr="00D31965" w:rsidRDefault="0081424A" w:rsidP="0029468A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50" w:type="dxa"/>
            <w:vAlign w:val="center"/>
          </w:tcPr>
          <w:p w:rsidR="0081424A" w:rsidRPr="00D31965" w:rsidRDefault="0081424A" w:rsidP="00B153B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31965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440" w:type="dxa"/>
            <w:vAlign w:val="center"/>
          </w:tcPr>
          <w:p w:rsidR="0081424A" w:rsidRPr="00D31965" w:rsidRDefault="0081424A" w:rsidP="00B153B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31965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330" w:type="dxa"/>
            <w:vAlign w:val="center"/>
          </w:tcPr>
          <w:p w:rsidR="0081424A" w:rsidRPr="00D31965" w:rsidRDefault="0081424A" w:rsidP="00D31965">
            <w:pPr>
              <w:spacing w:after="0" w:line="240" w:lineRule="auto"/>
              <w:ind w:left="-57" w:right="-4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31965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442" w:type="dxa"/>
            <w:vAlign w:val="center"/>
          </w:tcPr>
          <w:p w:rsidR="0081424A" w:rsidRPr="00D31965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31965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339" w:type="dxa"/>
            <w:vAlign w:val="center"/>
          </w:tcPr>
          <w:p w:rsidR="0081424A" w:rsidRPr="00D31965" w:rsidRDefault="0081424A" w:rsidP="00D31965">
            <w:pPr>
              <w:spacing w:after="0" w:line="240" w:lineRule="auto"/>
              <w:ind w:right="-48" w:hanging="5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31965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339" w:type="dxa"/>
            <w:vAlign w:val="center"/>
          </w:tcPr>
          <w:p w:rsidR="0081424A" w:rsidRPr="00D31965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31965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339" w:type="dxa"/>
            <w:vAlign w:val="center"/>
          </w:tcPr>
          <w:p w:rsidR="0081424A" w:rsidRPr="00D31965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31965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339" w:type="dxa"/>
            <w:vAlign w:val="center"/>
          </w:tcPr>
          <w:p w:rsidR="0081424A" w:rsidRPr="00D31965" w:rsidRDefault="0081424A" w:rsidP="00D31965">
            <w:pPr>
              <w:spacing w:after="0" w:line="240" w:lineRule="auto"/>
              <w:ind w:right="-121" w:hanging="86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31965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339" w:type="dxa"/>
            <w:vAlign w:val="center"/>
          </w:tcPr>
          <w:p w:rsidR="0081424A" w:rsidRPr="00D31965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31965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339" w:type="dxa"/>
            <w:vAlign w:val="center"/>
          </w:tcPr>
          <w:p w:rsidR="0081424A" w:rsidRPr="00D31965" w:rsidRDefault="0081424A" w:rsidP="00D31965">
            <w:pPr>
              <w:spacing w:after="0" w:line="240" w:lineRule="auto"/>
              <w:ind w:right="-103" w:hanging="10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31965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339" w:type="dxa"/>
            <w:vAlign w:val="center"/>
          </w:tcPr>
          <w:p w:rsidR="0081424A" w:rsidRPr="00D31965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31965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339" w:type="dxa"/>
            <w:vAlign w:val="center"/>
          </w:tcPr>
          <w:p w:rsidR="0081424A" w:rsidRPr="00D31965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31965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339" w:type="dxa"/>
            <w:vAlign w:val="center"/>
          </w:tcPr>
          <w:p w:rsidR="0081424A" w:rsidRPr="00D31965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31965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339" w:type="dxa"/>
            <w:vAlign w:val="center"/>
          </w:tcPr>
          <w:p w:rsidR="0081424A" w:rsidRPr="00D31965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9" w:type="dxa"/>
            <w:vAlign w:val="center"/>
          </w:tcPr>
          <w:p w:rsidR="0081424A" w:rsidRPr="00D31965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9" w:type="dxa"/>
            <w:vAlign w:val="center"/>
          </w:tcPr>
          <w:p w:rsidR="0081424A" w:rsidRPr="00D31965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31965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339" w:type="dxa"/>
            <w:vAlign w:val="center"/>
          </w:tcPr>
          <w:p w:rsidR="0081424A" w:rsidRPr="00D31965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9" w:type="dxa"/>
            <w:vAlign w:val="center"/>
          </w:tcPr>
          <w:p w:rsidR="0081424A" w:rsidRPr="00D31965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31965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339" w:type="dxa"/>
            <w:tcBorders>
              <w:right w:val="single" w:sz="4" w:space="0" w:color="auto"/>
            </w:tcBorders>
            <w:vAlign w:val="center"/>
          </w:tcPr>
          <w:p w:rsidR="0081424A" w:rsidRPr="00D31965" w:rsidRDefault="0081424A" w:rsidP="00B153B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31965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D31965" w:rsidRDefault="0081424A" w:rsidP="00B153B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31965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00403F" w:rsidRDefault="0081424A" w:rsidP="00B153B6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vAlign w:val="center"/>
          </w:tcPr>
          <w:p w:rsidR="0081424A" w:rsidRPr="001B4D74" w:rsidRDefault="0081424A" w:rsidP="00B153B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1424A" w:rsidRPr="002A543F" w:rsidTr="005C482A">
        <w:trPr>
          <w:gridAfter w:val="3"/>
          <w:wAfter w:w="1423" w:type="dxa"/>
          <w:cantSplit/>
          <w:trHeight w:val="422"/>
          <w:jc w:val="center"/>
        </w:trPr>
        <w:tc>
          <w:tcPr>
            <w:tcW w:w="14163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1424A" w:rsidRPr="0029468A" w:rsidRDefault="0081424A" w:rsidP="0029468A">
            <w:pPr>
              <w:spacing w:line="240" w:lineRule="auto"/>
              <w:rPr>
                <w:rFonts w:ascii="Tahoma" w:hAnsi="Tahoma" w:cs="Tahoma"/>
                <w:sz w:val="14"/>
                <w:szCs w:val="14"/>
              </w:rPr>
            </w:pPr>
          </w:p>
          <w:p w:rsidR="0081424A" w:rsidRPr="009459C5" w:rsidRDefault="0081424A" w:rsidP="0029468A">
            <w:pPr>
              <w:spacing w:line="240" w:lineRule="auto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 xml:space="preserve">          </w:t>
            </w:r>
            <w:r w:rsidRPr="00CF4D12">
              <w:rPr>
                <w:rFonts w:ascii="Tahoma" w:hAnsi="Tahoma" w:cs="Tahoma"/>
                <w:sz w:val="28"/>
                <w:szCs w:val="28"/>
              </w:rPr>
              <w:t xml:space="preserve">Scuola Primaria </w:t>
            </w:r>
            <w:r w:rsidRPr="0096008A">
              <w:rPr>
                <w:rFonts w:ascii="Tahoma" w:hAnsi="Tahoma" w:cs="Tahoma"/>
                <w:sz w:val="28"/>
                <w:szCs w:val="28"/>
              </w:rPr>
              <w:t>O</w:t>
            </w:r>
            <w:r>
              <w:rPr>
                <w:rFonts w:ascii="Tahoma" w:hAnsi="Tahoma" w:cs="Tahoma"/>
                <w:sz w:val="28"/>
                <w:szCs w:val="28"/>
              </w:rPr>
              <w:t>RGANIGRAMM</w:t>
            </w:r>
            <w:r w:rsidRPr="0096008A">
              <w:rPr>
                <w:rFonts w:ascii="Tahoma" w:hAnsi="Tahoma" w:cs="Tahoma"/>
                <w:sz w:val="28"/>
                <w:szCs w:val="28"/>
              </w:rPr>
              <w:t>A</w:t>
            </w:r>
            <w:r>
              <w:rPr>
                <w:rFonts w:ascii="Tahoma" w:hAnsi="Tahoma" w:cs="Tahoma"/>
                <w:b/>
                <w:sz w:val="28"/>
                <w:szCs w:val="28"/>
              </w:rPr>
              <w:t xml:space="preserve"> </w:t>
            </w:r>
            <w:r>
              <w:rPr>
                <w:rFonts w:ascii="Tahoma" w:hAnsi="Tahoma" w:cs="Tahoma"/>
                <w:sz w:val="28"/>
                <w:szCs w:val="28"/>
              </w:rPr>
              <w:t>Formativo/Ludico/Sportivo – Adesione Discipline Sportive A.S. 2013</w:t>
            </w:r>
            <w:r w:rsidRPr="00CF4D12">
              <w:rPr>
                <w:rFonts w:ascii="Tahoma" w:hAnsi="Tahoma" w:cs="Tahoma"/>
                <w:sz w:val="28"/>
                <w:szCs w:val="28"/>
              </w:rPr>
              <w:t>-</w:t>
            </w:r>
            <w:r>
              <w:rPr>
                <w:rFonts w:ascii="Tahoma" w:hAnsi="Tahoma" w:cs="Tahoma"/>
                <w:sz w:val="28"/>
                <w:szCs w:val="28"/>
              </w:rPr>
              <w:t>‘14</w:t>
            </w:r>
          </w:p>
        </w:tc>
      </w:tr>
      <w:tr w:rsidR="0081424A" w:rsidRPr="002A543F" w:rsidTr="0010313E">
        <w:trPr>
          <w:cantSplit/>
          <w:trHeight w:val="2073"/>
          <w:jc w:val="center"/>
        </w:trPr>
        <w:tc>
          <w:tcPr>
            <w:tcW w:w="3686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1424A" w:rsidRDefault="0081424A" w:rsidP="009955E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4"/>
                <w:szCs w:val="24"/>
              </w:rPr>
              <w:t>Attività Motoria e Sportiva</w:t>
            </w:r>
          </w:p>
          <w:p w:rsidR="0081424A" w:rsidRDefault="0081424A" w:rsidP="009955EA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52CC8">
              <w:rPr>
                <w:rFonts w:ascii="Tahoma" w:hAnsi="Tahoma" w:cs="Tahoma"/>
                <w:sz w:val="20"/>
                <w:szCs w:val="20"/>
              </w:rPr>
              <w:t xml:space="preserve">Sport e Salute Allenano </w:t>
            </w:r>
            <w:smartTag w:uri="urn:schemas-microsoft-com:office:smarttags" w:element="PersonName">
              <w:smartTagPr>
                <w:attr w:name="ProductID" w:val="la Mente"/>
              </w:smartTagPr>
              <w:r w:rsidRPr="00D52CC8">
                <w:rPr>
                  <w:rFonts w:ascii="Tahoma" w:hAnsi="Tahoma" w:cs="Tahoma"/>
                  <w:sz w:val="20"/>
                  <w:szCs w:val="20"/>
                </w:rPr>
                <w:t>la Mente</w:t>
              </w:r>
            </w:smartTag>
          </w:p>
          <w:p w:rsidR="0081424A" w:rsidRPr="009955EA" w:rsidRDefault="0081424A" w:rsidP="009955EA">
            <w:pPr>
              <w:spacing w:after="0" w:line="36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81424A" w:rsidRDefault="0081424A" w:rsidP="009955EA">
            <w:pPr>
              <w:spacing w:after="0"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Gio.Mo.Vi. in … Festa</w:t>
            </w:r>
          </w:p>
          <w:p w:rsidR="0081424A" w:rsidRPr="00992305" w:rsidRDefault="0081424A" w:rsidP="009955EA">
            <w:pPr>
              <w:spacing w:after="0" w:line="360" w:lineRule="auto"/>
              <w:jc w:val="center"/>
              <w:rPr>
                <w:rFonts w:ascii="Tahoma" w:hAnsi="Tahoma" w:cs="Tahoma"/>
                <w:b/>
                <w:sz w:val="10"/>
                <w:szCs w:val="10"/>
              </w:rPr>
            </w:pPr>
            <w:r>
              <w:rPr>
                <w:rFonts w:ascii="Tahoma" w:hAnsi="Tahoma" w:cs="Tahoma"/>
                <w:sz w:val="24"/>
                <w:szCs w:val="24"/>
              </w:rPr>
              <w:t>Villaggio dello Sport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424A" w:rsidRDefault="0081424A" w:rsidP="00061740">
            <w:pPr>
              <w:spacing w:after="0" w:line="240" w:lineRule="auto"/>
              <w:rPr>
                <w:rFonts w:ascii="Tahoma" w:hAnsi="Tahoma" w:cs="Tahoma"/>
                <w:b/>
                <w:sz w:val="10"/>
                <w:szCs w:val="10"/>
              </w:rPr>
            </w:pPr>
          </w:p>
          <w:p w:rsidR="0081424A" w:rsidRDefault="0081424A" w:rsidP="00061740">
            <w:pPr>
              <w:spacing w:after="0" w:line="240" w:lineRule="auto"/>
              <w:rPr>
                <w:rFonts w:ascii="Tahoma" w:hAnsi="Tahoma" w:cs="Tahoma"/>
                <w:b/>
                <w:sz w:val="10"/>
                <w:szCs w:val="10"/>
              </w:rPr>
            </w:pPr>
          </w:p>
          <w:p w:rsidR="0081424A" w:rsidRDefault="0081424A" w:rsidP="00061740">
            <w:pPr>
              <w:spacing w:after="0" w:line="240" w:lineRule="auto"/>
              <w:rPr>
                <w:rFonts w:ascii="Tahoma" w:hAnsi="Tahoma" w:cs="Tahoma"/>
                <w:b/>
                <w:sz w:val="10"/>
                <w:szCs w:val="10"/>
              </w:rPr>
            </w:pPr>
          </w:p>
          <w:p w:rsidR="0081424A" w:rsidRDefault="0081424A" w:rsidP="00061740">
            <w:pPr>
              <w:spacing w:after="0" w:line="240" w:lineRule="auto"/>
              <w:rPr>
                <w:rFonts w:ascii="Tahoma" w:hAnsi="Tahoma" w:cs="Tahoma"/>
                <w:b/>
                <w:sz w:val="10"/>
                <w:szCs w:val="10"/>
              </w:rPr>
            </w:pPr>
          </w:p>
          <w:p w:rsidR="0081424A" w:rsidRDefault="0081424A" w:rsidP="00061740">
            <w:pPr>
              <w:spacing w:after="0" w:line="240" w:lineRule="auto"/>
              <w:rPr>
                <w:rFonts w:ascii="Tahoma" w:hAnsi="Tahoma" w:cs="Tahoma"/>
                <w:b/>
                <w:sz w:val="10"/>
                <w:szCs w:val="10"/>
              </w:rPr>
            </w:pPr>
          </w:p>
          <w:p w:rsidR="0081424A" w:rsidRPr="00992305" w:rsidRDefault="0081424A" w:rsidP="00061740">
            <w:pPr>
              <w:spacing w:after="0" w:line="360" w:lineRule="auto"/>
              <w:jc w:val="center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440" w:type="dxa"/>
            <w:tcBorders>
              <w:top w:val="single" w:sz="4" w:space="0" w:color="auto"/>
            </w:tcBorders>
            <w:textDirection w:val="btLr"/>
            <w:vAlign w:val="center"/>
          </w:tcPr>
          <w:p w:rsidR="0081424A" w:rsidRPr="00575A7B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062A34">
              <w:rPr>
                <w:rFonts w:ascii="Tahoma" w:hAnsi="Tahoma" w:cs="Tahoma"/>
                <w:sz w:val="14"/>
                <w:szCs w:val="14"/>
              </w:rPr>
              <w:t xml:space="preserve">PROTOCOLLO </w:t>
            </w:r>
            <w:r>
              <w:rPr>
                <w:rFonts w:ascii="Tahoma" w:hAnsi="Tahoma" w:cs="Tahoma"/>
                <w:sz w:val="14"/>
                <w:szCs w:val="14"/>
              </w:rPr>
              <w:t xml:space="preserve"> ENTE LOCALE</w:t>
            </w:r>
            <w:r w:rsidRPr="00062A34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</w:tc>
        <w:tc>
          <w:tcPr>
            <w:tcW w:w="550" w:type="dxa"/>
            <w:tcBorders>
              <w:top w:val="single" w:sz="4" w:space="0" w:color="auto"/>
            </w:tcBorders>
            <w:textDirection w:val="btLr"/>
            <w:vAlign w:val="center"/>
          </w:tcPr>
          <w:p w:rsidR="0081424A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PROFILO </w:t>
            </w:r>
            <w:r w:rsidRPr="00575A7B">
              <w:rPr>
                <w:rFonts w:ascii="Tahoma" w:hAnsi="Tahoma" w:cs="Tahoma"/>
                <w:sz w:val="14"/>
                <w:szCs w:val="14"/>
              </w:rPr>
              <w:t>STAF</w:t>
            </w:r>
            <w:r>
              <w:rPr>
                <w:rFonts w:ascii="Tahoma" w:hAnsi="Tahoma" w:cs="Tahoma"/>
                <w:sz w:val="14"/>
                <w:szCs w:val="14"/>
              </w:rPr>
              <w:t xml:space="preserve">f </w:t>
            </w:r>
            <w:r w:rsidRPr="00575A7B">
              <w:rPr>
                <w:rFonts w:ascii="Tahoma" w:hAnsi="Tahoma" w:cs="Tahoma"/>
                <w:sz w:val="14"/>
                <w:szCs w:val="14"/>
              </w:rPr>
              <w:t>MOTORIA</w:t>
            </w:r>
          </w:p>
          <w:p w:rsidR="0081424A" w:rsidRPr="00575A7B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I.C. “Ist. Compr.” Doc. ISEF</w:t>
            </w:r>
          </w:p>
        </w:tc>
        <w:tc>
          <w:tcPr>
            <w:tcW w:w="440" w:type="dxa"/>
            <w:tcBorders>
              <w:top w:val="single" w:sz="4" w:space="0" w:color="auto"/>
            </w:tcBorders>
            <w:textDirection w:val="btLr"/>
          </w:tcPr>
          <w:p w:rsidR="0081424A" w:rsidRPr="003B043E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  <w:lang w:val="en-GB"/>
              </w:rPr>
            </w:pPr>
            <w:r w:rsidRPr="003B043E">
              <w:rPr>
                <w:rFonts w:ascii="Tahoma" w:hAnsi="Tahoma" w:cs="Tahoma"/>
                <w:sz w:val="14"/>
                <w:szCs w:val="14"/>
                <w:lang w:val="en-GB"/>
              </w:rPr>
              <w:t>STAFF C.O.R.–Doc. Consulta</w:t>
            </w:r>
          </w:p>
        </w:tc>
        <w:tc>
          <w:tcPr>
            <w:tcW w:w="440" w:type="dxa"/>
            <w:tcBorders>
              <w:top w:val="single" w:sz="4" w:space="0" w:color="auto"/>
            </w:tcBorders>
            <w:textDirection w:val="btLr"/>
            <w:vAlign w:val="center"/>
          </w:tcPr>
          <w:p w:rsidR="0081424A" w:rsidRPr="00EB6EBF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CONVENZIONE  -FED.  – Ass.                  </w:t>
            </w:r>
          </w:p>
        </w:tc>
        <w:tc>
          <w:tcPr>
            <w:tcW w:w="440" w:type="dxa"/>
            <w:tcBorders>
              <w:top w:val="single" w:sz="4" w:space="0" w:color="auto"/>
            </w:tcBorders>
            <w:textDirection w:val="btLr"/>
            <w:vAlign w:val="center"/>
          </w:tcPr>
          <w:p w:rsidR="0081424A" w:rsidRPr="00062A34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ESPERTO ISEF - Associazione</w:t>
            </w:r>
          </w:p>
        </w:tc>
        <w:tc>
          <w:tcPr>
            <w:tcW w:w="440" w:type="dxa"/>
            <w:tcBorders>
              <w:top w:val="single" w:sz="4" w:space="0" w:color="auto"/>
            </w:tcBorders>
            <w:textDirection w:val="btLr"/>
            <w:vAlign w:val="center"/>
          </w:tcPr>
          <w:p w:rsidR="0081424A" w:rsidRPr="00062A34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WORKSHOP</w:t>
            </w:r>
            <w:r>
              <w:rPr>
                <w:rFonts w:ascii="Tahoma" w:hAnsi="Tahoma" w:cs="Tahoma"/>
                <w:sz w:val="14"/>
                <w:szCs w:val="14"/>
              </w:rPr>
              <w:t xml:space="preserve"> - Formazione</w:t>
            </w:r>
          </w:p>
        </w:tc>
        <w:tc>
          <w:tcPr>
            <w:tcW w:w="440" w:type="dxa"/>
            <w:tcBorders>
              <w:top w:val="single" w:sz="4" w:space="0" w:color="auto"/>
            </w:tcBorders>
            <w:textDirection w:val="btLr"/>
            <w:vAlign w:val="center"/>
          </w:tcPr>
          <w:p w:rsidR="0081424A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ORGANIZZAZIONE </w:t>
            </w:r>
          </w:p>
          <w:p w:rsidR="0081424A" w:rsidRPr="00575A7B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Natale – Pasuqa - Villaggio </w:t>
            </w:r>
          </w:p>
        </w:tc>
        <w:tc>
          <w:tcPr>
            <w:tcW w:w="550" w:type="dxa"/>
            <w:tcBorders>
              <w:top w:val="single" w:sz="4" w:space="0" w:color="auto"/>
            </w:tcBorders>
            <w:textDirection w:val="btLr"/>
            <w:vAlign w:val="center"/>
          </w:tcPr>
          <w:p w:rsidR="0081424A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RASSEGNA TEATRALE</w:t>
            </w:r>
          </w:p>
          <w:p w:rsidR="0081424A" w:rsidRPr="00575A7B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Il Colore del Movimento</w:t>
            </w:r>
          </w:p>
        </w:tc>
        <w:tc>
          <w:tcPr>
            <w:tcW w:w="440" w:type="dxa"/>
            <w:tcBorders>
              <w:top w:val="single" w:sz="4" w:space="0" w:color="auto"/>
            </w:tcBorders>
            <w:textDirection w:val="btLr"/>
            <w:vAlign w:val="center"/>
          </w:tcPr>
          <w:p w:rsidR="0081424A" w:rsidRDefault="0081424A" w:rsidP="003B043E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FEDERITALIA</w:t>
            </w:r>
          </w:p>
          <w:p w:rsidR="0081424A" w:rsidRPr="00575A7B" w:rsidRDefault="0081424A" w:rsidP="003B043E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 Orientiamoci DivesaMente</w:t>
            </w:r>
          </w:p>
        </w:tc>
        <w:tc>
          <w:tcPr>
            <w:tcW w:w="330" w:type="dxa"/>
            <w:tcBorders>
              <w:top w:val="single" w:sz="4" w:space="0" w:color="auto"/>
            </w:tcBorders>
            <w:textDirection w:val="btLr"/>
            <w:vAlign w:val="center"/>
          </w:tcPr>
          <w:p w:rsidR="0081424A" w:rsidRPr="00575A7B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CAMPESTRE</w:t>
            </w:r>
          </w:p>
        </w:tc>
        <w:tc>
          <w:tcPr>
            <w:tcW w:w="442" w:type="dxa"/>
            <w:tcBorders>
              <w:top w:val="single" w:sz="4" w:space="0" w:color="auto"/>
            </w:tcBorders>
            <w:textDirection w:val="btLr"/>
            <w:vAlign w:val="center"/>
          </w:tcPr>
          <w:p w:rsidR="0081424A" w:rsidRPr="00575A7B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ATLETICA   SU   PISTA</w:t>
            </w:r>
          </w:p>
        </w:tc>
        <w:tc>
          <w:tcPr>
            <w:tcW w:w="339" w:type="dxa"/>
            <w:tcBorders>
              <w:top w:val="single" w:sz="4" w:space="0" w:color="auto"/>
            </w:tcBorders>
            <w:textDirection w:val="btLr"/>
            <w:vAlign w:val="center"/>
          </w:tcPr>
          <w:p w:rsidR="0081424A" w:rsidRPr="00575A7B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ORIENTEERING</w:t>
            </w:r>
          </w:p>
        </w:tc>
        <w:tc>
          <w:tcPr>
            <w:tcW w:w="339" w:type="dxa"/>
            <w:tcBorders>
              <w:top w:val="single" w:sz="4" w:space="0" w:color="auto"/>
            </w:tcBorders>
            <w:textDirection w:val="btLr"/>
            <w:vAlign w:val="center"/>
          </w:tcPr>
          <w:p w:rsidR="0081424A" w:rsidRPr="00575A7B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VOLLEY… 123</w:t>
            </w:r>
          </w:p>
        </w:tc>
        <w:tc>
          <w:tcPr>
            <w:tcW w:w="339" w:type="dxa"/>
            <w:tcBorders>
              <w:top w:val="single" w:sz="4" w:space="0" w:color="auto"/>
            </w:tcBorders>
            <w:textDirection w:val="btLr"/>
            <w:vAlign w:val="center"/>
          </w:tcPr>
          <w:p w:rsidR="0081424A" w:rsidRPr="00575A7B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GINNASTICA</w:t>
            </w:r>
          </w:p>
        </w:tc>
        <w:tc>
          <w:tcPr>
            <w:tcW w:w="339" w:type="dxa"/>
            <w:tcBorders>
              <w:top w:val="single" w:sz="4" w:space="0" w:color="auto"/>
            </w:tcBorders>
            <w:textDirection w:val="btLr"/>
            <w:vAlign w:val="center"/>
          </w:tcPr>
          <w:p w:rsidR="0081424A" w:rsidRPr="00575A7B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BASKET</w:t>
            </w:r>
          </w:p>
        </w:tc>
        <w:tc>
          <w:tcPr>
            <w:tcW w:w="339" w:type="dxa"/>
            <w:tcBorders>
              <w:top w:val="single" w:sz="4" w:space="0" w:color="auto"/>
            </w:tcBorders>
            <w:textDirection w:val="btLr"/>
            <w:vAlign w:val="center"/>
          </w:tcPr>
          <w:p w:rsidR="0081424A" w:rsidRPr="00575A7B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F76DA5">
              <w:rPr>
                <w:rFonts w:ascii="Tahoma" w:hAnsi="Tahoma" w:cs="Tahoma"/>
                <w:sz w:val="14"/>
                <w:szCs w:val="14"/>
              </w:rPr>
              <w:t>HANDBALL</w:t>
            </w:r>
          </w:p>
        </w:tc>
        <w:tc>
          <w:tcPr>
            <w:tcW w:w="339" w:type="dxa"/>
            <w:tcBorders>
              <w:top w:val="single" w:sz="4" w:space="0" w:color="auto"/>
            </w:tcBorders>
            <w:textDirection w:val="btLr"/>
            <w:vAlign w:val="center"/>
          </w:tcPr>
          <w:p w:rsidR="0081424A" w:rsidRPr="00575A7B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CALCIO A 7</w:t>
            </w:r>
          </w:p>
        </w:tc>
        <w:tc>
          <w:tcPr>
            <w:tcW w:w="339" w:type="dxa"/>
            <w:tcBorders>
              <w:top w:val="single" w:sz="4" w:space="0" w:color="auto"/>
            </w:tcBorders>
            <w:textDirection w:val="btLr"/>
            <w:vAlign w:val="center"/>
          </w:tcPr>
          <w:p w:rsidR="0081424A" w:rsidRPr="00575A7B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TENNISTAVOLO</w:t>
            </w:r>
          </w:p>
        </w:tc>
        <w:tc>
          <w:tcPr>
            <w:tcW w:w="339" w:type="dxa"/>
            <w:tcBorders>
              <w:top w:val="single" w:sz="4" w:space="0" w:color="auto"/>
            </w:tcBorders>
            <w:textDirection w:val="btLr"/>
            <w:vAlign w:val="center"/>
          </w:tcPr>
          <w:p w:rsidR="0081424A" w:rsidRPr="00575A7B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GIOCHI TRADIZIONALI</w:t>
            </w:r>
          </w:p>
        </w:tc>
        <w:tc>
          <w:tcPr>
            <w:tcW w:w="339" w:type="dxa"/>
            <w:tcBorders>
              <w:top w:val="single" w:sz="4" w:space="0" w:color="auto"/>
            </w:tcBorders>
            <w:textDirection w:val="btLr"/>
            <w:vAlign w:val="center"/>
          </w:tcPr>
          <w:p w:rsidR="0081424A" w:rsidRPr="00575A7B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DANZA SPORTIVA</w:t>
            </w:r>
          </w:p>
        </w:tc>
        <w:tc>
          <w:tcPr>
            <w:tcW w:w="339" w:type="dxa"/>
            <w:tcBorders>
              <w:top w:val="single" w:sz="4" w:space="0" w:color="auto"/>
            </w:tcBorders>
            <w:textDirection w:val="btLr"/>
            <w:vAlign w:val="center"/>
          </w:tcPr>
          <w:p w:rsidR="0081424A" w:rsidRPr="00575A7B" w:rsidRDefault="0081424A" w:rsidP="009716C2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PALLATAMBURELLO</w:t>
            </w:r>
          </w:p>
        </w:tc>
        <w:tc>
          <w:tcPr>
            <w:tcW w:w="339" w:type="dxa"/>
            <w:tcBorders>
              <w:top w:val="single" w:sz="4" w:space="0" w:color="auto"/>
            </w:tcBorders>
            <w:textDirection w:val="btLr"/>
            <w:vAlign w:val="center"/>
          </w:tcPr>
          <w:p w:rsidR="0081424A" w:rsidRPr="00575A7B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68282C">
              <w:rPr>
                <w:rFonts w:ascii="Tahoma" w:hAnsi="Tahoma" w:cs="Tahoma"/>
                <w:sz w:val="14"/>
                <w:szCs w:val="14"/>
              </w:rPr>
              <w:t>RUGBY</w:t>
            </w:r>
          </w:p>
        </w:tc>
        <w:tc>
          <w:tcPr>
            <w:tcW w:w="339" w:type="dxa"/>
            <w:tcBorders>
              <w:top w:val="single" w:sz="4" w:space="0" w:color="auto"/>
            </w:tcBorders>
            <w:textDirection w:val="btLr"/>
            <w:vAlign w:val="center"/>
          </w:tcPr>
          <w:p w:rsidR="0081424A" w:rsidRPr="0068282C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SCACCHI</w:t>
            </w:r>
          </w:p>
        </w:tc>
        <w:tc>
          <w:tcPr>
            <w:tcW w:w="339" w:type="dxa"/>
            <w:tcBorders>
              <w:top w:val="single" w:sz="4" w:space="0" w:color="auto"/>
            </w:tcBorders>
            <w:textDirection w:val="btLr"/>
            <w:vAlign w:val="center"/>
          </w:tcPr>
          <w:p w:rsidR="0081424A" w:rsidRPr="00575A7B" w:rsidRDefault="0081424A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TENNIS</w:t>
            </w:r>
          </w:p>
        </w:tc>
        <w:tc>
          <w:tcPr>
            <w:tcW w:w="339" w:type="dxa"/>
            <w:tcBorders>
              <w:top w:val="single" w:sz="4" w:space="0" w:color="auto"/>
            </w:tcBorders>
            <w:textDirection w:val="btLr"/>
            <w:vAlign w:val="center"/>
          </w:tcPr>
          <w:p w:rsidR="0081424A" w:rsidRPr="00575A7B" w:rsidRDefault="0081424A" w:rsidP="00E2223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CAMPUS Sci … Amo</w:t>
            </w:r>
          </w:p>
        </w:tc>
        <w:tc>
          <w:tcPr>
            <w:tcW w:w="339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424A" w:rsidRPr="00575A7B" w:rsidRDefault="0081424A" w:rsidP="00E2223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CAMPUS Vivere il Mare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424A" w:rsidRPr="00575A7B" w:rsidRDefault="0081424A" w:rsidP="00E2223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CAMPUS Sport e Natura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424A" w:rsidRPr="00575A7B" w:rsidRDefault="0081424A" w:rsidP="00117E4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81424A" w:rsidRPr="00575A7B" w:rsidRDefault="0081424A" w:rsidP="003537A4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81424A" w:rsidRPr="002A543F" w:rsidTr="0010313E">
        <w:trPr>
          <w:trHeight w:val="284"/>
          <w:jc w:val="center"/>
        </w:trPr>
        <w:tc>
          <w:tcPr>
            <w:tcW w:w="605" w:type="dxa"/>
            <w:vAlign w:val="center"/>
          </w:tcPr>
          <w:p w:rsidR="0081424A" w:rsidRPr="00575A7B" w:rsidRDefault="0081424A" w:rsidP="00AF35E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53</w:t>
            </w:r>
          </w:p>
        </w:tc>
        <w:tc>
          <w:tcPr>
            <w:tcW w:w="1584" w:type="dxa"/>
            <w:vAlign w:val="center"/>
          </w:tcPr>
          <w:p w:rsidR="0081424A" w:rsidRPr="00C64A85" w:rsidRDefault="0081424A" w:rsidP="00E221A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C64A85">
              <w:rPr>
                <w:rFonts w:ascii="Tahoma" w:hAnsi="Tahoma" w:cs="Tahoma"/>
                <w:sz w:val="18"/>
                <w:szCs w:val="18"/>
              </w:rPr>
              <w:t>CAPURSO</w:t>
            </w:r>
          </w:p>
        </w:tc>
        <w:tc>
          <w:tcPr>
            <w:tcW w:w="1497" w:type="dxa"/>
            <w:tcBorders>
              <w:right w:val="single" w:sz="4" w:space="0" w:color="auto"/>
            </w:tcBorders>
            <w:vAlign w:val="center"/>
          </w:tcPr>
          <w:p w:rsidR="0081424A" w:rsidRDefault="0081424A" w:rsidP="00E221A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Bosco</w:t>
            </w:r>
          </w:p>
        </w:tc>
        <w:tc>
          <w:tcPr>
            <w:tcW w:w="440" w:type="dxa"/>
            <w:tcBorders>
              <w:lef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550" w:type="dxa"/>
            <w:vAlign w:val="center"/>
          </w:tcPr>
          <w:p w:rsidR="0081424A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C64A85" w:rsidRDefault="0081424A" w:rsidP="0029468A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5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81424A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tcBorders>
              <w:right w:val="single" w:sz="4" w:space="0" w:color="auto"/>
            </w:tcBorders>
            <w:vAlign w:val="center"/>
          </w:tcPr>
          <w:p w:rsidR="0081424A" w:rsidRPr="001B4D74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1B4D74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1B4D74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vAlign w:val="center"/>
          </w:tcPr>
          <w:p w:rsidR="0081424A" w:rsidRPr="001B4D74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1424A" w:rsidRPr="002A543F" w:rsidTr="0010313E">
        <w:trPr>
          <w:trHeight w:val="284"/>
          <w:jc w:val="center"/>
        </w:trPr>
        <w:tc>
          <w:tcPr>
            <w:tcW w:w="605" w:type="dxa"/>
            <w:vAlign w:val="center"/>
          </w:tcPr>
          <w:p w:rsidR="0081424A" w:rsidRPr="00575A7B" w:rsidRDefault="0081424A" w:rsidP="00AF35E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54</w:t>
            </w:r>
          </w:p>
        </w:tc>
        <w:tc>
          <w:tcPr>
            <w:tcW w:w="1584" w:type="dxa"/>
            <w:vAlign w:val="center"/>
          </w:tcPr>
          <w:p w:rsidR="0081424A" w:rsidRPr="00C64A85" w:rsidRDefault="0081424A" w:rsidP="00E221A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C64A85">
              <w:rPr>
                <w:rFonts w:ascii="Tahoma" w:hAnsi="Tahoma" w:cs="Tahoma"/>
                <w:sz w:val="18"/>
                <w:szCs w:val="18"/>
              </w:rPr>
              <w:t>CAPURSO</w:t>
            </w:r>
          </w:p>
        </w:tc>
        <w:tc>
          <w:tcPr>
            <w:tcW w:w="1497" w:type="dxa"/>
            <w:tcBorders>
              <w:right w:val="single" w:sz="4" w:space="0" w:color="auto"/>
            </w:tcBorders>
            <w:vAlign w:val="center"/>
          </w:tcPr>
          <w:p w:rsidR="0081424A" w:rsidRDefault="0081424A" w:rsidP="00E221A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Savio</w:t>
            </w:r>
          </w:p>
        </w:tc>
        <w:tc>
          <w:tcPr>
            <w:tcW w:w="440" w:type="dxa"/>
            <w:tcBorders>
              <w:lef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550" w:type="dxa"/>
            <w:vAlign w:val="center"/>
          </w:tcPr>
          <w:p w:rsidR="0081424A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C64A85" w:rsidRDefault="0081424A" w:rsidP="0029468A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C64A85">
              <w:rPr>
                <w:rFonts w:ascii="Tahoma" w:hAnsi="Tahoma" w:cs="Tahoma"/>
                <w:sz w:val="14"/>
                <w:szCs w:val="14"/>
              </w:rPr>
              <w:t>ORI</w:t>
            </w:r>
          </w:p>
        </w:tc>
        <w:tc>
          <w:tcPr>
            <w:tcW w:w="55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81424A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2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tcBorders>
              <w:right w:val="single" w:sz="4" w:space="0" w:color="auto"/>
            </w:tcBorders>
            <w:vAlign w:val="center"/>
          </w:tcPr>
          <w:p w:rsidR="0081424A" w:rsidRPr="001B4D74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1B4D74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1B4D74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vAlign w:val="center"/>
          </w:tcPr>
          <w:p w:rsidR="0081424A" w:rsidRPr="001B4D74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1424A" w:rsidRPr="002A543F" w:rsidTr="0010313E">
        <w:trPr>
          <w:trHeight w:val="284"/>
          <w:jc w:val="center"/>
        </w:trPr>
        <w:tc>
          <w:tcPr>
            <w:tcW w:w="605" w:type="dxa"/>
            <w:vAlign w:val="center"/>
          </w:tcPr>
          <w:p w:rsidR="0081424A" w:rsidRPr="00575A7B" w:rsidRDefault="0081424A" w:rsidP="00AF35E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55</w:t>
            </w:r>
          </w:p>
        </w:tc>
        <w:tc>
          <w:tcPr>
            <w:tcW w:w="1584" w:type="dxa"/>
            <w:vAlign w:val="center"/>
          </w:tcPr>
          <w:p w:rsidR="0081424A" w:rsidRPr="0010313E" w:rsidRDefault="0081424A" w:rsidP="00E221A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10313E">
              <w:rPr>
                <w:rFonts w:ascii="Tahoma" w:hAnsi="Tahoma" w:cs="Tahoma"/>
                <w:sz w:val="18"/>
                <w:szCs w:val="18"/>
              </w:rPr>
              <w:t>CASAMASSIMA</w:t>
            </w:r>
          </w:p>
        </w:tc>
        <w:tc>
          <w:tcPr>
            <w:tcW w:w="1497" w:type="dxa"/>
            <w:tcBorders>
              <w:right w:val="single" w:sz="4" w:space="0" w:color="auto"/>
            </w:tcBorders>
            <w:vAlign w:val="center"/>
          </w:tcPr>
          <w:p w:rsidR="0081424A" w:rsidRPr="000400E1" w:rsidRDefault="0081424A" w:rsidP="00E221A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 Marconi</w:t>
            </w:r>
          </w:p>
        </w:tc>
        <w:tc>
          <w:tcPr>
            <w:tcW w:w="440" w:type="dxa"/>
            <w:tcBorders>
              <w:lef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55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C64A85" w:rsidRDefault="0081424A" w:rsidP="0029468A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5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2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tcBorders>
              <w:right w:val="single" w:sz="4" w:space="0" w:color="auto"/>
            </w:tcBorders>
            <w:vAlign w:val="center"/>
          </w:tcPr>
          <w:p w:rsidR="0081424A" w:rsidRPr="001B4D74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1B4D74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1B4D74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vAlign w:val="center"/>
          </w:tcPr>
          <w:p w:rsidR="0081424A" w:rsidRPr="001B4D74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1424A" w:rsidRPr="002A543F" w:rsidTr="0010313E">
        <w:trPr>
          <w:trHeight w:val="284"/>
          <w:jc w:val="center"/>
        </w:trPr>
        <w:tc>
          <w:tcPr>
            <w:tcW w:w="605" w:type="dxa"/>
            <w:vAlign w:val="center"/>
          </w:tcPr>
          <w:p w:rsidR="0081424A" w:rsidRPr="00575A7B" w:rsidRDefault="0081424A" w:rsidP="00AF35E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56</w:t>
            </w:r>
          </w:p>
        </w:tc>
        <w:tc>
          <w:tcPr>
            <w:tcW w:w="1584" w:type="dxa"/>
            <w:vAlign w:val="center"/>
          </w:tcPr>
          <w:p w:rsidR="0081424A" w:rsidRPr="0010313E" w:rsidRDefault="0081424A" w:rsidP="00E221A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10313E">
              <w:rPr>
                <w:rFonts w:ascii="Tahoma" w:hAnsi="Tahoma" w:cs="Tahoma"/>
                <w:sz w:val="18"/>
                <w:szCs w:val="18"/>
              </w:rPr>
              <w:t>CASAMASSIMA</w:t>
            </w:r>
          </w:p>
        </w:tc>
        <w:tc>
          <w:tcPr>
            <w:tcW w:w="1497" w:type="dxa"/>
            <w:tcBorders>
              <w:right w:val="single" w:sz="4" w:space="0" w:color="auto"/>
            </w:tcBorders>
            <w:vAlign w:val="center"/>
          </w:tcPr>
          <w:p w:rsidR="0081424A" w:rsidRPr="000400E1" w:rsidRDefault="0081424A" w:rsidP="00E221A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Rodari</w:t>
            </w:r>
          </w:p>
        </w:tc>
        <w:tc>
          <w:tcPr>
            <w:tcW w:w="440" w:type="dxa"/>
            <w:tcBorders>
              <w:lef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55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C64A85" w:rsidRDefault="0081424A" w:rsidP="0029468A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5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0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tcBorders>
              <w:right w:val="single" w:sz="4" w:space="0" w:color="auto"/>
            </w:tcBorders>
            <w:vAlign w:val="center"/>
          </w:tcPr>
          <w:p w:rsidR="0081424A" w:rsidRPr="001B4D74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1B4D74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1B4D74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vAlign w:val="center"/>
          </w:tcPr>
          <w:p w:rsidR="0081424A" w:rsidRPr="001B4D74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1424A" w:rsidRPr="002A543F" w:rsidTr="0010313E">
        <w:trPr>
          <w:trHeight w:val="284"/>
          <w:jc w:val="center"/>
        </w:trPr>
        <w:tc>
          <w:tcPr>
            <w:tcW w:w="605" w:type="dxa"/>
            <w:vAlign w:val="center"/>
          </w:tcPr>
          <w:p w:rsidR="0081424A" w:rsidRPr="00575A7B" w:rsidRDefault="0081424A" w:rsidP="00AF35E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57</w:t>
            </w:r>
          </w:p>
        </w:tc>
        <w:tc>
          <w:tcPr>
            <w:tcW w:w="1584" w:type="dxa"/>
            <w:vAlign w:val="center"/>
          </w:tcPr>
          <w:p w:rsidR="0081424A" w:rsidRPr="000400E1" w:rsidRDefault="0081424A" w:rsidP="00E221A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ACQUAVIVA</w:t>
            </w:r>
          </w:p>
        </w:tc>
        <w:tc>
          <w:tcPr>
            <w:tcW w:w="1497" w:type="dxa"/>
            <w:tcBorders>
              <w:right w:val="single" w:sz="4" w:space="0" w:color="auto"/>
            </w:tcBorders>
            <w:vAlign w:val="center"/>
          </w:tcPr>
          <w:p w:rsidR="0081424A" w:rsidRPr="000400E1" w:rsidRDefault="0081424A" w:rsidP="00E221A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 De Amicis</w:t>
            </w:r>
          </w:p>
        </w:tc>
        <w:tc>
          <w:tcPr>
            <w:tcW w:w="440" w:type="dxa"/>
            <w:tcBorders>
              <w:lef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55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C64A85" w:rsidRDefault="0081424A" w:rsidP="0029468A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5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2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tcBorders>
              <w:righ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1424A" w:rsidRPr="002A543F" w:rsidTr="0010313E">
        <w:trPr>
          <w:trHeight w:val="284"/>
          <w:jc w:val="center"/>
        </w:trPr>
        <w:tc>
          <w:tcPr>
            <w:tcW w:w="605" w:type="dxa"/>
            <w:vAlign w:val="center"/>
          </w:tcPr>
          <w:p w:rsidR="0081424A" w:rsidRPr="00575A7B" w:rsidRDefault="0081424A" w:rsidP="00AF35E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58</w:t>
            </w:r>
          </w:p>
        </w:tc>
        <w:tc>
          <w:tcPr>
            <w:tcW w:w="1584" w:type="dxa"/>
            <w:vAlign w:val="center"/>
          </w:tcPr>
          <w:p w:rsidR="0081424A" w:rsidRDefault="0081424A" w:rsidP="00E221A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ACQUAVIVA</w:t>
            </w:r>
          </w:p>
        </w:tc>
        <w:tc>
          <w:tcPr>
            <w:tcW w:w="1497" w:type="dxa"/>
            <w:tcBorders>
              <w:right w:val="single" w:sz="4" w:space="0" w:color="auto"/>
            </w:tcBorders>
            <w:vAlign w:val="center"/>
          </w:tcPr>
          <w:p w:rsidR="0081424A" w:rsidRDefault="0081424A" w:rsidP="00E221A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Collodi</w:t>
            </w:r>
          </w:p>
        </w:tc>
        <w:tc>
          <w:tcPr>
            <w:tcW w:w="440" w:type="dxa"/>
            <w:tcBorders>
              <w:lef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550" w:type="dxa"/>
            <w:vAlign w:val="center"/>
          </w:tcPr>
          <w:p w:rsidR="0081424A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C64A85" w:rsidRDefault="0081424A" w:rsidP="0029468A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5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81424A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2" w:type="dxa"/>
            <w:vAlign w:val="center"/>
          </w:tcPr>
          <w:p w:rsidR="0081424A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tcBorders>
              <w:righ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1424A" w:rsidRPr="002A543F" w:rsidTr="0010313E">
        <w:trPr>
          <w:trHeight w:val="284"/>
          <w:jc w:val="center"/>
        </w:trPr>
        <w:tc>
          <w:tcPr>
            <w:tcW w:w="605" w:type="dxa"/>
            <w:vAlign w:val="center"/>
          </w:tcPr>
          <w:p w:rsidR="0081424A" w:rsidRPr="00575A7B" w:rsidRDefault="0081424A" w:rsidP="00AF35E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59</w:t>
            </w:r>
          </w:p>
        </w:tc>
        <w:tc>
          <w:tcPr>
            <w:tcW w:w="1584" w:type="dxa"/>
            <w:vAlign w:val="center"/>
          </w:tcPr>
          <w:p w:rsidR="0081424A" w:rsidRPr="000400E1" w:rsidRDefault="0081424A" w:rsidP="00E221A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RUTIGLIANO</w:t>
            </w:r>
          </w:p>
        </w:tc>
        <w:tc>
          <w:tcPr>
            <w:tcW w:w="1497" w:type="dxa"/>
            <w:tcBorders>
              <w:right w:val="single" w:sz="4" w:space="0" w:color="auto"/>
            </w:tcBorders>
            <w:vAlign w:val="center"/>
          </w:tcPr>
          <w:p w:rsidR="0081424A" w:rsidRPr="000400E1" w:rsidRDefault="0081424A" w:rsidP="00E221A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Moro</w:t>
            </w:r>
          </w:p>
        </w:tc>
        <w:tc>
          <w:tcPr>
            <w:tcW w:w="440" w:type="dxa"/>
            <w:tcBorders>
              <w:lef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55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C64A85" w:rsidRDefault="0081424A" w:rsidP="0029468A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5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2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tcBorders>
              <w:righ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1424A" w:rsidRPr="002A543F" w:rsidTr="0010313E">
        <w:trPr>
          <w:trHeight w:val="284"/>
          <w:jc w:val="center"/>
        </w:trPr>
        <w:tc>
          <w:tcPr>
            <w:tcW w:w="605" w:type="dxa"/>
            <w:vAlign w:val="center"/>
          </w:tcPr>
          <w:p w:rsidR="0081424A" w:rsidRPr="00575A7B" w:rsidRDefault="0081424A" w:rsidP="00AF35E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60</w:t>
            </w:r>
          </w:p>
        </w:tc>
        <w:tc>
          <w:tcPr>
            <w:tcW w:w="1584" w:type="dxa"/>
            <w:vAlign w:val="center"/>
          </w:tcPr>
          <w:p w:rsidR="0081424A" w:rsidRPr="000400E1" w:rsidRDefault="0081424A" w:rsidP="00E221A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RUTIGLIANO</w:t>
            </w:r>
          </w:p>
        </w:tc>
        <w:tc>
          <w:tcPr>
            <w:tcW w:w="1497" w:type="dxa"/>
            <w:tcBorders>
              <w:right w:val="single" w:sz="4" w:space="0" w:color="auto"/>
            </w:tcBorders>
            <w:vAlign w:val="center"/>
          </w:tcPr>
          <w:p w:rsidR="0081424A" w:rsidRPr="000400E1" w:rsidRDefault="0081424A" w:rsidP="00E221A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 Settanni</w:t>
            </w:r>
          </w:p>
        </w:tc>
        <w:tc>
          <w:tcPr>
            <w:tcW w:w="440" w:type="dxa"/>
            <w:tcBorders>
              <w:lef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55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C64A85" w:rsidRDefault="0081424A" w:rsidP="0029468A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5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2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tcBorders>
              <w:righ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1424A" w:rsidRPr="002A543F" w:rsidTr="0010313E">
        <w:trPr>
          <w:trHeight w:val="284"/>
          <w:jc w:val="center"/>
        </w:trPr>
        <w:tc>
          <w:tcPr>
            <w:tcW w:w="605" w:type="dxa"/>
            <w:vAlign w:val="center"/>
          </w:tcPr>
          <w:p w:rsidR="0081424A" w:rsidRPr="00575A7B" w:rsidRDefault="0081424A" w:rsidP="00AF35E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61</w:t>
            </w:r>
          </w:p>
        </w:tc>
        <w:tc>
          <w:tcPr>
            <w:tcW w:w="1584" w:type="dxa"/>
            <w:vAlign w:val="center"/>
          </w:tcPr>
          <w:p w:rsidR="0081424A" w:rsidRPr="000400E1" w:rsidRDefault="0081424A" w:rsidP="00E221A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POLIGNANO</w:t>
            </w:r>
          </w:p>
        </w:tc>
        <w:tc>
          <w:tcPr>
            <w:tcW w:w="1497" w:type="dxa"/>
            <w:tcBorders>
              <w:right w:val="single" w:sz="4" w:space="0" w:color="auto"/>
            </w:tcBorders>
            <w:vAlign w:val="center"/>
          </w:tcPr>
          <w:p w:rsidR="0081424A" w:rsidRPr="000400E1" w:rsidRDefault="0081424A" w:rsidP="00E221A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 S. G. Bosco</w:t>
            </w:r>
          </w:p>
        </w:tc>
        <w:tc>
          <w:tcPr>
            <w:tcW w:w="440" w:type="dxa"/>
            <w:tcBorders>
              <w:lef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55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C64A85" w:rsidRDefault="0081424A" w:rsidP="0029468A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5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tcBorders>
              <w:righ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1424A" w:rsidRPr="002A543F" w:rsidTr="0010313E">
        <w:trPr>
          <w:trHeight w:val="284"/>
          <w:jc w:val="center"/>
        </w:trPr>
        <w:tc>
          <w:tcPr>
            <w:tcW w:w="605" w:type="dxa"/>
            <w:vAlign w:val="center"/>
          </w:tcPr>
          <w:p w:rsidR="0081424A" w:rsidRDefault="0081424A" w:rsidP="00AF35E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62</w:t>
            </w:r>
          </w:p>
        </w:tc>
        <w:tc>
          <w:tcPr>
            <w:tcW w:w="1584" w:type="dxa"/>
            <w:vAlign w:val="center"/>
          </w:tcPr>
          <w:p w:rsidR="0081424A" w:rsidRPr="000400E1" w:rsidRDefault="0081424A" w:rsidP="00E221A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POLIGNANO</w:t>
            </w:r>
          </w:p>
        </w:tc>
        <w:tc>
          <w:tcPr>
            <w:tcW w:w="1497" w:type="dxa"/>
            <w:tcBorders>
              <w:right w:val="single" w:sz="4" w:space="0" w:color="auto"/>
            </w:tcBorders>
            <w:vAlign w:val="center"/>
          </w:tcPr>
          <w:p w:rsidR="0081424A" w:rsidRPr="000400E1" w:rsidRDefault="0081424A" w:rsidP="00E221A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Sarnelli</w:t>
            </w:r>
          </w:p>
        </w:tc>
        <w:tc>
          <w:tcPr>
            <w:tcW w:w="440" w:type="dxa"/>
            <w:tcBorders>
              <w:lef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C64A85" w:rsidRDefault="0081424A" w:rsidP="0029468A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5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tcBorders>
              <w:righ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1424A" w:rsidRPr="002A543F" w:rsidTr="0010313E">
        <w:trPr>
          <w:trHeight w:val="284"/>
          <w:jc w:val="center"/>
        </w:trPr>
        <w:tc>
          <w:tcPr>
            <w:tcW w:w="605" w:type="dxa"/>
            <w:vAlign w:val="center"/>
          </w:tcPr>
          <w:p w:rsidR="0081424A" w:rsidRPr="00575A7B" w:rsidRDefault="0081424A" w:rsidP="00AF35E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63</w:t>
            </w:r>
          </w:p>
        </w:tc>
        <w:tc>
          <w:tcPr>
            <w:tcW w:w="1584" w:type="dxa"/>
            <w:vAlign w:val="center"/>
          </w:tcPr>
          <w:p w:rsidR="0081424A" w:rsidRPr="000400E1" w:rsidRDefault="0081424A" w:rsidP="00E221A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MONOPOLI</w:t>
            </w:r>
          </w:p>
        </w:tc>
        <w:tc>
          <w:tcPr>
            <w:tcW w:w="1497" w:type="dxa"/>
            <w:tcBorders>
              <w:right w:val="single" w:sz="4" w:space="0" w:color="auto"/>
            </w:tcBorders>
            <w:vAlign w:val="center"/>
          </w:tcPr>
          <w:p w:rsidR="0081424A" w:rsidRPr="000400E1" w:rsidRDefault="0081424A" w:rsidP="00E221A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 Via Dieta</w:t>
            </w:r>
          </w:p>
        </w:tc>
        <w:tc>
          <w:tcPr>
            <w:tcW w:w="440" w:type="dxa"/>
            <w:tcBorders>
              <w:lef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55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C64A85" w:rsidRDefault="0081424A" w:rsidP="0029468A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5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2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tcBorders>
              <w:righ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1424A" w:rsidRPr="002A543F" w:rsidTr="0010313E">
        <w:trPr>
          <w:trHeight w:val="284"/>
          <w:jc w:val="center"/>
        </w:trPr>
        <w:tc>
          <w:tcPr>
            <w:tcW w:w="605" w:type="dxa"/>
            <w:vAlign w:val="center"/>
          </w:tcPr>
          <w:p w:rsidR="0081424A" w:rsidRPr="00575A7B" w:rsidRDefault="0081424A" w:rsidP="00AF35E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64</w:t>
            </w:r>
          </w:p>
        </w:tc>
        <w:tc>
          <w:tcPr>
            <w:tcW w:w="1584" w:type="dxa"/>
            <w:vAlign w:val="center"/>
          </w:tcPr>
          <w:p w:rsidR="0081424A" w:rsidRPr="000400E1" w:rsidRDefault="0081424A" w:rsidP="00E221A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MONOPOLI</w:t>
            </w:r>
          </w:p>
        </w:tc>
        <w:tc>
          <w:tcPr>
            <w:tcW w:w="1497" w:type="dxa"/>
            <w:tcBorders>
              <w:right w:val="single" w:sz="4" w:space="0" w:color="auto"/>
            </w:tcBorders>
            <w:vAlign w:val="center"/>
          </w:tcPr>
          <w:p w:rsidR="0081424A" w:rsidRPr="000400E1" w:rsidRDefault="0081424A" w:rsidP="00E221A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II Modugno</w:t>
            </w:r>
          </w:p>
        </w:tc>
        <w:tc>
          <w:tcPr>
            <w:tcW w:w="440" w:type="dxa"/>
            <w:tcBorders>
              <w:lef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55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C64A85" w:rsidRDefault="0081424A" w:rsidP="0029468A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5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tcBorders>
              <w:righ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1424A" w:rsidRPr="002A543F" w:rsidTr="0010313E">
        <w:trPr>
          <w:trHeight w:val="284"/>
          <w:jc w:val="center"/>
        </w:trPr>
        <w:tc>
          <w:tcPr>
            <w:tcW w:w="605" w:type="dxa"/>
            <w:vAlign w:val="center"/>
          </w:tcPr>
          <w:p w:rsidR="0081424A" w:rsidRPr="00575A7B" w:rsidRDefault="0081424A" w:rsidP="00AF35E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65</w:t>
            </w:r>
          </w:p>
        </w:tc>
        <w:tc>
          <w:tcPr>
            <w:tcW w:w="1584" w:type="dxa"/>
            <w:vAlign w:val="center"/>
          </w:tcPr>
          <w:p w:rsidR="0081424A" w:rsidRPr="00C4235E" w:rsidRDefault="0081424A" w:rsidP="00E221A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C4235E">
              <w:rPr>
                <w:rFonts w:ascii="Tahoma" w:hAnsi="Tahoma" w:cs="Tahoma"/>
                <w:sz w:val="18"/>
                <w:szCs w:val="18"/>
              </w:rPr>
              <w:t>MONOPOLI</w:t>
            </w:r>
          </w:p>
        </w:tc>
        <w:tc>
          <w:tcPr>
            <w:tcW w:w="1497" w:type="dxa"/>
            <w:tcBorders>
              <w:right w:val="single" w:sz="4" w:space="0" w:color="auto"/>
            </w:tcBorders>
            <w:vAlign w:val="center"/>
          </w:tcPr>
          <w:p w:rsidR="0081424A" w:rsidRPr="000400E1" w:rsidRDefault="0081424A" w:rsidP="00E221A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III M. Jones</w:t>
            </w:r>
          </w:p>
        </w:tc>
        <w:tc>
          <w:tcPr>
            <w:tcW w:w="440" w:type="dxa"/>
            <w:tcBorders>
              <w:lef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C64A85" w:rsidRDefault="0081424A" w:rsidP="0029468A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5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tcBorders>
              <w:righ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1424A" w:rsidRPr="002A543F" w:rsidTr="0010313E">
        <w:trPr>
          <w:trHeight w:val="284"/>
          <w:jc w:val="center"/>
        </w:trPr>
        <w:tc>
          <w:tcPr>
            <w:tcW w:w="605" w:type="dxa"/>
            <w:vAlign w:val="center"/>
          </w:tcPr>
          <w:p w:rsidR="0081424A" w:rsidRPr="00575A7B" w:rsidRDefault="0081424A" w:rsidP="00AF35E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66</w:t>
            </w:r>
          </w:p>
        </w:tc>
        <w:tc>
          <w:tcPr>
            <w:tcW w:w="1584" w:type="dxa"/>
            <w:vAlign w:val="center"/>
          </w:tcPr>
          <w:p w:rsidR="0081424A" w:rsidRPr="00C4235E" w:rsidRDefault="0081424A" w:rsidP="00E221A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C4235E">
              <w:rPr>
                <w:rFonts w:ascii="Tahoma" w:hAnsi="Tahoma" w:cs="Tahoma"/>
                <w:sz w:val="18"/>
                <w:szCs w:val="18"/>
              </w:rPr>
              <w:t>MONOPOLI</w:t>
            </w:r>
          </w:p>
        </w:tc>
        <w:tc>
          <w:tcPr>
            <w:tcW w:w="1497" w:type="dxa"/>
            <w:tcBorders>
              <w:right w:val="single" w:sz="4" w:space="0" w:color="auto"/>
            </w:tcBorders>
            <w:vAlign w:val="center"/>
          </w:tcPr>
          <w:p w:rsidR="0081424A" w:rsidRPr="000400E1" w:rsidRDefault="0081424A" w:rsidP="00E221A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IV Bregante</w:t>
            </w:r>
          </w:p>
        </w:tc>
        <w:tc>
          <w:tcPr>
            <w:tcW w:w="440" w:type="dxa"/>
            <w:tcBorders>
              <w:lef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C64A85" w:rsidRDefault="0081424A" w:rsidP="0029468A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ORI</w:t>
            </w:r>
          </w:p>
        </w:tc>
        <w:tc>
          <w:tcPr>
            <w:tcW w:w="55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0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tcBorders>
              <w:righ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1424A" w:rsidRPr="002A543F" w:rsidTr="0010313E">
        <w:trPr>
          <w:trHeight w:val="284"/>
          <w:jc w:val="center"/>
        </w:trPr>
        <w:tc>
          <w:tcPr>
            <w:tcW w:w="605" w:type="dxa"/>
            <w:vAlign w:val="center"/>
          </w:tcPr>
          <w:p w:rsidR="0081424A" w:rsidRPr="00575A7B" w:rsidRDefault="0081424A" w:rsidP="00AF35E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67</w:t>
            </w:r>
          </w:p>
        </w:tc>
        <w:tc>
          <w:tcPr>
            <w:tcW w:w="1584" w:type="dxa"/>
            <w:vAlign w:val="center"/>
          </w:tcPr>
          <w:p w:rsidR="0081424A" w:rsidRDefault="0081424A" w:rsidP="00E221A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SANTERAMO</w:t>
            </w:r>
          </w:p>
        </w:tc>
        <w:tc>
          <w:tcPr>
            <w:tcW w:w="1497" w:type="dxa"/>
            <w:tcBorders>
              <w:right w:val="single" w:sz="4" w:space="0" w:color="auto"/>
            </w:tcBorders>
            <w:vAlign w:val="center"/>
          </w:tcPr>
          <w:p w:rsidR="0081424A" w:rsidRDefault="0081424A" w:rsidP="00E221A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Hero</w:t>
            </w:r>
          </w:p>
        </w:tc>
        <w:tc>
          <w:tcPr>
            <w:tcW w:w="440" w:type="dxa"/>
            <w:tcBorders>
              <w:lef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:rsidR="0081424A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C64A85" w:rsidRDefault="0081424A" w:rsidP="0029468A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5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2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tcBorders>
              <w:righ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1424A" w:rsidRPr="002A543F" w:rsidTr="0010313E">
        <w:trPr>
          <w:trHeight w:val="284"/>
          <w:jc w:val="center"/>
        </w:trPr>
        <w:tc>
          <w:tcPr>
            <w:tcW w:w="605" w:type="dxa"/>
            <w:vAlign w:val="center"/>
          </w:tcPr>
          <w:p w:rsidR="0081424A" w:rsidRPr="00575A7B" w:rsidRDefault="0081424A" w:rsidP="00AF35E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68</w:t>
            </w:r>
          </w:p>
        </w:tc>
        <w:tc>
          <w:tcPr>
            <w:tcW w:w="1584" w:type="dxa"/>
            <w:vAlign w:val="center"/>
          </w:tcPr>
          <w:p w:rsidR="0081424A" w:rsidRPr="000400E1" w:rsidRDefault="0081424A" w:rsidP="00E221A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PUTIGNANO</w:t>
            </w:r>
          </w:p>
        </w:tc>
        <w:tc>
          <w:tcPr>
            <w:tcW w:w="1497" w:type="dxa"/>
            <w:tcBorders>
              <w:right w:val="single" w:sz="4" w:space="0" w:color="auto"/>
            </w:tcBorders>
            <w:vAlign w:val="center"/>
          </w:tcPr>
          <w:p w:rsidR="0081424A" w:rsidRPr="000400E1" w:rsidRDefault="0081424A" w:rsidP="00E221A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 G. Minzele</w:t>
            </w:r>
          </w:p>
        </w:tc>
        <w:tc>
          <w:tcPr>
            <w:tcW w:w="440" w:type="dxa"/>
            <w:tcBorders>
              <w:lef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C64A85" w:rsidRDefault="0081424A" w:rsidP="0029468A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5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tcBorders>
              <w:righ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1424A" w:rsidRPr="002A543F" w:rsidTr="0010313E">
        <w:trPr>
          <w:trHeight w:val="284"/>
          <w:jc w:val="center"/>
        </w:trPr>
        <w:tc>
          <w:tcPr>
            <w:tcW w:w="605" w:type="dxa"/>
            <w:vAlign w:val="center"/>
          </w:tcPr>
          <w:p w:rsidR="0081424A" w:rsidRPr="00575A7B" w:rsidRDefault="0081424A" w:rsidP="00AF35E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69</w:t>
            </w:r>
          </w:p>
        </w:tc>
        <w:tc>
          <w:tcPr>
            <w:tcW w:w="1584" w:type="dxa"/>
            <w:vAlign w:val="center"/>
          </w:tcPr>
          <w:p w:rsidR="0081424A" w:rsidRPr="000400E1" w:rsidRDefault="0081424A" w:rsidP="00E221A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PUTIGNANO</w:t>
            </w:r>
          </w:p>
        </w:tc>
        <w:tc>
          <w:tcPr>
            <w:tcW w:w="1497" w:type="dxa"/>
            <w:tcBorders>
              <w:right w:val="single" w:sz="4" w:space="0" w:color="auto"/>
            </w:tcBorders>
            <w:vAlign w:val="center"/>
          </w:tcPr>
          <w:p w:rsidR="0081424A" w:rsidRPr="000400E1" w:rsidRDefault="0081424A" w:rsidP="00E221A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II De Gasperi</w:t>
            </w:r>
          </w:p>
        </w:tc>
        <w:tc>
          <w:tcPr>
            <w:tcW w:w="440" w:type="dxa"/>
            <w:tcBorders>
              <w:lef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55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C64A85" w:rsidRDefault="0081424A" w:rsidP="0029468A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5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2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tcBorders>
              <w:righ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1424A" w:rsidRPr="002A543F" w:rsidTr="0010313E">
        <w:trPr>
          <w:trHeight w:val="284"/>
          <w:jc w:val="center"/>
        </w:trPr>
        <w:tc>
          <w:tcPr>
            <w:tcW w:w="605" w:type="dxa"/>
            <w:vAlign w:val="center"/>
          </w:tcPr>
          <w:p w:rsidR="0081424A" w:rsidRPr="00575A7B" w:rsidRDefault="0081424A" w:rsidP="00AF35E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70</w:t>
            </w:r>
          </w:p>
        </w:tc>
        <w:tc>
          <w:tcPr>
            <w:tcW w:w="1584" w:type="dxa"/>
            <w:vAlign w:val="center"/>
          </w:tcPr>
          <w:p w:rsidR="0081424A" w:rsidRDefault="0081424A" w:rsidP="00E221A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GIOIA</w:t>
            </w:r>
          </w:p>
        </w:tc>
        <w:tc>
          <w:tcPr>
            <w:tcW w:w="1497" w:type="dxa"/>
            <w:tcBorders>
              <w:right w:val="single" w:sz="4" w:space="0" w:color="auto"/>
            </w:tcBorders>
            <w:vAlign w:val="center"/>
          </w:tcPr>
          <w:p w:rsidR="0081424A" w:rsidRDefault="0081424A" w:rsidP="00E221A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Losapio</w:t>
            </w:r>
          </w:p>
        </w:tc>
        <w:tc>
          <w:tcPr>
            <w:tcW w:w="440" w:type="dxa"/>
            <w:tcBorders>
              <w:lef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C64A85" w:rsidRDefault="0081424A" w:rsidP="0029468A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5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tcBorders>
              <w:righ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1424A" w:rsidRPr="002A543F" w:rsidTr="0010313E">
        <w:trPr>
          <w:trHeight w:val="284"/>
          <w:jc w:val="center"/>
        </w:trPr>
        <w:tc>
          <w:tcPr>
            <w:tcW w:w="605" w:type="dxa"/>
            <w:vAlign w:val="center"/>
          </w:tcPr>
          <w:p w:rsidR="0081424A" w:rsidRPr="00575A7B" w:rsidRDefault="0081424A" w:rsidP="00AF35E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71</w:t>
            </w:r>
          </w:p>
        </w:tc>
        <w:tc>
          <w:tcPr>
            <w:tcW w:w="1584" w:type="dxa"/>
            <w:vAlign w:val="center"/>
          </w:tcPr>
          <w:p w:rsidR="0081424A" w:rsidRPr="000400E1" w:rsidRDefault="0081424A" w:rsidP="00E221A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CASTELLANA</w:t>
            </w:r>
          </w:p>
        </w:tc>
        <w:tc>
          <w:tcPr>
            <w:tcW w:w="1497" w:type="dxa"/>
            <w:tcBorders>
              <w:right w:val="single" w:sz="4" w:space="0" w:color="auto"/>
            </w:tcBorders>
            <w:vAlign w:val="center"/>
          </w:tcPr>
          <w:p w:rsidR="0081424A" w:rsidRPr="000400E1" w:rsidRDefault="0081424A" w:rsidP="00E221A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 Tauro</w:t>
            </w:r>
          </w:p>
        </w:tc>
        <w:tc>
          <w:tcPr>
            <w:tcW w:w="440" w:type="dxa"/>
            <w:tcBorders>
              <w:lef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C64A85" w:rsidRDefault="0081424A" w:rsidP="0029468A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5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tcBorders>
              <w:righ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1424A" w:rsidRPr="002A543F" w:rsidTr="0010313E">
        <w:trPr>
          <w:trHeight w:val="284"/>
          <w:jc w:val="center"/>
        </w:trPr>
        <w:tc>
          <w:tcPr>
            <w:tcW w:w="605" w:type="dxa"/>
            <w:vAlign w:val="center"/>
          </w:tcPr>
          <w:p w:rsidR="0081424A" w:rsidRPr="00575A7B" w:rsidRDefault="0081424A" w:rsidP="00AF35E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72</w:t>
            </w:r>
          </w:p>
        </w:tc>
        <w:tc>
          <w:tcPr>
            <w:tcW w:w="1584" w:type="dxa"/>
            <w:vAlign w:val="center"/>
          </w:tcPr>
          <w:p w:rsidR="0081424A" w:rsidRPr="000400E1" w:rsidRDefault="0081424A" w:rsidP="00E221A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CASTELLANA</w:t>
            </w:r>
          </w:p>
        </w:tc>
        <w:tc>
          <w:tcPr>
            <w:tcW w:w="1497" w:type="dxa"/>
            <w:tcBorders>
              <w:right w:val="single" w:sz="4" w:space="0" w:color="auto"/>
            </w:tcBorders>
            <w:vAlign w:val="center"/>
          </w:tcPr>
          <w:p w:rsidR="0081424A" w:rsidRPr="000400E1" w:rsidRDefault="0081424A" w:rsidP="00E221A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II Angiulli</w:t>
            </w:r>
          </w:p>
        </w:tc>
        <w:tc>
          <w:tcPr>
            <w:tcW w:w="440" w:type="dxa"/>
            <w:tcBorders>
              <w:lef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C64A85" w:rsidRDefault="0081424A" w:rsidP="0029468A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5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tcBorders>
              <w:righ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vAlign w:val="center"/>
          </w:tcPr>
          <w:p w:rsidR="0081424A" w:rsidRPr="005A06DD" w:rsidRDefault="0081424A" w:rsidP="00E221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1424A" w:rsidRPr="002A543F" w:rsidTr="0010313E">
        <w:trPr>
          <w:trHeight w:val="284"/>
          <w:jc w:val="center"/>
        </w:trPr>
        <w:tc>
          <w:tcPr>
            <w:tcW w:w="605" w:type="dxa"/>
            <w:vAlign w:val="center"/>
          </w:tcPr>
          <w:p w:rsidR="0081424A" w:rsidRPr="00575A7B" w:rsidRDefault="0081424A" w:rsidP="00AF35E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73</w:t>
            </w:r>
          </w:p>
        </w:tc>
        <w:tc>
          <w:tcPr>
            <w:tcW w:w="1584" w:type="dxa"/>
            <w:vAlign w:val="center"/>
          </w:tcPr>
          <w:p w:rsidR="0081424A" w:rsidRPr="0010313E" w:rsidRDefault="0081424A" w:rsidP="00CD44F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10313E">
              <w:rPr>
                <w:rFonts w:ascii="Tahoma" w:hAnsi="Tahoma" w:cs="Tahoma"/>
                <w:sz w:val="18"/>
                <w:szCs w:val="18"/>
              </w:rPr>
              <w:t>ALBEROBELLO</w:t>
            </w:r>
          </w:p>
        </w:tc>
        <w:tc>
          <w:tcPr>
            <w:tcW w:w="1497" w:type="dxa"/>
            <w:tcBorders>
              <w:right w:val="single" w:sz="4" w:space="0" w:color="auto"/>
            </w:tcBorders>
            <w:vAlign w:val="center"/>
          </w:tcPr>
          <w:p w:rsidR="0081424A" w:rsidRPr="000400E1" w:rsidRDefault="0081424A" w:rsidP="00CD44F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D. Morea</w:t>
            </w:r>
          </w:p>
        </w:tc>
        <w:tc>
          <w:tcPr>
            <w:tcW w:w="440" w:type="dxa"/>
            <w:tcBorders>
              <w:left w:val="single" w:sz="4" w:space="0" w:color="auto"/>
            </w:tcBorders>
            <w:vAlign w:val="center"/>
          </w:tcPr>
          <w:p w:rsidR="0081424A" w:rsidRPr="005A06DD" w:rsidRDefault="0081424A" w:rsidP="00CD44F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CD44F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550" w:type="dxa"/>
            <w:vAlign w:val="center"/>
          </w:tcPr>
          <w:p w:rsidR="0081424A" w:rsidRPr="005A06DD" w:rsidRDefault="0081424A" w:rsidP="00CD44F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5A06DD" w:rsidRDefault="0081424A" w:rsidP="00CD44F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CD44F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CD44F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CD44F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C64A85" w:rsidRDefault="0081424A" w:rsidP="0029468A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50" w:type="dxa"/>
            <w:vAlign w:val="center"/>
          </w:tcPr>
          <w:p w:rsidR="0081424A" w:rsidRPr="005A06DD" w:rsidRDefault="0081424A" w:rsidP="00CD44F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CD44F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tcBorders>
              <w:right w:val="single" w:sz="4" w:space="0" w:color="auto"/>
            </w:tcBorders>
            <w:vAlign w:val="center"/>
          </w:tcPr>
          <w:p w:rsidR="0081424A" w:rsidRPr="005A06DD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5A06DD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5A06DD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vAlign w:val="center"/>
          </w:tcPr>
          <w:p w:rsidR="0081424A" w:rsidRPr="005A06DD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1424A" w:rsidRPr="002A543F" w:rsidTr="0010313E">
        <w:trPr>
          <w:trHeight w:val="284"/>
          <w:jc w:val="center"/>
        </w:trPr>
        <w:tc>
          <w:tcPr>
            <w:tcW w:w="605" w:type="dxa"/>
            <w:vAlign w:val="center"/>
          </w:tcPr>
          <w:p w:rsidR="0081424A" w:rsidRPr="00575A7B" w:rsidRDefault="0081424A" w:rsidP="008E7B1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74</w:t>
            </w:r>
          </w:p>
        </w:tc>
        <w:tc>
          <w:tcPr>
            <w:tcW w:w="1584" w:type="dxa"/>
            <w:vAlign w:val="center"/>
          </w:tcPr>
          <w:p w:rsidR="0081424A" w:rsidRPr="0010313E" w:rsidRDefault="0081424A" w:rsidP="00CD44F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10313E">
              <w:rPr>
                <w:rFonts w:ascii="Tahoma" w:hAnsi="Tahoma" w:cs="Tahoma"/>
                <w:sz w:val="18"/>
                <w:szCs w:val="18"/>
              </w:rPr>
              <w:t>LOCOROTONDO</w:t>
            </w:r>
          </w:p>
        </w:tc>
        <w:tc>
          <w:tcPr>
            <w:tcW w:w="1497" w:type="dxa"/>
            <w:tcBorders>
              <w:right w:val="single" w:sz="4" w:space="0" w:color="auto"/>
            </w:tcBorders>
            <w:vAlign w:val="center"/>
          </w:tcPr>
          <w:p w:rsidR="0081424A" w:rsidRPr="000400E1" w:rsidRDefault="0081424A" w:rsidP="00CD44F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Marconi</w:t>
            </w:r>
          </w:p>
        </w:tc>
        <w:tc>
          <w:tcPr>
            <w:tcW w:w="440" w:type="dxa"/>
            <w:tcBorders>
              <w:left w:val="single" w:sz="4" w:space="0" w:color="auto"/>
            </w:tcBorders>
            <w:vAlign w:val="center"/>
          </w:tcPr>
          <w:p w:rsidR="0081424A" w:rsidRPr="005A06DD" w:rsidRDefault="0081424A" w:rsidP="00CD44F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CD44F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:rsidR="0081424A" w:rsidRPr="005A06DD" w:rsidRDefault="0081424A" w:rsidP="00CD44F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5A06DD" w:rsidRDefault="0081424A" w:rsidP="00CD44F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CD44F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CD44F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CD44F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C64A85" w:rsidRDefault="0081424A" w:rsidP="0029468A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50" w:type="dxa"/>
            <w:vAlign w:val="center"/>
          </w:tcPr>
          <w:p w:rsidR="0081424A" w:rsidRPr="005A06DD" w:rsidRDefault="0081424A" w:rsidP="00CD44F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5A06DD" w:rsidRDefault="0081424A" w:rsidP="00CD44F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tcBorders>
              <w:right w:val="single" w:sz="4" w:space="0" w:color="auto"/>
            </w:tcBorders>
            <w:vAlign w:val="center"/>
          </w:tcPr>
          <w:p w:rsidR="0081424A" w:rsidRPr="005A06DD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5A06DD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5A06DD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vAlign w:val="center"/>
          </w:tcPr>
          <w:p w:rsidR="0081424A" w:rsidRPr="005A06DD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1424A" w:rsidRPr="002A543F" w:rsidTr="0010313E">
        <w:trPr>
          <w:trHeight w:val="284"/>
          <w:jc w:val="center"/>
        </w:trPr>
        <w:tc>
          <w:tcPr>
            <w:tcW w:w="605" w:type="dxa"/>
            <w:vAlign w:val="center"/>
          </w:tcPr>
          <w:p w:rsidR="0081424A" w:rsidRPr="00575A7B" w:rsidRDefault="0081424A" w:rsidP="00810E7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75</w:t>
            </w:r>
          </w:p>
        </w:tc>
        <w:tc>
          <w:tcPr>
            <w:tcW w:w="1584" w:type="dxa"/>
            <w:vAlign w:val="center"/>
          </w:tcPr>
          <w:p w:rsidR="0081424A" w:rsidRPr="0010313E" w:rsidRDefault="0081424A" w:rsidP="00810E74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10313E">
              <w:rPr>
                <w:rFonts w:ascii="Tahoma" w:hAnsi="Tahoma" w:cs="Tahoma"/>
                <w:sz w:val="18"/>
                <w:szCs w:val="18"/>
              </w:rPr>
              <w:t>NOCI</w:t>
            </w:r>
          </w:p>
        </w:tc>
        <w:tc>
          <w:tcPr>
            <w:tcW w:w="1497" w:type="dxa"/>
            <w:tcBorders>
              <w:right w:val="single" w:sz="4" w:space="0" w:color="auto"/>
            </w:tcBorders>
            <w:vAlign w:val="center"/>
          </w:tcPr>
          <w:p w:rsidR="0081424A" w:rsidRPr="000400E1" w:rsidRDefault="0081424A" w:rsidP="00810E74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Pascoli</w:t>
            </w:r>
          </w:p>
        </w:tc>
        <w:tc>
          <w:tcPr>
            <w:tcW w:w="440" w:type="dxa"/>
            <w:tcBorders>
              <w:left w:val="single" w:sz="4" w:space="0" w:color="auto"/>
            </w:tcBorders>
            <w:vAlign w:val="center"/>
          </w:tcPr>
          <w:p w:rsidR="0081424A" w:rsidRPr="005A06DD" w:rsidRDefault="0081424A" w:rsidP="00810E7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810E7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550" w:type="dxa"/>
            <w:vAlign w:val="center"/>
          </w:tcPr>
          <w:p w:rsidR="0081424A" w:rsidRPr="005A06DD" w:rsidRDefault="0081424A" w:rsidP="00810E7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5A06DD" w:rsidRDefault="0081424A" w:rsidP="00810E7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810E7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5A06DD" w:rsidRDefault="0081424A" w:rsidP="00810E7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5A06DD" w:rsidRDefault="0081424A" w:rsidP="00810E7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C64A85" w:rsidRDefault="0081424A" w:rsidP="0029468A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GTR</w:t>
            </w:r>
          </w:p>
        </w:tc>
        <w:tc>
          <w:tcPr>
            <w:tcW w:w="550" w:type="dxa"/>
            <w:vAlign w:val="center"/>
          </w:tcPr>
          <w:p w:rsidR="0081424A" w:rsidRPr="005A06DD" w:rsidRDefault="0081424A" w:rsidP="00810E7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0" w:type="dxa"/>
            <w:vAlign w:val="center"/>
          </w:tcPr>
          <w:p w:rsidR="0081424A" w:rsidRPr="005A06DD" w:rsidRDefault="0081424A" w:rsidP="00810E7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vAlign w:val="center"/>
          </w:tcPr>
          <w:p w:rsidR="0081424A" w:rsidRPr="005A06DD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tcBorders>
              <w:right w:val="single" w:sz="4" w:space="0" w:color="auto"/>
            </w:tcBorders>
            <w:vAlign w:val="center"/>
          </w:tcPr>
          <w:p w:rsidR="0081424A" w:rsidRPr="005A06DD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5A06DD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5A06DD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vAlign w:val="center"/>
          </w:tcPr>
          <w:p w:rsidR="0081424A" w:rsidRPr="005A06DD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1424A" w:rsidRPr="002A543F" w:rsidTr="0010313E">
        <w:trPr>
          <w:trHeight w:val="284"/>
          <w:jc w:val="center"/>
        </w:trPr>
        <w:tc>
          <w:tcPr>
            <w:tcW w:w="3686" w:type="dxa"/>
            <w:gridSpan w:val="3"/>
            <w:tcBorders>
              <w:right w:val="single" w:sz="4" w:space="0" w:color="auto"/>
            </w:tcBorders>
            <w:vAlign w:val="center"/>
          </w:tcPr>
          <w:p w:rsidR="0081424A" w:rsidRDefault="0081424A" w:rsidP="00810E74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</w:t>
            </w:r>
          </w:p>
        </w:tc>
        <w:tc>
          <w:tcPr>
            <w:tcW w:w="440" w:type="dxa"/>
            <w:tcBorders>
              <w:left w:val="single" w:sz="4" w:space="0" w:color="auto"/>
            </w:tcBorders>
            <w:vAlign w:val="center"/>
          </w:tcPr>
          <w:p w:rsidR="0081424A" w:rsidRPr="005A06DD" w:rsidRDefault="0081424A" w:rsidP="00810E7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D31965" w:rsidRDefault="0081424A" w:rsidP="00810E7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31965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550" w:type="dxa"/>
            <w:vAlign w:val="center"/>
          </w:tcPr>
          <w:p w:rsidR="0081424A" w:rsidRPr="00D31965" w:rsidRDefault="0081424A" w:rsidP="00810E7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31965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440" w:type="dxa"/>
            <w:vAlign w:val="center"/>
          </w:tcPr>
          <w:p w:rsidR="0081424A" w:rsidRPr="00D31965" w:rsidRDefault="0081424A" w:rsidP="00810E7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31965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440" w:type="dxa"/>
            <w:vAlign w:val="center"/>
          </w:tcPr>
          <w:p w:rsidR="0081424A" w:rsidRPr="00D31965" w:rsidRDefault="0081424A" w:rsidP="00810E7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31965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440" w:type="dxa"/>
            <w:vAlign w:val="center"/>
          </w:tcPr>
          <w:p w:rsidR="0081424A" w:rsidRPr="00D31965" w:rsidRDefault="0081424A" w:rsidP="00810E7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31965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440" w:type="dxa"/>
            <w:vAlign w:val="center"/>
          </w:tcPr>
          <w:p w:rsidR="0081424A" w:rsidRPr="00D31965" w:rsidRDefault="0081424A" w:rsidP="00810E7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31965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440" w:type="dxa"/>
            <w:vAlign w:val="center"/>
          </w:tcPr>
          <w:p w:rsidR="0081424A" w:rsidRPr="00D31965" w:rsidRDefault="0081424A" w:rsidP="0029468A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50" w:type="dxa"/>
            <w:vAlign w:val="center"/>
          </w:tcPr>
          <w:p w:rsidR="0081424A" w:rsidRPr="00D31965" w:rsidRDefault="0081424A" w:rsidP="00810E7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31965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440" w:type="dxa"/>
            <w:vAlign w:val="center"/>
          </w:tcPr>
          <w:p w:rsidR="0081424A" w:rsidRPr="00D31965" w:rsidRDefault="0081424A" w:rsidP="00810E7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31965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330" w:type="dxa"/>
            <w:vAlign w:val="center"/>
          </w:tcPr>
          <w:p w:rsidR="0081424A" w:rsidRPr="00D31965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31965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442" w:type="dxa"/>
            <w:vAlign w:val="center"/>
          </w:tcPr>
          <w:p w:rsidR="0081424A" w:rsidRPr="00D31965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31965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339" w:type="dxa"/>
            <w:vAlign w:val="center"/>
          </w:tcPr>
          <w:p w:rsidR="0081424A" w:rsidRPr="00D31965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31965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339" w:type="dxa"/>
            <w:vAlign w:val="center"/>
          </w:tcPr>
          <w:p w:rsidR="0081424A" w:rsidRPr="00D31965" w:rsidRDefault="0081424A" w:rsidP="00D31965">
            <w:pPr>
              <w:spacing w:after="0" w:line="240" w:lineRule="auto"/>
              <w:ind w:right="-139" w:hanging="17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31965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339" w:type="dxa"/>
            <w:vAlign w:val="center"/>
          </w:tcPr>
          <w:p w:rsidR="0081424A" w:rsidRPr="00D31965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31965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339" w:type="dxa"/>
            <w:vAlign w:val="center"/>
          </w:tcPr>
          <w:p w:rsidR="0081424A" w:rsidRPr="00D31965" w:rsidRDefault="0081424A" w:rsidP="00D31965">
            <w:pPr>
              <w:spacing w:after="0" w:line="240" w:lineRule="auto"/>
              <w:ind w:hanging="86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31965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339" w:type="dxa"/>
            <w:vAlign w:val="center"/>
          </w:tcPr>
          <w:p w:rsidR="0081424A" w:rsidRPr="00D31965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31965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339" w:type="dxa"/>
            <w:vAlign w:val="center"/>
          </w:tcPr>
          <w:p w:rsidR="0081424A" w:rsidRPr="00D31965" w:rsidRDefault="0081424A" w:rsidP="00D31965">
            <w:pPr>
              <w:spacing w:after="0" w:line="240" w:lineRule="auto"/>
              <w:ind w:right="-103" w:hanging="10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31965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339" w:type="dxa"/>
            <w:vAlign w:val="center"/>
          </w:tcPr>
          <w:p w:rsidR="0081424A" w:rsidRPr="00D31965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9" w:type="dxa"/>
            <w:vAlign w:val="center"/>
          </w:tcPr>
          <w:p w:rsidR="0081424A" w:rsidRPr="00D31965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31965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339" w:type="dxa"/>
            <w:vAlign w:val="center"/>
          </w:tcPr>
          <w:p w:rsidR="0081424A" w:rsidRPr="00D31965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31965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339" w:type="dxa"/>
            <w:vAlign w:val="center"/>
          </w:tcPr>
          <w:p w:rsidR="0081424A" w:rsidRPr="00D31965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9" w:type="dxa"/>
            <w:vAlign w:val="center"/>
          </w:tcPr>
          <w:p w:rsidR="0081424A" w:rsidRPr="00D31965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31965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339" w:type="dxa"/>
            <w:vAlign w:val="center"/>
          </w:tcPr>
          <w:p w:rsidR="0081424A" w:rsidRPr="00D31965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31965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339" w:type="dxa"/>
            <w:vAlign w:val="center"/>
          </w:tcPr>
          <w:p w:rsidR="0081424A" w:rsidRPr="00D31965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9" w:type="dxa"/>
            <w:vAlign w:val="center"/>
          </w:tcPr>
          <w:p w:rsidR="0081424A" w:rsidRPr="00D31965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31965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339" w:type="dxa"/>
            <w:tcBorders>
              <w:right w:val="single" w:sz="4" w:space="0" w:color="auto"/>
            </w:tcBorders>
            <w:vAlign w:val="center"/>
          </w:tcPr>
          <w:p w:rsidR="0081424A" w:rsidRPr="00D31965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31965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D31965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31965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5A06DD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vAlign w:val="center"/>
          </w:tcPr>
          <w:p w:rsidR="0081424A" w:rsidRPr="005A06DD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1424A" w:rsidRPr="002A543F" w:rsidTr="0010313E">
        <w:trPr>
          <w:trHeight w:val="284"/>
          <w:jc w:val="center"/>
        </w:trPr>
        <w:tc>
          <w:tcPr>
            <w:tcW w:w="3686" w:type="dxa"/>
            <w:gridSpan w:val="3"/>
            <w:tcBorders>
              <w:right w:val="single" w:sz="4" w:space="0" w:color="auto"/>
            </w:tcBorders>
            <w:vAlign w:val="center"/>
          </w:tcPr>
          <w:p w:rsidR="0081424A" w:rsidRDefault="0081424A" w:rsidP="00D3196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                                           Totale</w:t>
            </w:r>
          </w:p>
        </w:tc>
        <w:tc>
          <w:tcPr>
            <w:tcW w:w="440" w:type="dxa"/>
            <w:tcBorders>
              <w:left w:val="single" w:sz="4" w:space="0" w:color="auto"/>
            </w:tcBorders>
            <w:vAlign w:val="center"/>
          </w:tcPr>
          <w:p w:rsidR="0081424A" w:rsidRPr="005A06DD" w:rsidRDefault="0081424A" w:rsidP="00810E7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81424A" w:rsidRPr="00CE0DD2" w:rsidRDefault="0081424A" w:rsidP="00810E7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E0DD2">
              <w:rPr>
                <w:rFonts w:ascii="Tahoma" w:hAnsi="Tahoma" w:cs="Tahoma"/>
                <w:sz w:val="16"/>
                <w:szCs w:val="16"/>
              </w:rPr>
              <w:t>53</w:t>
            </w:r>
          </w:p>
        </w:tc>
        <w:tc>
          <w:tcPr>
            <w:tcW w:w="550" w:type="dxa"/>
            <w:vAlign w:val="center"/>
          </w:tcPr>
          <w:p w:rsidR="0081424A" w:rsidRPr="00CE0DD2" w:rsidRDefault="0081424A" w:rsidP="00810E7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65</w:t>
            </w:r>
          </w:p>
        </w:tc>
        <w:tc>
          <w:tcPr>
            <w:tcW w:w="440" w:type="dxa"/>
            <w:vAlign w:val="center"/>
          </w:tcPr>
          <w:p w:rsidR="0081424A" w:rsidRPr="00CE0DD2" w:rsidRDefault="0081424A" w:rsidP="00810E7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440" w:type="dxa"/>
            <w:vAlign w:val="center"/>
          </w:tcPr>
          <w:p w:rsidR="0081424A" w:rsidRPr="00CE0DD2" w:rsidRDefault="0081424A" w:rsidP="00810E7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47</w:t>
            </w:r>
          </w:p>
        </w:tc>
        <w:tc>
          <w:tcPr>
            <w:tcW w:w="440" w:type="dxa"/>
            <w:vAlign w:val="center"/>
          </w:tcPr>
          <w:p w:rsidR="0081424A" w:rsidRPr="00CE0DD2" w:rsidRDefault="0081424A" w:rsidP="00810E7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39</w:t>
            </w:r>
          </w:p>
        </w:tc>
        <w:tc>
          <w:tcPr>
            <w:tcW w:w="440" w:type="dxa"/>
            <w:vAlign w:val="center"/>
          </w:tcPr>
          <w:p w:rsidR="0081424A" w:rsidRPr="00CE0DD2" w:rsidRDefault="0081424A" w:rsidP="00810E7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440" w:type="dxa"/>
            <w:vAlign w:val="center"/>
          </w:tcPr>
          <w:p w:rsidR="0081424A" w:rsidRPr="00CE0DD2" w:rsidRDefault="0081424A" w:rsidP="0029468A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50" w:type="dxa"/>
            <w:vAlign w:val="center"/>
          </w:tcPr>
          <w:p w:rsidR="0081424A" w:rsidRPr="00CE0DD2" w:rsidRDefault="0081424A" w:rsidP="00810E7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440" w:type="dxa"/>
            <w:vAlign w:val="center"/>
          </w:tcPr>
          <w:p w:rsidR="0081424A" w:rsidRPr="00CE0DD2" w:rsidRDefault="0081424A" w:rsidP="00810E7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330" w:type="dxa"/>
            <w:vAlign w:val="center"/>
          </w:tcPr>
          <w:p w:rsidR="0081424A" w:rsidRPr="00CE0DD2" w:rsidRDefault="0081424A" w:rsidP="00CE0DD2">
            <w:pPr>
              <w:spacing w:after="0" w:line="240" w:lineRule="auto"/>
              <w:ind w:right="-159" w:hanging="16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38</w:t>
            </w:r>
          </w:p>
        </w:tc>
        <w:tc>
          <w:tcPr>
            <w:tcW w:w="442" w:type="dxa"/>
            <w:vAlign w:val="center"/>
          </w:tcPr>
          <w:p w:rsidR="0081424A" w:rsidRPr="00CE0DD2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42</w:t>
            </w:r>
          </w:p>
        </w:tc>
        <w:tc>
          <w:tcPr>
            <w:tcW w:w="339" w:type="dxa"/>
            <w:vAlign w:val="center"/>
          </w:tcPr>
          <w:p w:rsidR="0081424A" w:rsidRPr="00CE0DD2" w:rsidRDefault="0081424A" w:rsidP="00CE0DD2">
            <w:pPr>
              <w:spacing w:after="0" w:line="240" w:lineRule="auto"/>
              <w:ind w:right="-148" w:hanging="5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29</w:t>
            </w:r>
          </w:p>
        </w:tc>
        <w:tc>
          <w:tcPr>
            <w:tcW w:w="339" w:type="dxa"/>
            <w:vAlign w:val="center"/>
          </w:tcPr>
          <w:p w:rsidR="0081424A" w:rsidRPr="00CE0DD2" w:rsidRDefault="0081424A" w:rsidP="00D31965">
            <w:pPr>
              <w:spacing w:after="0" w:line="240" w:lineRule="auto"/>
              <w:ind w:right="-139" w:hanging="178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40</w:t>
            </w:r>
          </w:p>
        </w:tc>
        <w:tc>
          <w:tcPr>
            <w:tcW w:w="339" w:type="dxa"/>
            <w:vAlign w:val="center"/>
          </w:tcPr>
          <w:p w:rsidR="0081424A" w:rsidRPr="00CE0DD2" w:rsidRDefault="0081424A" w:rsidP="00CE0DD2">
            <w:pPr>
              <w:spacing w:after="0" w:line="240" w:lineRule="auto"/>
              <w:ind w:right="-130" w:hanging="7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339" w:type="dxa"/>
            <w:vAlign w:val="center"/>
          </w:tcPr>
          <w:p w:rsidR="0081424A" w:rsidRPr="00CE0DD2" w:rsidRDefault="0081424A" w:rsidP="00D31965">
            <w:pPr>
              <w:spacing w:after="0" w:line="240" w:lineRule="auto"/>
              <w:ind w:hanging="86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42</w:t>
            </w:r>
          </w:p>
        </w:tc>
        <w:tc>
          <w:tcPr>
            <w:tcW w:w="339" w:type="dxa"/>
            <w:vAlign w:val="center"/>
          </w:tcPr>
          <w:p w:rsidR="0081424A" w:rsidRPr="00CE0DD2" w:rsidRDefault="0081424A" w:rsidP="00B552E7">
            <w:pPr>
              <w:spacing w:after="0" w:line="240" w:lineRule="auto"/>
              <w:ind w:right="-112" w:hanging="95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339" w:type="dxa"/>
            <w:vAlign w:val="center"/>
          </w:tcPr>
          <w:p w:rsidR="0081424A" w:rsidRPr="00CE0DD2" w:rsidRDefault="0081424A" w:rsidP="00D31965">
            <w:pPr>
              <w:spacing w:after="0" w:line="240" w:lineRule="auto"/>
              <w:ind w:right="-103" w:hanging="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339" w:type="dxa"/>
            <w:vAlign w:val="center"/>
          </w:tcPr>
          <w:p w:rsidR="0081424A" w:rsidRPr="00CE0DD2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339" w:type="dxa"/>
            <w:vAlign w:val="center"/>
          </w:tcPr>
          <w:p w:rsidR="0081424A" w:rsidRPr="00CE0DD2" w:rsidRDefault="0081424A" w:rsidP="00B552E7">
            <w:pPr>
              <w:spacing w:after="0" w:line="240" w:lineRule="auto"/>
              <w:ind w:right="-85" w:hanging="12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339" w:type="dxa"/>
            <w:vAlign w:val="center"/>
          </w:tcPr>
          <w:p w:rsidR="0081424A" w:rsidRPr="00CE0DD2" w:rsidRDefault="0081424A" w:rsidP="00B552E7">
            <w:pPr>
              <w:spacing w:after="0" w:line="240" w:lineRule="auto"/>
              <w:ind w:right="-76" w:hanging="13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339" w:type="dxa"/>
            <w:vAlign w:val="center"/>
          </w:tcPr>
          <w:p w:rsidR="0081424A" w:rsidRPr="00CE0DD2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39" w:type="dxa"/>
            <w:vAlign w:val="center"/>
          </w:tcPr>
          <w:p w:rsidR="0081424A" w:rsidRPr="00CE0DD2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339" w:type="dxa"/>
            <w:vAlign w:val="center"/>
          </w:tcPr>
          <w:p w:rsidR="0081424A" w:rsidRPr="00CE0DD2" w:rsidRDefault="0081424A" w:rsidP="00B552E7">
            <w:pPr>
              <w:spacing w:after="0" w:line="240" w:lineRule="auto"/>
              <w:ind w:right="-49" w:hanging="48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339" w:type="dxa"/>
            <w:vAlign w:val="center"/>
          </w:tcPr>
          <w:p w:rsidR="0081424A" w:rsidRPr="00CE0DD2" w:rsidRDefault="0081424A" w:rsidP="00BB48E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39" w:type="dxa"/>
            <w:vAlign w:val="center"/>
          </w:tcPr>
          <w:p w:rsidR="0081424A" w:rsidRPr="00CE0DD2" w:rsidRDefault="0081424A" w:rsidP="00B552E7">
            <w:pPr>
              <w:spacing w:after="0" w:line="240" w:lineRule="auto"/>
              <w:ind w:hanging="66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339" w:type="dxa"/>
            <w:tcBorders>
              <w:right w:val="single" w:sz="4" w:space="0" w:color="auto"/>
            </w:tcBorders>
            <w:vAlign w:val="center"/>
          </w:tcPr>
          <w:p w:rsidR="0081424A" w:rsidRPr="00CE0DD2" w:rsidRDefault="0081424A" w:rsidP="00B552E7">
            <w:pPr>
              <w:spacing w:after="0" w:line="240" w:lineRule="auto"/>
              <w:ind w:hanging="75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CE0DD2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24A" w:rsidRPr="00CE0DD2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vAlign w:val="center"/>
          </w:tcPr>
          <w:p w:rsidR="0081424A" w:rsidRPr="005A06DD" w:rsidRDefault="0081424A" w:rsidP="001B049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1424A" w:rsidRDefault="0081424A" w:rsidP="00F640E0"/>
    <w:sectPr w:rsidR="0081424A" w:rsidSect="000B2146">
      <w:pgSz w:w="16838" w:h="11906" w:orient="landscape"/>
      <w:pgMar w:top="180" w:right="678" w:bottom="142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283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4D12"/>
    <w:rsid w:val="0000403F"/>
    <w:rsid w:val="000153C1"/>
    <w:rsid w:val="000278AA"/>
    <w:rsid w:val="0003262C"/>
    <w:rsid w:val="000400E1"/>
    <w:rsid w:val="000608FD"/>
    <w:rsid w:val="00060DED"/>
    <w:rsid w:val="00061740"/>
    <w:rsid w:val="00062A34"/>
    <w:rsid w:val="0007444C"/>
    <w:rsid w:val="0007720E"/>
    <w:rsid w:val="00090845"/>
    <w:rsid w:val="00092816"/>
    <w:rsid w:val="000A2188"/>
    <w:rsid w:val="000A3778"/>
    <w:rsid w:val="000A54BD"/>
    <w:rsid w:val="000B2146"/>
    <w:rsid w:val="000B79BC"/>
    <w:rsid w:val="000C3974"/>
    <w:rsid w:val="000C51EA"/>
    <w:rsid w:val="000F2C72"/>
    <w:rsid w:val="000F7521"/>
    <w:rsid w:val="0010313E"/>
    <w:rsid w:val="001149D4"/>
    <w:rsid w:val="00117E47"/>
    <w:rsid w:val="00117FDC"/>
    <w:rsid w:val="00123838"/>
    <w:rsid w:val="001666BA"/>
    <w:rsid w:val="001829E7"/>
    <w:rsid w:val="00194D02"/>
    <w:rsid w:val="001A509B"/>
    <w:rsid w:val="001B0494"/>
    <w:rsid w:val="001B0738"/>
    <w:rsid w:val="001B4D74"/>
    <w:rsid w:val="001B5F95"/>
    <w:rsid w:val="001C26BA"/>
    <w:rsid w:val="001C6E5C"/>
    <w:rsid w:val="001D5295"/>
    <w:rsid w:val="001E3FF7"/>
    <w:rsid w:val="001E4211"/>
    <w:rsid w:val="00204C6E"/>
    <w:rsid w:val="002079E2"/>
    <w:rsid w:val="00215A76"/>
    <w:rsid w:val="00220566"/>
    <w:rsid w:val="002305E0"/>
    <w:rsid w:val="0023522B"/>
    <w:rsid w:val="00235355"/>
    <w:rsid w:val="002728CE"/>
    <w:rsid w:val="00283BBB"/>
    <w:rsid w:val="0029348E"/>
    <w:rsid w:val="0029468A"/>
    <w:rsid w:val="002A543F"/>
    <w:rsid w:val="002C154A"/>
    <w:rsid w:val="002C4F7F"/>
    <w:rsid w:val="0030491C"/>
    <w:rsid w:val="00310522"/>
    <w:rsid w:val="003203CF"/>
    <w:rsid w:val="003537A4"/>
    <w:rsid w:val="00355CC1"/>
    <w:rsid w:val="003632DD"/>
    <w:rsid w:val="003710A5"/>
    <w:rsid w:val="00382931"/>
    <w:rsid w:val="00394243"/>
    <w:rsid w:val="003B043E"/>
    <w:rsid w:val="003B5087"/>
    <w:rsid w:val="003E32EC"/>
    <w:rsid w:val="003F06F8"/>
    <w:rsid w:val="00406E44"/>
    <w:rsid w:val="00424756"/>
    <w:rsid w:val="00453D24"/>
    <w:rsid w:val="00454231"/>
    <w:rsid w:val="0049190E"/>
    <w:rsid w:val="00496A70"/>
    <w:rsid w:val="00496EBE"/>
    <w:rsid w:val="004A5247"/>
    <w:rsid w:val="004B64E5"/>
    <w:rsid w:val="004C5FC5"/>
    <w:rsid w:val="004C6E4A"/>
    <w:rsid w:val="00517292"/>
    <w:rsid w:val="00542C71"/>
    <w:rsid w:val="00555E5F"/>
    <w:rsid w:val="00560AFC"/>
    <w:rsid w:val="00570502"/>
    <w:rsid w:val="00575934"/>
    <w:rsid w:val="00575A7B"/>
    <w:rsid w:val="00583F8B"/>
    <w:rsid w:val="00594C60"/>
    <w:rsid w:val="005A06DD"/>
    <w:rsid w:val="005A66ED"/>
    <w:rsid w:val="005B0DE6"/>
    <w:rsid w:val="005C1EE7"/>
    <w:rsid w:val="005C482A"/>
    <w:rsid w:val="005D2F56"/>
    <w:rsid w:val="005E402C"/>
    <w:rsid w:val="005E4129"/>
    <w:rsid w:val="005E6661"/>
    <w:rsid w:val="005F2A07"/>
    <w:rsid w:val="005F6EE5"/>
    <w:rsid w:val="005F7D4B"/>
    <w:rsid w:val="0062241F"/>
    <w:rsid w:val="0063686D"/>
    <w:rsid w:val="00642F7F"/>
    <w:rsid w:val="00682656"/>
    <w:rsid w:val="0068282C"/>
    <w:rsid w:val="006A1BC9"/>
    <w:rsid w:val="006A25BA"/>
    <w:rsid w:val="006C1DDE"/>
    <w:rsid w:val="006E1A93"/>
    <w:rsid w:val="006F39A1"/>
    <w:rsid w:val="0070251A"/>
    <w:rsid w:val="007055A1"/>
    <w:rsid w:val="00716020"/>
    <w:rsid w:val="0071745B"/>
    <w:rsid w:val="00717EA7"/>
    <w:rsid w:val="0074267D"/>
    <w:rsid w:val="00746EE3"/>
    <w:rsid w:val="00751EAF"/>
    <w:rsid w:val="00757BA4"/>
    <w:rsid w:val="00774B69"/>
    <w:rsid w:val="00780375"/>
    <w:rsid w:val="00796240"/>
    <w:rsid w:val="007A25F0"/>
    <w:rsid w:val="007B23C1"/>
    <w:rsid w:val="007C7975"/>
    <w:rsid w:val="007D2ED0"/>
    <w:rsid w:val="007D63C8"/>
    <w:rsid w:val="007E2CDB"/>
    <w:rsid w:val="007E5389"/>
    <w:rsid w:val="007E6853"/>
    <w:rsid w:val="007F3A31"/>
    <w:rsid w:val="007F41CE"/>
    <w:rsid w:val="00810E74"/>
    <w:rsid w:val="0081424A"/>
    <w:rsid w:val="00815D2C"/>
    <w:rsid w:val="0081667F"/>
    <w:rsid w:val="008174C9"/>
    <w:rsid w:val="00837F0C"/>
    <w:rsid w:val="00840DEC"/>
    <w:rsid w:val="00855CF7"/>
    <w:rsid w:val="00855EBF"/>
    <w:rsid w:val="00855F53"/>
    <w:rsid w:val="008756FB"/>
    <w:rsid w:val="00881342"/>
    <w:rsid w:val="00883099"/>
    <w:rsid w:val="008A2004"/>
    <w:rsid w:val="008C2F83"/>
    <w:rsid w:val="008D3446"/>
    <w:rsid w:val="008E7B16"/>
    <w:rsid w:val="00907947"/>
    <w:rsid w:val="00924A92"/>
    <w:rsid w:val="00941118"/>
    <w:rsid w:val="009450DF"/>
    <w:rsid w:val="009459C5"/>
    <w:rsid w:val="009464DB"/>
    <w:rsid w:val="00953019"/>
    <w:rsid w:val="009546D5"/>
    <w:rsid w:val="0096008A"/>
    <w:rsid w:val="009664EC"/>
    <w:rsid w:val="009677AF"/>
    <w:rsid w:val="009705D2"/>
    <w:rsid w:val="00970749"/>
    <w:rsid w:val="009716C2"/>
    <w:rsid w:val="00986BEC"/>
    <w:rsid w:val="00992305"/>
    <w:rsid w:val="0099232A"/>
    <w:rsid w:val="009955EA"/>
    <w:rsid w:val="00995927"/>
    <w:rsid w:val="00996009"/>
    <w:rsid w:val="009964AC"/>
    <w:rsid w:val="009A4479"/>
    <w:rsid w:val="009A7447"/>
    <w:rsid w:val="009B50A3"/>
    <w:rsid w:val="009C1109"/>
    <w:rsid w:val="009E5F6A"/>
    <w:rsid w:val="00A01A5C"/>
    <w:rsid w:val="00A241EB"/>
    <w:rsid w:val="00A41157"/>
    <w:rsid w:val="00A4181D"/>
    <w:rsid w:val="00A4556F"/>
    <w:rsid w:val="00A51080"/>
    <w:rsid w:val="00A525AD"/>
    <w:rsid w:val="00A54610"/>
    <w:rsid w:val="00A711C8"/>
    <w:rsid w:val="00A766B3"/>
    <w:rsid w:val="00A906AA"/>
    <w:rsid w:val="00AA7C8E"/>
    <w:rsid w:val="00AB402E"/>
    <w:rsid w:val="00AC24A5"/>
    <w:rsid w:val="00AD025D"/>
    <w:rsid w:val="00AD1A6B"/>
    <w:rsid w:val="00AE4E48"/>
    <w:rsid w:val="00AE50B5"/>
    <w:rsid w:val="00AE5D2E"/>
    <w:rsid w:val="00AF35E3"/>
    <w:rsid w:val="00B049EF"/>
    <w:rsid w:val="00B153B6"/>
    <w:rsid w:val="00B42841"/>
    <w:rsid w:val="00B552E7"/>
    <w:rsid w:val="00B7273D"/>
    <w:rsid w:val="00B73FDA"/>
    <w:rsid w:val="00B77B0E"/>
    <w:rsid w:val="00B90AE0"/>
    <w:rsid w:val="00B9154E"/>
    <w:rsid w:val="00B977F2"/>
    <w:rsid w:val="00BA07DC"/>
    <w:rsid w:val="00BA3BBA"/>
    <w:rsid w:val="00BB1E63"/>
    <w:rsid w:val="00BB48E5"/>
    <w:rsid w:val="00BD0B3B"/>
    <w:rsid w:val="00BF3FC6"/>
    <w:rsid w:val="00C1056C"/>
    <w:rsid w:val="00C1574D"/>
    <w:rsid w:val="00C16D7A"/>
    <w:rsid w:val="00C2360B"/>
    <w:rsid w:val="00C34AC8"/>
    <w:rsid w:val="00C4235E"/>
    <w:rsid w:val="00C460ED"/>
    <w:rsid w:val="00C52A85"/>
    <w:rsid w:val="00C64A85"/>
    <w:rsid w:val="00C71D79"/>
    <w:rsid w:val="00C736C4"/>
    <w:rsid w:val="00C85167"/>
    <w:rsid w:val="00CA0427"/>
    <w:rsid w:val="00CB71DB"/>
    <w:rsid w:val="00CD44FF"/>
    <w:rsid w:val="00CD4A3E"/>
    <w:rsid w:val="00CD7971"/>
    <w:rsid w:val="00CD7F06"/>
    <w:rsid w:val="00CE0DD2"/>
    <w:rsid w:val="00CF4D12"/>
    <w:rsid w:val="00CF6D58"/>
    <w:rsid w:val="00D214E5"/>
    <w:rsid w:val="00D262DA"/>
    <w:rsid w:val="00D31965"/>
    <w:rsid w:val="00D370BD"/>
    <w:rsid w:val="00D37E81"/>
    <w:rsid w:val="00D441E9"/>
    <w:rsid w:val="00D52CC8"/>
    <w:rsid w:val="00D816BC"/>
    <w:rsid w:val="00D9554C"/>
    <w:rsid w:val="00DA29D6"/>
    <w:rsid w:val="00DA2E6F"/>
    <w:rsid w:val="00DD1FA1"/>
    <w:rsid w:val="00DF72BB"/>
    <w:rsid w:val="00E20BE9"/>
    <w:rsid w:val="00E221A5"/>
    <w:rsid w:val="00E22237"/>
    <w:rsid w:val="00E25B4B"/>
    <w:rsid w:val="00E554EF"/>
    <w:rsid w:val="00E86FFC"/>
    <w:rsid w:val="00E92719"/>
    <w:rsid w:val="00EA6418"/>
    <w:rsid w:val="00EB42FA"/>
    <w:rsid w:val="00EB6EBF"/>
    <w:rsid w:val="00ED1D30"/>
    <w:rsid w:val="00EF0B67"/>
    <w:rsid w:val="00EF12DD"/>
    <w:rsid w:val="00F1735A"/>
    <w:rsid w:val="00F35FDC"/>
    <w:rsid w:val="00F42BD7"/>
    <w:rsid w:val="00F53B86"/>
    <w:rsid w:val="00F616BE"/>
    <w:rsid w:val="00F62945"/>
    <w:rsid w:val="00F640E0"/>
    <w:rsid w:val="00F64371"/>
    <w:rsid w:val="00F65A02"/>
    <w:rsid w:val="00F70067"/>
    <w:rsid w:val="00F76DA5"/>
    <w:rsid w:val="00F851FA"/>
    <w:rsid w:val="00F869E4"/>
    <w:rsid w:val="00F92075"/>
    <w:rsid w:val="00F952D0"/>
    <w:rsid w:val="00FA15F5"/>
    <w:rsid w:val="00FC5EB0"/>
    <w:rsid w:val="00FD0292"/>
    <w:rsid w:val="00FD45C9"/>
    <w:rsid w:val="00FE3340"/>
    <w:rsid w:val="00FE5B5E"/>
    <w:rsid w:val="00FF1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6E5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F4D1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A525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664EC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766</TotalTime>
  <Pages>3</Pages>
  <Words>1131</Words>
  <Characters>6450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R G A N I G R A M M A   Scuola Primaria Discipline Sportive  A</dc:title>
  <dc:subject/>
  <dc:creator>utente</dc:creator>
  <cp:keywords/>
  <dc:description/>
  <cp:lastModifiedBy>M.I.U.R.</cp:lastModifiedBy>
  <cp:revision>50</cp:revision>
  <cp:lastPrinted>2013-10-29T11:43:00Z</cp:lastPrinted>
  <dcterms:created xsi:type="dcterms:W3CDTF">2013-10-14T13:09:00Z</dcterms:created>
  <dcterms:modified xsi:type="dcterms:W3CDTF">2013-10-29T12:25:00Z</dcterms:modified>
</cp:coreProperties>
</file>