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BD" w:rsidRPr="00CF4D12" w:rsidRDefault="00D370BD" w:rsidP="00355CC1">
      <w:pPr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CF4D12">
        <w:rPr>
          <w:rFonts w:ascii="Tahoma" w:hAnsi="Tahoma" w:cs="Tahoma"/>
          <w:sz w:val="28"/>
          <w:szCs w:val="28"/>
        </w:rPr>
        <w:t xml:space="preserve">Scuola Primaria </w:t>
      </w:r>
      <w:r w:rsidRPr="0096008A">
        <w:rPr>
          <w:rFonts w:ascii="Tahoma" w:hAnsi="Tahoma" w:cs="Tahoma"/>
          <w:sz w:val="28"/>
          <w:szCs w:val="28"/>
        </w:rPr>
        <w:t>O</w:t>
      </w:r>
      <w:r>
        <w:rPr>
          <w:rFonts w:ascii="Tahoma" w:hAnsi="Tahoma" w:cs="Tahoma"/>
          <w:sz w:val="28"/>
          <w:szCs w:val="28"/>
        </w:rPr>
        <w:t>RGANIGRAMM</w:t>
      </w:r>
      <w:r w:rsidRPr="0096008A">
        <w:rPr>
          <w:rFonts w:ascii="Tahoma" w:hAnsi="Tahoma" w:cs="Tahoma"/>
          <w:sz w:val="28"/>
          <w:szCs w:val="28"/>
        </w:rPr>
        <w:t>A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Formativo/Ludico/Sportivo” – Adesione Discipline Sportive A.S. 2013</w:t>
      </w:r>
      <w:r w:rsidRPr="00CF4D12">
        <w:rPr>
          <w:rFonts w:ascii="Tahoma" w:hAnsi="Tahoma" w:cs="Tahoma"/>
          <w:sz w:val="28"/>
          <w:szCs w:val="28"/>
        </w:rPr>
        <w:t>-</w:t>
      </w:r>
      <w:r>
        <w:rPr>
          <w:rFonts w:ascii="Tahoma" w:hAnsi="Tahoma" w:cs="Tahoma"/>
          <w:sz w:val="28"/>
          <w:szCs w:val="28"/>
        </w:rPr>
        <w:t>‘14</w:t>
      </w:r>
    </w:p>
    <w:tbl>
      <w:tblPr>
        <w:tblW w:w="159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1264"/>
        <w:gridCol w:w="1540"/>
        <w:gridCol w:w="477"/>
        <w:gridCol w:w="462"/>
        <w:gridCol w:w="441"/>
        <w:gridCol w:w="484"/>
        <w:gridCol w:w="462"/>
        <w:gridCol w:w="461"/>
        <w:gridCol w:w="461"/>
        <w:gridCol w:w="56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D370BD" w:rsidRPr="002A543F" w:rsidTr="001E3FF7">
        <w:trPr>
          <w:cantSplit/>
          <w:trHeight w:val="2073"/>
          <w:jc w:val="center"/>
        </w:trPr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D370BD" w:rsidRPr="00992305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  <w:r w:rsidRPr="00D52C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D370BD" w:rsidRPr="009955EA" w:rsidRDefault="00D370BD" w:rsidP="00D52CC8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D370BD" w:rsidRDefault="00D370BD" w:rsidP="00D52CC8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D370BD" w:rsidRPr="009955EA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Default="00D370BD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Pr="00992305" w:rsidRDefault="00D370BD" w:rsidP="007F41CE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62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>PROTOCOLLO  ENTE  LOCALE</w:t>
            </w:r>
          </w:p>
        </w:tc>
        <w:tc>
          <w:tcPr>
            <w:tcW w:w="44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84" w:type="dxa"/>
            <w:textDirection w:val="btL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 xml:space="preserve">STAFF </w:t>
            </w:r>
            <w:r>
              <w:rPr>
                <w:rFonts w:ascii="Tahoma" w:hAnsi="Tahoma" w:cs="Tahoma"/>
                <w:sz w:val="14"/>
                <w:szCs w:val="14"/>
              </w:rPr>
              <w:t xml:space="preserve">C.O.R. 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>Consulta Motorio Didattica</w:t>
            </w:r>
          </w:p>
        </w:tc>
        <w:tc>
          <w:tcPr>
            <w:tcW w:w="462" w:type="dxa"/>
            <w:textDirection w:val="btLr"/>
            <w:vAlign w:val="cente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                   Asoociazione Sportiva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Associazione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Docenti</w:t>
            </w:r>
          </w:p>
        </w:tc>
        <w:tc>
          <w:tcPr>
            <w:tcW w:w="563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68282C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CANOTTAGGIO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461" w:type="dxa"/>
            <w:textDirection w:val="btL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BADMINTON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215A76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99230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N°</w:t>
            </w:r>
          </w:p>
        </w:tc>
        <w:tc>
          <w:tcPr>
            <w:tcW w:w="1264" w:type="dxa"/>
            <w:vAlign w:val="center"/>
          </w:tcPr>
          <w:p w:rsidR="00D370BD" w:rsidRPr="007D2ED0" w:rsidRDefault="00D370BD" w:rsidP="0099230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CITTA’</w:t>
            </w:r>
          </w:p>
        </w:tc>
        <w:tc>
          <w:tcPr>
            <w:tcW w:w="1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70BD" w:rsidRPr="007D2ED0" w:rsidRDefault="00D370BD" w:rsidP="0099230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SCUOLA</w:t>
            </w:r>
          </w:p>
        </w:tc>
        <w:tc>
          <w:tcPr>
            <w:tcW w:w="4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70BD" w:rsidRPr="007D2ED0" w:rsidRDefault="00D370BD" w:rsidP="007F41C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41" w:type="dxa"/>
            <w:vAlign w:val="center"/>
          </w:tcPr>
          <w:p w:rsidR="00D370BD" w:rsidRPr="00575A7B" w:rsidRDefault="00D370BD" w:rsidP="00ED1D30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4" w:type="dxa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62" w:type="dxa"/>
            <w:vAlign w:val="center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61" w:type="dxa"/>
            <w:vAlign w:val="center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61" w:type="dxa"/>
            <w:vAlign w:val="center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63" w:type="dxa"/>
            <w:vAlign w:val="center"/>
          </w:tcPr>
          <w:p w:rsidR="00D370BD" w:rsidRPr="002A543F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310522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9964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9964AC" w:rsidRDefault="00D370BD" w:rsidP="0031052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C85167" w:rsidRDefault="00D370BD" w:rsidP="00310522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C85167" w:rsidRDefault="00D370BD" w:rsidP="00310522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2A543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5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Musti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70BD" w:rsidRPr="000400E1" w:rsidRDefault="00D370BD" w:rsidP="007F41C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B90AE0" w:rsidRDefault="00D370BD" w:rsidP="00FE5B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CD7F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BARLETTA 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D’AZELIO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7F41C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B90AE0" w:rsidRDefault="00D370BD" w:rsidP="00FE5B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B90AE0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CD7F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Fraggianni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7F41C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FE5B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CD7F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7D2ED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Savio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7F41C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FE5B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CD7F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DA2E6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BARLETTA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A2E6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 G. Paolo II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DA2E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DA2E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BARLETTA 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Girondi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235355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35355">
              <w:rPr>
                <w:rFonts w:ascii="Tahoma" w:hAnsi="Tahoma" w:cs="Tahoma"/>
                <w:sz w:val="14"/>
                <w:szCs w:val="14"/>
              </w:rPr>
              <w:t>ATL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II Don Bosco 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Imbriani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Verdi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 Jannuzzi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23838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23838">
              <w:rPr>
                <w:rFonts w:ascii="Tahoma" w:hAnsi="Tahoma" w:cs="Tahoma"/>
                <w:sz w:val="14"/>
                <w:szCs w:val="14"/>
              </w:rPr>
              <w:t>VOL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 Cotugno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400E1">
              <w:rPr>
                <w:rFonts w:ascii="Tahoma" w:hAnsi="Tahoma" w:cs="Tahoma"/>
                <w:sz w:val="18"/>
                <w:szCs w:val="18"/>
              </w:rPr>
              <w:t>ANDRIA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VIII Rosmini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E5B5E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264" w:type="dxa"/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TRANI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Petronelli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FE5B5E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E3FF7">
              <w:rPr>
                <w:rFonts w:ascii="Tahoma" w:hAnsi="Tahoma" w:cs="Tahoma"/>
                <w:sz w:val="14"/>
                <w:szCs w:val="14"/>
              </w:rPr>
              <w:t>TEN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FE5B5E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264" w:type="dxa"/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TRANI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 Amicis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1E3FF7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264" w:type="dxa"/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BISCEGLIE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E927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Caputi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1E3FF7" w:rsidRDefault="00D370BD" w:rsidP="00E9271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FF7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 Scardigno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264" w:type="dxa"/>
            <w:vAlign w:val="center"/>
          </w:tcPr>
          <w:p w:rsidR="00D370BD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Manzoni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1666B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1666B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E9271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FE5B5E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Azzolini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4556F">
              <w:rPr>
                <w:rFonts w:ascii="Tahoma" w:hAnsi="Tahoma" w:cs="Tahoma"/>
                <w:sz w:val="14"/>
                <w:szCs w:val="14"/>
              </w:rPr>
              <w:t>GIO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MOLFETTA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S. G. Bosco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GIOVINAZZO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E20BE9" w:rsidRDefault="00D370BD" w:rsidP="00EA6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 xml:space="preserve">II </w:t>
            </w:r>
            <w:r w:rsidRPr="00E20BE9">
              <w:rPr>
                <w:rFonts w:ascii="Tahoma" w:hAnsi="Tahoma" w:cs="Tahoma"/>
                <w:sz w:val="16"/>
                <w:szCs w:val="16"/>
              </w:rPr>
              <w:t>Don S.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20BE9">
              <w:rPr>
                <w:rFonts w:ascii="Tahoma" w:hAnsi="Tahoma" w:cs="Tahoma"/>
                <w:sz w:val="16"/>
                <w:szCs w:val="16"/>
              </w:rPr>
              <w:t>Bavaro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E20BE9" w:rsidRDefault="00D370BD" w:rsidP="00EA6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556F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556F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A7B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GIOVINAZZO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EA641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B428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B428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Roncalli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B428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B428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EA641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ALTAMURA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 Don Milani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9964AC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964AC">
              <w:rPr>
                <w:rFonts w:ascii="Tahoma" w:hAnsi="Tahoma" w:cs="Tahoma"/>
                <w:sz w:val="14"/>
                <w:szCs w:val="14"/>
              </w:rPr>
              <w:t>HAN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83F8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Padre Pio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C26BA">
        <w:trPr>
          <w:trHeight w:val="312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5F2A0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264" w:type="dxa"/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T. Savio</w:t>
            </w:r>
          </w:p>
        </w:tc>
        <w:tc>
          <w:tcPr>
            <w:tcW w:w="477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38293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382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E3FF7" w:rsidRDefault="00D370BD" w:rsidP="00CA042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370BD" w:rsidRDefault="00D370BD" w:rsidP="00310522"/>
    <w:p w:rsidR="00D370BD" w:rsidRDefault="00D370BD" w:rsidP="009459C5">
      <w:pPr>
        <w:spacing w:line="240" w:lineRule="auto"/>
        <w:jc w:val="center"/>
        <w:rPr>
          <w:rFonts w:ascii="Tahoma" w:hAnsi="Tahoma" w:cs="Tahoma"/>
          <w:sz w:val="28"/>
          <w:szCs w:val="28"/>
        </w:rPr>
      </w:pPr>
      <w:r w:rsidRPr="00CF4D12">
        <w:rPr>
          <w:rFonts w:ascii="Tahoma" w:hAnsi="Tahoma" w:cs="Tahoma"/>
          <w:sz w:val="28"/>
          <w:szCs w:val="28"/>
        </w:rPr>
        <w:t xml:space="preserve">Scuola Primaria </w:t>
      </w:r>
      <w:r w:rsidRPr="0096008A">
        <w:rPr>
          <w:rFonts w:ascii="Tahoma" w:hAnsi="Tahoma" w:cs="Tahoma"/>
          <w:sz w:val="28"/>
          <w:szCs w:val="28"/>
        </w:rPr>
        <w:t>O</w:t>
      </w:r>
      <w:r>
        <w:rPr>
          <w:rFonts w:ascii="Tahoma" w:hAnsi="Tahoma" w:cs="Tahoma"/>
          <w:sz w:val="28"/>
          <w:szCs w:val="28"/>
        </w:rPr>
        <w:t>RGANIGRAMM</w:t>
      </w:r>
      <w:r w:rsidRPr="0096008A">
        <w:rPr>
          <w:rFonts w:ascii="Tahoma" w:hAnsi="Tahoma" w:cs="Tahoma"/>
          <w:sz w:val="28"/>
          <w:szCs w:val="28"/>
        </w:rPr>
        <w:t>A</w:t>
      </w:r>
      <w:r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Formativo/Ludico/Sportivo” – Adesione Discipline Sportive A.S. 2013</w:t>
      </w:r>
      <w:r w:rsidRPr="00CF4D12">
        <w:rPr>
          <w:rFonts w:ascii="Tahoma" w:hAnsi="Tahoma" w:cs="Tahoma"/>
          <w:sz w:val="28"/>
          <w:szCs w:val="28"/>
        </w:rPr>
        <w:t>-</w:t>
      </w:r>
      <w:r>
        <w:rPr>
          <w:rFonts w:ascii="Tahoma" w:hAnsi="Tahoma" w:cs="Tahoma"/>
          <w:sz w:val="28"/>
          <w:szCs w:val="28"/>
        </w:rPr>
        <w:t>‘14</w:t>
      </w:r>
    </w:p>
    <w:tbl>
      <w:tblPr>
        <w:tblW w:w="160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1406"/>
        <w:gridCol w:w="1510"/>
        <w:gridCol w:w="17"/>
        <w:gridCol w:w="492"/>
        <w:gridCol w:w="462"/>
        <w:gridCol w:w="441"/>
        <w:gridCol w:w="484"/>
        <w:gridCol w:w="461"/>
        <w:gridCol w:w="461"/>
        <w:gridCol w:w="461"/>
        <w:gridCol w:w="56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D370BD" w:rsidRPr="002A543F" w:rsidTr="002728CE">
        <w:trPr>
          <w:cantSplit/>
          <w:trHeight w:val="2073"/>
          <w:jc w:val="center"/>
        </w:trPr>
        <w:tc>
          <w:tcPr>
            <w:tcW w:w="3498" w:type="dxa"/>
            <w:gridSpan w:val="4"/>
            <w:tcBorders>
              <w:right w:val="single" w:sz="4" w:space="0" w:color="auto"/>
            </w:tcBorders>
            <w:vAlign w:val="center"/>
          </w:tcPr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  <w:r w:rsidRPr="00D52CC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D370BD" w:rsidRPr="009955EA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D370BD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D370BD" w:rsidRPr="009955EA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Pr="00992305" w:rsidRDefault="00D370BD" w:rsidP="00061740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62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>PROTOCOLLO  ENTE  LOCALE</w:t>
            </w:r>
          </w:p>
        </w:tc>
        <w:tc>
          <w:tcPr>
            <w:tcW w:w="44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84" w:type="dxa"/>
            <w:textDirection w:val="btL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 xml:space="preserve">STAFF </w:t>
            </w:r>
            <w:r>
              <w:rPr>
                <w:rFonts w:ascii="Tahoma" w:hAnsi="Tahoma" w:cs="Tahoma"/>
                <w:sz w:val="14"/>
                <w:szCs w:val="14"/>
              </w:rPr>
              <w:t xml:space="preserve">C.O.R. 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>Consulta Motorio Didattica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                   Asoociazione Sportiva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Associazione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Docenti</w:t>
            </w:r>
          </w:p>
        </w:tc>
        <w:tc>
          <w:tcPr>
            <w:tcW w:w="563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Pr="0068282C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CANOTTAGGIO</w:t>
            </w:r>
          </w:p>
        </w:tc>
        <w:tc>
          <w:tcPr>
            <w:tcW w:w="461" w:type="dxa"/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461" w:type="dxa"/>
            <w:textDirection w:val="btL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BADMINTON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textDirection w:val="btLr"/>
            <w:vAlign w:val="center"/>
          </w:tcPr>
          <w:p w:rsidR="00D370BD" w:rsidRPr="00575A7B" w:rsidRDefault="00D370BD" w:rsidP="00061740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N°</w:t>
            </w:r>
          </w:p>
        </w:tc>
        <w:tc>
          <w:tcPr>
            <w:tcW w:w="1406" w:type="dxa"/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CITTA’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SCUOLA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7D2ED0" w:rsidRDefault="00D370BD" w:rsidP="007F41C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P. Santomasi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GRAVINA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S. G. Bosco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D9554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Ingannamorte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Cassano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2728CE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728CE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Caiati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9546D5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546D5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IC </w:t>
            </w:r>
            <w:r w:rsidRPr="00C4235E">
              <w:rPr>
                <w:rFonts w:ascii="Tahoma" w:hAnsi="Tahoma" w:cs="Tahoma"/>
                <w:sz w:val="16"/>
                <w:szCs w:val="16"/>
              </w:rPr>
              <w:t>Modugno-Rut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9546D5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546D5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D9554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IC Don T. Bello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ind w:left="-9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B4D74"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B4D74"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D9554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1406" w:type="dxa"/>
            <w:vAlign w:val="center"/>
          </w:tcPr>
          <w:p w:rsidR="00D370BD" w:rsidRDefault="00D370BD" w:rsidP="00496A7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496A7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Fornelli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1406" w:type="dxa"/>
            <w:vAlign w:val="center"/>
          </w:tcPr>
          <w:p w:rsidR="00D370BD" w:rsidRDefault="00D370BD" w:rsidP="00496A7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BITONTO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496A7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Sylos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CAR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496A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XIV Re David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</w:t>
            </w:r>
            <w:r>
              <w:rPr>
                <w:rFonts w:ascii="Tahoma" w:hAnsi="Tahoma" w:cs="Tahoma"/>
                <w:sz w:val="16"/>
                <w:szCs w:val="16"/>
              </w:rPr>
              <w:t>Umb. I S.N</w:t>
            </w:r>
            <w:r w:rsidRPr="00C4235E">
              <w:rPr>
                <w:rFonts w:ascii="Tahoma" w:hAnsi="Tahoma" w:cs="Tahoma"/>
                <w:sz w:val="16"/>
                <w:szCs w:val="16"/>
              </w:rPr>
              <w:t>icola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XXV Don MIlani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1406" w:type="dxa"/>
            <w:vAlign w:val="center"/>
          </w:tcPr>
          <w:p w:rsidR="00D370BD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BARI 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Garibaldi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1406" w:type="dxa"/>
            <w:vAlign w:val="center"/>
          </w:tcPr>
          <w:p w:rsidR="00D370BD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BARI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9677A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Santomauro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6F39A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MODUGNO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6F39A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De Amicis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6F39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677A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A4556F" w:rsidRDefault="00D370BD" w:rsidP="00A4556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TRIGGIANO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TRIGGIANO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II </w:t>
            </w:r>
            <w:r w:rsidRPr="00C4235E">
              <w:rPr>
                <w:rFonts w:ascii="Tahoma" w:hAnsi="Tahoma" w:cs="Tahoma"/>
                <w:sz w:val="16"/>
                <w:szCs w:val="16"/>
              </w:rPr>
              <w:t>Giovanni XXIII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PER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CAPURSO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S. D. Savio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VALENZANO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Pr="00C4235E">
              <w:rPr>
                <w:rFonts w:ascii="Tahoma" w:hAnsi="Tahoma" w:cs="Tahoma"/>
                <w:sz w:val="16"/>
                <w:szCs w:val="16"/>
              </w:rPr>
              <w:t>Giovanni XXIII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1406" w:type="dxa"/>
            <w:vAlign w:val="center"/>
          </w:tcPr>
          <w:p w:rsidR="00D370BD" w:rsidRPr="006C1DDE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C1DDE">
              <w:rPr>
                <w:rFonts w:ascii="Tahoma" w:hAnsi="Tahoma" w:cs="Tahoma"/>
                <w:sz w:val="18"/>
                <w:szCs w:val="18"/>
              </w:rPr>
              <w:t>VALENZANO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Capozzi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EB42F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9464D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E20BE9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De Gasperi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A4556F" w:rsidTr="002728CE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48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9464D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E20BE9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527" w:type="dxa"/>
            <w:gridSpan w:val="2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946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Par. Desimini</w:t>
            </w: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9464D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A4556F">
        <w:trPr>
          <w:cantSplit/>
          <w:trHeight w:val="422"/>
          <w:jc w:val="center"/>
        </w:trPr>
        <w:tc>
          <w:tcPr>
            <w:tcW w:w="16082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0BD" w:rsidRDefault="00D370BD" w:rsidP="009459C5">
            <w:pPr>
              <w:spacing w:line="24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D370BD" w:rsidRPr="009459C5" w:rsidRDefault="00D370BD" w:rsidP="00A41157">
            <w:pPr>
              <w:spacing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CF4D12">
              <w:rPr>
                <w:rFonts w:ascii="Tahoma" w:hAnsi="Tahoma" w:cs="Tahoma"/>
                <w:sz w:val="28"/>
                <w:szCs w:val="28"/>
              </w:rPr>
              <w:t xml:space="preserve">Scuola Primaria </w:t>
            </w:r>
            <w:r w:rsidRPr="0096008A">
              <w:rPr>
                <w:rFonts w:ascii="Tahoma" w:hAnsi="Tahoma" w:cs="Tahoma"/>
                <w:sz w:val="28"/>
                <w:szCs w:val="28"/>
              </w:rPr>
              <w:t>O</w:t>
            </w:r>
            <w:r>
              <w:rPr>
                <w:rFonts w:ascii="Tahoma" w:hAnsi="Tahoma" w:cs="Tahoma"/>
                <w:sz w:val="28"/>
                <w:szCs w:val="28"/>
              </w:rPr>
              <w:t>RGANIGRAMM</w:t>
            </w:r>
            <w:r w:rsidRPr="0096008A">
              <w:rPr>
                <w:rFonts w:ascii="Tahoma" w:hAnsi="Tahoma" w:cs="Tahoma"/>
                <w:sz w:val="28"/>
                <w:szCs w:val="28"/>
              </w:rPr>
              <w:t>A</w:t>
            </w:r>
            <w:r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>
              <w:rPr>
                <w:rFonts w:ascii="Tahoma" w:hAnsi="Tahoma" w:cs="Tahoma"/>
                <w:sz w:val="28"/>
                <w:szCs w:val="28"/>
              </w:rPr>
              <w:t>Formativo/Ludico/Sportivo” – Adesione Discipline Sportive A.S. 2013</w:t>
            </w:r>
            <w:r w:rsidRPr="00CF4D12">
              <w:rPr>
                <w:rFonts w:ascii="Tahoma" w:hAnsi="Tahoma" w:cs="Tahoma"/>
                <w:sz w:val="28"/>
                <w:szCs w:val="28"/>
              </w:rPr>
              <w:t>-</w:t>
            </w:r>
            <w:r>
              <w:rPr>
                <w:rFonts w:ascii="Tahoma" w:hAnsi="Tahoma" w:cs="Tahoma"/>
                <w:sz w:val="28"/>
                <w:szCs w:val="28"/>
              </w:rPr>
              <w:t>‘14</w:t>
            </w:r>
          </w:p>
        </w:tc>
      </w:tr>
      <w:tr w:rsidR="00D370BD" w:rsidRPr="002A543F" w:rsidTr="002728CE">
        <w:trPr>
          <w:cantSplit/>
          <w:trHeight w:val="2073"/>
          <w:jc w:val="center"/>
        </w:trPr>
        <w:tc>
          <w:tcPr>
            <w:tcW w:w="348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Attività Motoria e Sportiva</w:t>
            </w:r>
          </w:p>
          <w:p w:rsidR="00D370BD" w:rsidRDefault="00D370BD" w:rsidP="009955EA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52CC8">
              <w:rPr>
                <w:rFonts w:ascii="Tahoma" w:hAnsi="Tahoma" w:cs="Tahoma"/>
                <w:sz w:val="20"/>
                <w:szCs w:val="20"/>
              </w:rPr>
              <w:t xml:space="preserve">Sport e Salute Allenano </w:t>
            </w:r>
            <w:smartTag w:uri="urn:schemas-microsoft-com:office:smarttags" w:element="PersonName">
              <w:smartTagPr>
                <w:attr w:name="ProductID" w:val="la Mente"/>
              </w:smartTagPr>
              <w:r w:rsidRPr="00D52CC8">
                <w:rPr>
                  <w:rFonts w:ascii="Tahoma" w:hAnsi="Tahoma" w:cs="Tahoma"/>
                  <w:sz w:val="20"/>
                  <w:szCs w:val="20"/>
                </w:rPr>
                <w:t>la Mente</w:t>
              </w:r>
            </w:smartTag>
          </w:p>
          <w:p w:rsidR="00D370BD" w:rsidRPr="009955EA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D370BD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Gio.Mo.Vi. in … Festa</w:t>
            </w:r>
          </w:p>
          <w:p w:rsidR="00D370BD" w:rsidRPr="00992305" w:rsidRDefault="00D370BD" w:rsidP="009955EA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Villaggio dello Sport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Default="00D370BD" w:rsidP="00061740">
            <w:pPr>
              <w:spacing w:after="0" w:line="240" w:lineRule="auto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D370BD" w:rsidRPr="00992305" w:rsidRDefault="00D370BD" w:rsidP="00061740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062A34">
              <w:rPr>
                <w:rFonts w:ascii="Tahoma" w:hAnsi="Tahoma" w:cs="Tahoma"/>
                <w:sz w:val="14"/>
                <w:szCs w:val="14"/>
              </w:rPr>
              <w:t>PROTOCOLLO  ENTE  LOCALE</w:t>
            </w:r>
          </w:p>
        </w:tc>
        <w:tc>
          <w:tcPr>
            <w:tcW w:w="44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PROFILO </w:t>
            </w:r>
            <w:r w:rsidRPr="00575A7B">
              <w:rPr>
                <w:rFonts w:ascii="Tahoma" w:hAnsi="Tahoma" w:cs="Tahoma"/>
                <w:sz w:val="14"/>
                <w:szCs w:val="14"/>
              </w:rPr>
              <w:t>STAF</w:t>
            </w:r>
            <w:r>
              <w:rPr>
                <w:rFonts w:ascii="Tahoma" w:hAnsi="Tahoma" w:cs="Tahoma"/>
                <w:sz w:val="14"/>
                <w:szCs w:val="14"/>
              </w:rPr>
              <w:t xml:space="preserve">f </w:t>
            </w:r>
            <w:r w:rsidRPr="00575A7B">
              <w:rPr>
                <w:rFonts w:ascii="Tahoma" w:hAnsi="Tahoma" w:cs="Tahoma"/>
                <w:sz w:val="14"/>
                <w:szCs w:val="14"/>
              </w:rPr>
              <w:t>MOTORIA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I.C. “Ist. Compr.” Doc. ISEF</w:t>
            </w:r>
          </w:p>
        </w:tc>
        <w:tc>
          <w:tcPr>
            <w:tcW w:w="484" w:type="dxa"/>
            <w:tcBorders>
              <w:top w:val="single" w:sz="4" w:space="0" w:color="auto"/>
            </w:tcBorders>
            <w:textDirection w:val="btL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 xml:space="preserve">STAFF </w:t>
            </w:r>
            <w:r>
              <w:rPr>
                <w:rFonts w:ascii="Tahoma" w:hAnsi="Tahoma" w:cs="Tahoma"/>
                <w:sz w:val="14"/>
                <w:szCs w:val="14"/>
              </w:rPr>
              <w:t xml:space="preserve">C.O.R. 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EB6EBF">
              <w:rPr>
                <w:rFonts w:ascii="Tahoma" w:hAnsi="Tahoma" w:cs="Tahoma"/>
                <w:sz w:val="14"/>
                <w:szCs w:val="14"/>
              </w:rPr>
              <w:t>Consulta Motorio Didattica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EB6EBF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                   Asoociazione Sportiva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ESPERTO ISEF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Convenzione Associazione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WORKSHOP</w:t>
            </w:r>
          </w:p>
          <w:p w:rsidR="00D370BD" w:rsidRPr="00062A34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Formazione Docenti</w:t>
            </w:r>
          </w:p>
        </w:tc>
        <w:tc>
          <w:tcPr>
            <w:tcW w:w="563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ORGANIZZAZIONE 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Natale – Pasuqa - Villaggio 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RASSEGNA TEATRALE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Il Colore del Movimento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CAMPESTRE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ATLETICA   SU   PISTA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VOLLEY… 123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F76DA5"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TENNISTAVOLO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PALLATAMBURELLO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68282C">
              <w:rPr>
                <w:rFonts w:ascii="Tahoma" w:hAnsi="Tahoma" w:cs="Tahoma"/>
                <w:sz w:val="14"/>
                <w:szCs w:val="14"/>
              </w:rPr>
              <w:t>RUGBY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 w:rsidRPr="00575A7B"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68282C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CANOTTAGGIO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FEDERITALIA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Orientiamoci DivesaMente</w:t>
            </w: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</w:tcPr>
          <w:p w:rsidR="00D370BD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BADMINTON</w:t>
            </w:r>
          </w:p>
          <w:p w:rsidR="00D370BD" w:rsidRPr="00575A7B" w:rsidRDefault="00D370BD" w:rsidP="001E3FF7">
            <w:pPr>
              <w:spacing w:after="0" w:line="240" w:lineRule="auto"/>
              <w:ind w:left="113" w:right="113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  <w:textDirection w:val="btLr"/>
            <w:vAlign w:val="center"/>
          </w:tcPr>
          <w:p w:rsidR="00D370BD" w:rsidRPr="00575A7B" w:rsidRDefault="00D370BD" w:rsidP="00061740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N°</w:t>
            </w:r>
          </w:p>
        </w:tc>
        <w:tc>
          <w:tcPr>
            <w:tcW w:w="1406" w:type="dxa"/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CITTA’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7D2ED0" w:rsidRDefault="00D370BD" w:rsidP="00F640E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2ED0">
              <w:rPr>
                <w:rFonts w:ascii="Tahoma" w:hAnsi="Tahoma" w:cs="Tahoma"/>
                <w:b/>
                <w:sz w:val="20"/>
                <w:szCs w:val="20"/>
              </w:rPr>
              <w:t>SCUOLA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ind w:left="-9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ind w:left="-12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EF12D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E20BE9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F12D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A. Gramsci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EF12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406" w:type="dxa"/>
            <w:vAlign w:val="center"/>
          </w:tcPr>
          <w:p w:rsidR="00D370BD" w:rsidRPr="00C64A85" w:rsidRDefault="00D370BD" w:rsidP="0022056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64A85">
              <w:rPr>
                <w:rFonts w:ascii="Tahoma" w:hAnsi="Tahoma" w:cs="Tahoma"/>
                <w:sz w:val="18"/>
                <w:szCs w:val="18"/>
              </w:rPr>
              <w:t>CAPURSO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Default="00D370BD" w:rsidP="0022056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Bosco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406" w:type="dxa"/>
            <w:vAlign w:val="center"/>
          </w:tcPr>
          <w:p w:rsidR="00D370BD" w:rsidRPr="00C64A85" w:rsidRDefault="00D370BD" w:rsidP="0022056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64A85">
              <w:rPr>
                <w:rFonts w:ascii="Tahoma" w:hAnsi="Tahoma" w:cs="Tahoma"/>
                <w:sz w:val="18"/>
                <w:szCs w:val="18"/>
              </w:rPr>
              <w:t>CAPURSO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Default="00D370BD" w:rsidP="0022056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Savio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C64A85"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22056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E20BE9">
              <w:rPr>
                <w:rFonts w:ascii="Tahoma" w:hAnsi="Tahoma" w:cs="Tahoma"/>
                <w:sz w:val="16"/>
                <w:szCs w:val="16"/>
              </w:rPr>
              <w:t>CASAMASSIMA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22056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Marconi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2205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406" w:type="dxa"/>
            <w:vAlign w:val="center"/>
          </w:tcPr>
          <w:p w:rsidR="00D370BD" w:rsidRPr="00E20BE9" w:rsidRDefault="00D370BD" w:rsidP="004A524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CASAMASSIMA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4A524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Rodari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4A52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ACQUAVIVA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De Amicis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RUTIGLIANO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Moro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RUTIGLIANO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Settanni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POLIGNANO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S. G. Bosco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POLIGNANO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Sarnelli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Via Dieta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Modugno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406" w:type="dxa"/>
            <w:vAlign w:val="center"/>
          </w:tcPr>
          <w:p w:rsidR="00D370BD" w:rsidRPr="00C4235E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III M. Jones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406" w:type="dxa"/>
            <w:vAlign w:val="center"/>
          </w:tcPr>
          <w:p w:rsidR="00D370BD" w:rsidRPr="00C4235E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4235E">
              <w:rPr>
                <w:rFonts w:ascii="Tahoma" w:hAnsi="Tahoma" w:cs="Tahoma"/>
                <w:sz w:val="18"/>
                <w:szCs w:val="18"/>
              </w:rPr>
              <w:t>MONOPOLI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IV Bregante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406" w:type="dxa"/>
            <w:vAlign w:val="center"/>
          </w:tcPr>
          <w:p w:rsidR="00D370BD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SANTERAMO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Hero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PUTIGNANO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G. Minzele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PUTIGNANO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De Gasperi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CASTELLANA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 Tauro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406" w:type="dxa"/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CASTELLANA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II Angiulli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90794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406" w:type="dxa"/>
            <w:vAlign w:val="center"/>
          </w:tcPr>
          <w:p w:rsidR="00D370BD" w:rsidRPr="00C4235E" w:rsidRDefault="00D370BD" w:rsidP="00E25B4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4235E">
              <w:rPr>
                <w:rFonts w:ascii="Tahoma" w:hAnsi="Tahoma" w:cs="Tahoma"/>
                <w:sz w:val="16"/>
                <w:szCs w:val="16"/>
              </w:rPr>
              <w:t>ALBEROBELLO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D. Morea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8E7B1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406" w:type="dxa"/>
            <w:vAlign w:val="center"/>
          </w:tcPr>
          <w:p w:rsidR="00D370BD" w:rsidRPr="004C6E4A" w:rsidRDefault="00D370BD" w:rsidP="00E25B4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4C6E4A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E25B4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Marconi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2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84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:rsidR="00D370BD" w:rsidRPr="00C64A85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D370BD" w:rsidRPr="005A06DD" w:rsidRDefault="00D370BD" w:rsidP="00E25B4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370BD" w:rsidRPr="002A543F" w:rsidTr="001B4D74">
        <w:trPr>
          <w:trHeight w:val="337"/>
          <w:jc w:val="center"/>
        </w:trPr>
        <w:tc>
          <w:tcPr>
            <w:tcW w:w="565" w:type="dxa"/>
            <w:vAlign w:val="center"/>
          </w:tcPr>
          <w:p w:rsidR="00D370BD" w:rsidRPr="00575A7B" w:rsidRDefault="00D370BD" w:rsidP="003942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D370BD" w:rsidRPr="00E20BE9" w:rsidRDefault="00D370BD" w:rsidP="000A218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0" w:type="dxa"/>
            <w:tcBorders>
              <w:right w:val="single" w:sz="4" w:space="0" w:color="auto"/>
            </w:tcBorders>
            <w:vAlign w:val="center"/>
          </w:tcPr>
          <w:p w:rsidR="00D370BD" w:rsidRPr="000400E1" w:rsidRDefault="00D370BD" w:rsidP="000A218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TOTALE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</w:tcBorders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D370BD" w:rsidRPr="001B4D74" w:rsidRDefault="00D370BD" w:rsidP="001B4D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370BD" w:rsidRDefault="00D370BD" w:rsidP="00F640E0"/>
    <w:sectPr w:rsidR="00D370BD" w:rsidSect="00406E44">
      <w:pgSz w:w="16838" w:h="11906" w:orient="landscape"/>
      <w:pgMar w:top="18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D12"/>
    <w:rsid w:val="000153C1"/>
    <w:rsid w:val="0003262C"/>
    <w:rsid w:val="000400E1"/>
    <w:rsid w:val="00061740"/>
    <w:rsid w:val="00062A34"/>
    <w:rsid w:val="0007720E"/>
    <w:rsid w:val="00092816"/>
    <w:rsid w:val="000A2188"/>
    <w:rsid w:val="000A3778"/>
    <w:rsid w:val="000A54BD"/>
    <w:rsid w:val="000B79BC"/>
    <w:rsid w:val="000C3974"/>
    <w:rsid w:val="001149D4"/>
    <w:rsid w:val="00123838"/>
    <w:rsid w:val="001666BA"/>
    <w:rsid w:val="001829E7"/>
    <w:rsid w:val="001A509B"/>
    <w:rsid w:val="001B0738"/>
    <w:rsid w:val="001B4D74"/>
    <w:rsid w:val="001C26BA"/>
    <w:rsid w:val="001C6E5C"/>
    <w:rsid w:val="001E3FF7"/>
    <w:rsid w:val="00204C6E"/>
    <w:rsid w:val="00215A76"/>
    <w:rsid w:val="00220566"/>
    <w:rsid w:val="0023522B"/>
    <w:rsid w:val="00235355"/>
    <w:rsid w:val="002728CE"/>
    <w:rsid w:val="0029348E"/>
    <w:rsid w:val="002A543F"/>
    <w:rsid w:val="002C4F7F"/>
    <w:rsid w:val="00310522"/>
    <w:rsid w:val="00355CC1"/>
    <w:rsid w:val="003632DD"/>
    <w:rsid w:val="00382931"/>
    <w:rsid w:val="00394243"/>
    <w:rsid w:val="003E32EC"/>
    <w:rsid w:val="003F06F8"/>
    <w:rsid w:val="00406E44"/>
    <w:rsid w:val="00453D24"/>
    <w:rsid w:val="00454231"/>
    <w:rsid w:val="0049190E"/>
    <w:rsid w:val="00496A70"/>
    <w:rsid w:val="004A5247"/>
    <w:rsid w:val="004C6E4A"/>
    <w:rsid w:val="00517292"/>
    <w:rsid w:val="00542C71"/>
    <w:rsid w:val="00560AFC"/>
    <w:rsid w:val="00575A7B"/>
    <w:rsid w:val="00583F8B"/>
    <w:rsid w:val="00594C60"/>
    <w:rsid w:val="005A06DD"/>
    <w:rsid w:val="005C1EE7"/>
    <w:rsid w:val="005E4129"/>
    <w:rsid w:val="005E6661"/>
    <w:rsid w:val="005F2A07"/>
    <w:rsid w:val="005F6EE5"/>
    <w:rsid w:val="005F7D4B"/>
    <w:rsid w:val="00682656"/>
    <w:rsid w:val="0068282C"/>
    <w:rsid w:val="006A1BC9"/>
    <w:rsid w:val="006C1DDE"/>
    <w:rsid w:val="006E1A93"/>
    <w:rsid w:val="006F39A1"/>
    <w:rsid w:val="00717EA7"/>
    <w:rsid w:val="00746EE3"/>
    <w:rsid w:val="00751EAF"/>
    <w:rsid w:val="00757BA4"/>
    <w:rsid w:val="007A25F0"/>
    <w:rsid w:val="007B23C1"/>
    <w:rsid w:val="007C7975"/>
    <w:rsid w:val="007D2ED0"/>
    <w:rsid w:val="007D63C8"/>
    <w:rsid w:val="007E5389"/>
    <w:rsid w:val="007E6853"/>
    <w:rsid w:val="007F41CE"/>
    <w:rsid w:val="00815D2C"/>
    <w:rsid w:val="0081667F"/>
    <w:rsid w:val="008174C9"/>
    <w:rsid w:val="00837F0C"/>
    <w:rsid w:val="00855F53"/>
    <w:rsid w:val="008A2004"/>
    <w:rsid w:val="008C2F83"/>
    <w:rsid w:val="008E7B16"/>
    <w:rsid w:val="00907947"/>
    <w:rsid w:val="00924A92"/>
    <w:rsid w:val="009450DF"/>
    <w:rsid w:val="009459C5"/>
    <w:rsid w:val="009464DB"/>
    <w:rsid w:val="00953019"/>
    <w:rsid w:val="009546D5"/>
    <w:rsid w:val="0096008A"/>
    <w:rsid w:val="009677AF"/>
    <w:rsid w:val="009705D2"/>
    <w:rsid w:val="00992305"/>
    <w:rsid w:val="009955EA"/>
    <w:rsid w:val="00995927"/>
    <w:rsid w:val="009964AC"/>
    <w:rsid w:val="009A7447"/>
    <w:rsid w:val="009B50A3"/>
    <w:rsid w:val="009C1109"/>
    <w:rsid w:val="00A01A5C"/>
    <w:rsid w:val="00A241EB"/>
    <w:rsid w:val="00A41157"/>
    <w:rsid w:val="00A4556F"/>
    <w:rsid w:val="00A54610"/>
    <w:rsid w:val="00A711C8"/>
    <w:rsid w:val="00A766B3"/>
    <w:rsid w:val="00A906AA"/>
    <w:rsid w:val="00AA7C8E"/>
    <w:rsid w:val="00AC24A5"/>
    <w:rsid w:val="00AD1A6B"/>
    <w:rsid w:val="00B049EF"/>
    <w:rsid w:val="00B42841"/>
    <w:rsid w:val="00B73FDA"/>
    <w:rsid w:val="00B77B0E"/>
    <w:rsid w:val="00B90AE0"/>
    <w:rsid w:val="00B9154E"/>
    <w:rsid w:val="00BA3BBA"/>
    <w:rsid w:val="00C1056C"/>
    <w:rsid w:val="00C4235E"/>
    <w:rsid w:val="00C460ED"/>
    <w:rsid w:val="00C64A85"/>
    <w:rsid w:val="00C736C4"/>
    <w:rsid w:val="00C85167"/>
    <w:rsid w:val="00CA0427"/>
    <w:rsid w:val="00CD4A3E"/>
    <w:rsid w:val="00CD7F06"/>
    <w:rsid w:val="00CF4D12"/>
    <w:rsid w:val="00CF6D58"/>
    <w:rsid w:val="00D370BD"/>
    <w:rsid w:val="00D37E81"/>
    <w:rsid w:val="00D441E9"/>
    <w:rsid w:val="00D52CC8"/>
    <w:rsid w:val="00D816BC"/>
    <w:rsid w:val="00D9554C"/>
    <w:rsid w:val="00DA29D6"/>
    <w:rsid w:val="00DA2E6F"/>
    <w:rsid w:val="00DD1FA1"/>
    <w:rsid w:val="00E20BE9"/>
    <w:rsid w:val="00E25B4B"/>
    <w:rsid w:val="00E554EF"/>
    <w:rsid w:val="00E86FFC"/>
    <w:rsid w:val="00E92719"/>
    <w:rsid w:val="00EA6418"/>
    <w:rsid w:val="00EB42FA"/>
    <w:rsid w:val="00EB6EBF"/>
    <w:rsid w:val="00ED1D30"/>
    <w:rsid w:val="00EF12DD"/>
    <w:rsid w:val="00F35FDC"/>
    <w:rsid w:val="00F53B86"/>
    <w:rsid w:val="00F616BE"/>
    <w:rsid w:val="00F62945"/>
    <w:rsid w:val="00F640E0"/>
    <w:rsid w:val="00F65A02"/>
    <w:rsid w:val="00F70067"/>
    <w:rsid w:val="00F76DA5"/>
    <w:rsid w:val="00F952D0"/>
    <w:rsid w:val="00FA15F5"/>
    <w:rsid w:val="00FC5EB0"/>
    <w:rsid w:val="00FD0292"/>
    <w:rsid w:val="00FD45C9"/>
    <w:rsid w:val="00FE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E5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4D1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308</TotalTime>
  <Pages>3</Pages>
  <Words>981</Words>
  <Characters>5595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R G A N I G R A M M A   Scuola Primaria Discipline Sportive  A</dc:title>
  <dc:subject/>
  <dc:creator>utente</dc:creator>
  <cp:keywords/>
  <dc:description/>
  <cp:lastModifiedBy>M.I.U.R.</cp:lastModifiedBy>
  <cp:revision>19</cp:revision>
  <cp:lastPrinted>2013-10-15T10:34:00Z</cp:lastPrinted>
  <dcterms:created xsi:type="dcterms:W3CDTF">2013-10-14T13:09:00Z</dcterms:created>
  <dcterms:modified xsi:type="dcterms:W3CDTF">2013-10-15T10:36:00Z</dcterms:modified>
</cp:coreProperties>
</file>