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AE" w:rsidRDefault="00BB56AE" w:rsidP="00A6090D">
      <w:pPr>
        <w:spacing w:before="0" w:line="240" w:lineRule="auto"/>
        <w:ind w:left="0"/>
        <w:rPr>
          <w:sz w:val="10"/>
          <w:szCs w:val="10"/>
        </w:rPr>
      </w:pPr>
      <w:r>
        <w:rPr>
          <w:noProof/>
        </w:rPr>
        <w:pict>
          <v:group id="_x0000_s1026" style="position:absolute;margin-left:-9.65pt;margin-top:-18.25pt;width:513.85pt;height:136.35pt;z-index:251660800" coordorigin="732,3857" coordsize="10277,27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g_hi" o:spid="_x0000_s1027" type="#_x0000_t75" alt="http://t2.gstatic.com/images?q=tbn:ANd9GcQVznMn2WC4g3M1Td2r9lwVfbEy5mWl8xlyzaeWjY5aCeqsq3rqOg" style="position:absolute;left:7392;top:4190;width:1110;height:840;visibility:visible">
              <v:imagedata r:id="rId7" o:title=""/>
            </v:shape>
            <v:shape id="_x0000_s1028" type="#_x0000_t75" alt="" style="position:absolute;left:732;top:3980;width:1224;height:1157">
              <v:imagedata r:id="rId8" o:title=""/>
            </v:shape>
            <v:shape id="Immagine 1" o:spid="_x0000_s1029" type="#_x0000_t75" alt="http://www.allarrembaggio.it/download/web_allarrembaggio/doc/a9d68_unicef.jpg" style="position:absolute;left:1956;top:4370;width:1726;height:509;visibility:visible">
              <v:imagedata r:id="rId9" o:title=""/>
            </v:shape>
            <v:shape id="Immagine 10" o:spid="_x0000_s1030" type="#_x0000_t75" alt="http://www.fondazionemoschettini.it/img/presidi_del_libro.png" style="position:absolute;left:8832;top:4190;width:853;height:853;visibility:visible">
              <v:imagedata r:id="rId10" o:title=""/>
            </v:shape>
            <v:shape id="ipf2qUIzoDlHvpNdM:" o:spid="_x0000_s1031" type="#_x0000_t75" alt="http://t0.gstatic.com/images?q=tbn:2qUIzoDlHvpNdM:http://www.ambienteambienti.com/wp-content/uploads/2009/12/regione-puglia-stemma.jpg" style="position:absolute;left:10079;top:4127;width:930;height:990;visibility:visible">
              <v:imagedata r:id="rId11" o:title=""/>
            </v:shape>
            <v:shape id="Immagine 1" o:spid="_x0000_s1032" type="#_x0000_t75" style="position:absolute;left:4679;top:3857;width:2718;height:2727;visibility:visible">
              <v:imagedata r:id="rId12" o:title=""/>
            </v:shape>
            <v:shape id="il_fi" o:spid="_x0000_s1033" type="#_x0000_t75" alt="" style="position:absolute;left:8112;top:5270;width:936;height:927">
              <v:imagedata r:id="rId13" o:title=""/>
            </v:shape>
            <v:shape id="il_fi" o:spid="_x0000_s1034" type="#_x0000_t75" alt="" style="position:absolute;left:3072;top:5270;width:936;height:732">
              <v:imagedata r:id="rId14" o:title=""/>
            </v:shape>
            <v:shape id="il_fi" o:spid="_x0000_s1035" type="#_x0000_t75" alt="" style="position:absolute;left:9372;top:5270;width:1080;height:1005">
              <v:imagedata r:id="rId15" o:title=""/>
            </v:shape>
            <v:shape id="il_fi" o:spid="_x0000_s1036" type="#_x0000_t75" alt="" style="position:absolute;left:1272;top:5450;width:1247;height:636">
              <v:imagedata r:id="rId16" o:title=""/>
            </v:shape>
            <v:shape id="_x0000_s1037" type="#_x0000_t75" alt="http://t2.gstatic.com/images?q=tbn:ANd9GcSuD-2ylxediNQCPhCQXTGHn8hDgFo8eQOFtXw3GCBp_7mJ1ff0" style="position:absolute;left:3939;top:4370;width:1250;height:461;visibility:visible">
              <v:imagedata r:id="rId17" o:title=""/>
            </v:shape>
          </v:group>
        </w:pict>
      </w:r>
    </w:p>
    <w:p w:rsidR="00BB56AE" w:rsidRDefault="00BB56AE" w:rsidP="00A6090D">
      <w:pPr>
        <w:pStyle w:val="FR1"/>
        <w:rPr>
          <w:rFonts w:cs="Arial"/>
          <w:color w:val="0070C0"/>
        </w:rPr>
      </w:pPr>
      <w:r>
        <w:rPr>
          <w:noProof/>
        </w:rPr>
        <w:pict>
          <v:shape id="Immagine 4" o:spid="_x0000_s1038" type="#_x0000_t75" alt="http://www.italianostra-mi-nordovest.it/Logos/LOGO%20ROSSO.JPG" style="position:absolute;left:0;text-align:left;margin-left:-423pt;margin-top:28.65pt;width:81.05pt;height:43.9pt;z-index:251656704;visibility:visible">
            <v:imagedata r:id="rId18" o:title=""/>
          </v:shape>
        </w:pict>
      </w:r>
    </w:p>
    <w:p w:rsidR="00BB56AE" w:rsidRDefault="00BB56AE" w:rsidP="00A6090D">
      <w:pPr>
        <w:pStyle w:val="FR1"/>
        <w:rPr>
          <w:rFonts w:cs="Arial"/>
          <w:color w:val="0070C0"/>
        </w:rPr>
      </w:pPr>
    </w:p>
    <w:p w:rsidR="00BB56AE" w:rsidRPr="0027636C" w:rsidRDefault="00BB56AE" w:rsidP="00A6090D">
      <w:pPr>
        <w:pStyle w:val="FR1"/>
        <w:rPr>
          <w:rFonts w:ascii="Lucida Calligraphy" w:hAnsi="Lucida Calligraphy"/>
          <w:color w:val="0000FF"/>
          <w:sz w:val="28"/>
        </w:rPr>
      </w:pPr>
      <w:r>
        <w:rPr>
          <w:noProof/>
        </w:rPr>
        <w:pict>
          <v:shape id="Immagine 3" o:spid="_x0000_s1039" type="#_x0000_t75" style="position:absolute;left:0;text-align:left;margin-left:8.35pt;margin-top:1.15pt;width:450pt;height:150pt;z-index:251657728;visibility:visible">
            <v:imagedata r:id="rId19" o:title="" chromakey="white"/>
            <w10:wrap type="square"/>
          </v:shape>
        </w:pict>
      </w:r>
      <w:r w:rsidRPr="0027636C">
        <w:rPr>
          <w:rFonts w:ascii="Lucida Calligraphy" w:hAnsi="Lucida Calligraphy"/>
          <w:color w:val="0000FF"/>
          <w:sz w:val="28"/>
        </w:rPr>
        <w:t>MOSTRA DI LIBRI PRODOTTI DALLE SCUOLE</w:t>
      </w:r>
      <w:r w:rsidRPr="0027636C">
        <w:rPr>
          <w:rStyle w:val="FootnoteReference"/>
          <w:rFonts w:ascii="Lucida Calligraphy" w:hAnsi="Lucida Calligraphy" w:cs="Comic Sans MS"/>
          <w:b/>
          <w:bCs/>
          <w:color w:val="0000FF"/>
          <w:sz w:val="20"/>
          <w:szCs w:val="24"/>
        </w:rPr>
        <w:footnoteReference w:id="2"/>
      </w:r>
    </w:p>
    <w:p w:rsidR="00BB56AE" w:rsidRDefault="00BB56AE" w:rsidP="00A6090D">
      <w:pPr>
        <w:spacing w:before="0" w:line="240" w:lineRule="auto"/>
        <w:ind w:left="0"/>
        <w:jc w:val="center"/>
        <w:rPr>
          <w:rFonts w:ascii="Lucida Calligraphy" w:hAnsi="Lucida Calligraphy" w:cs="Comic Sans MS"/>
          <w:color w:val="0000FF"/>
          <w:szCs w:val="24"/>
        </w:rPr>
      </w:pPr>
    </w:p>
    <w:p w:rsidR="00BB56AE" w:rsidRDefault="00BB56AE" w:rsidP="00A6090D">
      <w:pPr>
        <w:spacing w:before="0" w:line="240" w:lineRule="auto"/>
        <w:ind w:left="0"/>
        <w:jc w:val="center"/>
        <w:rPr>
          <w:rFonts w:ascii="Lucida Calligraphy" w:hAnsi="Lucida Calligraphy" w:cs="Comic Sans MS"/>
          <w:color w:val="0000FF"/>
          <w:szCs w:val="24"/>
        </w:rPr>
      </w:pPr>
    </w:p>
    <w:p w:rsidR="00BB56AE" w:rsidRPr="000008F0" w:rsidRDefault="00BB56AE" w:rsidP="000F7E30">
      <w:pPr>
        <w:spacing w:before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2"/>
        </w:rPr>
        <w:tab/>
      </w:r>
      <w:r w:rsidRPr="000008F0">
        <w:rPr>
          <w:rFonts w:ascii="Times New Roman" w:hAnsi="Times New Roman" w:cs="Times New Roman"/>
          <w:b/>
          <w:sz w:val="28"/>
          <w:szCs w:val="24"/>
        </w:rPr>
        <w:t>Bando di concorso a.s. 2012-2013</w:t>
      </w:r>
    </w:p>
    <w:p w:rsidR="00BB56AE" w:rsidRDefault="00BB56AE" w:rsidP="000F7E30">
      <w:pPr>
        <w:spacing w:before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B56AE" w:rsidRPr="005A0B0A" w:rsidRDefault="00BB56AE" w:rsidP="000F7E30">
      <w:pPr>
        <w:spacing w:before="0" w:line="240" w:lineRule="auto"/>
        <w:ind w:left="0"/>
        <w:jc w:val="center"/>
        <w:rPr>
          <w:rFonts w:ascii="Times New Roman" w:hAnsi="Times New Roman" w:cs="Times New Roman"/>
          <w:sz w:val="2"/>
          <w:szCs w:val="2"/>
        </w:rPr>
      </w:pPr>
    </w:p>
    <w:p w:rsidR="00BB56AE" w:rsidRDefault="00BB56AE" w:rsidP="000F7E30">
      <w:pPr>
        <w:spacing w:before="0" w:line="360" w:lineRule="auto"/>
        <w:ind w:left="0" w:firstLine="708"/>
        <w:jc w:val="both"/>
        <w:rPr>
          <w:rFonts w:ascii="Times New Roman" w:hAnsi="Times New Roman" w:cs="Times New Roman"/>
          <w:sz w:val="22"/>
        </w:rPr>
      </w:pPr>
      <w:r w:rsidRPr="005A0B0A">
        <w:rPr>
          <w:rFonts w:ascii="Times New Roman" w:hAnsi="Times New Roman" w:cs="Times New Roman"/>
          <w:sz w:val="24"/>
          <w:szCs w:val="24"/>
        </w:rPr>
        <w:t xml:space="preserve">II </w:t>
      </w:r>
      <w:r>
        <w:rPr>
          <w:rFonts w:ascii="Times New Roman" w:hAnsi="Times New Roman" w:cs="Times New Roman"/>
          <w:sz w:val="24"/>
          <w:szCs w:val="24"/>
        </w:rPr>
        <w:t>VELIERO PARLANTE è la mo</w:t>
      </w:r>
      <w:r w:rsidRPr="005A0B0A">
        <w:rPr>
          <w:rFonts w:ascii="Times New Roman" w:hAnsi="Times New Roman" w:cs="Times New Roman"/>
          <w:sz w:val="24"/>
          <w:szCs w:val="24"/>
        </w:rPr>
        <w:t xml:space="preserve">stra di libri prodotti dalle scuole dell'infanzia, primarie e secondarie di 1° </w:t>
      </w:r>
      <w:r>
        <w:rPr>
          <w:rFonts w:ascii="Times New Roman" w:hAnsi="Times New Roman" w:cs="Times New Roman"/>
          <w:sz w:val="24"/>
          <w:szCs w:val="24"/>
        </w:rPr>
        <w:t>e 2° grado</w:t>
      </w:r>
      <w:r w:rsidRPr="005A0B0A">
        <w:rPr>
          <w:rFonts w:ascii="Times New Roman" w:hAnsi="Times New Roman" w:cs="Times New Roman"/>
          <w:sz w:val="24"/>
          <w:szCs w:val="24"/>
        </w:rPr>
        <w:t xml:space="preserve"> che si svolgerà presso il Cas</w:t>
      </w:r>
      <w:r>
        <w:rPr>
          <w:rFonts w:ascii="Times New Roman" w:hAnsi="Times New Roman" w:cs="Times New Roman"/>
          <w:sz w:val="24"/>
          <w:szCs w:val="24"/>
        </w:rPr>
        <w:t xml:space="preserve">tello di Copertino (Lecce) dal </w:t>
      </w:r>
      <w:r w:rsidRPr="005A0B0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al 24 </w:t>
      </w:r>
      <w:r w:rsidRPr="005A0B0A">
        <w:rPr>
          <w:rFonts w:ascii="Times New Roman" w:hAnsi="Times New Roman" w:cs="Times New Roman"/>
          <w:sz w:val="24"/>
          <w:szCs w:val="24"/>
        </w:rPr>
        <w:t xml:space="preserve">maggio </w:t>
      </w:r>
      <w:r>
        <w:rPr>
          <w:rFonts w:ascii="Times New Roman" w:hAnsi="Times New Roman" w:cs="Times New Roman"/>
          <w:sz w:val="24"/>
          <w:szCs w:val="24"/>
        </w:rPr>
        <w:t>2013</w:t>
      </w:r>
      <w:r w:rsidRPr="005A0B0A">
        <w:rPr>
          <w:rFonts w:ascii="Times New Roman" w:hAnsi="Times New Roman" w:cs="Times New Roman"/>
          <w:sz w:val="24"/>
          <w:szCs w:val="24"/>
        </w:rPr>
        <w:t>, promossa da</w:t>
      </w:r>
      <w:r>
        <w:rPr>
          <w:rFonts w:ascii="Times New Roman" w:hAnsi="Times New Roman" w:cs="Times New Roman"/>
          <w:sz w:val="24"/>
          <w:szCs w:val="24"/>
        </w:rPr>
        <w:t>lla omonima</w:t>
      </w:r>
      <w:r w:rsidRPr="005A0B0A">
        <w:rPr>
          <w:rFonts w:ascii="Times New Roman" w:hAnsi="Times New Roman" w:cs="Times New Roman"/>
          <w:sz w:val="24"/>
          <w:szCs w:val="24"/>
        </w:rPr>
        <w:t xml:space="preserve"> Rete </w:t>
      </w:r>
      <w:r>
        <w:rPr>
          <w:rFonts w:ascii="Times New Roman" w:hAnsi="Times New Roman" w:cs="Times New Roman"/>
          <w:sz w:val="24"/>
          <w:szCs w:val="24"/>
        </w:rPr>
        <w:t>regionale di</w:t>
      </w:r>
      <w:r w:rsidRPr="005A0B0A">
        <w:rPr>
          <w:rFonts w:ascii="Times New Roman" w:hAnsi="Times New Roman" w:cs="Times New Roman"/>
          <w:sz w:val="24"/>
          <w:szCs w:val="24"/>
        </w:rPr>
        <w:t xml:space="preserve"> scuole che opera </w:t>
      </w:r>
      <w:r>
        <w:rPr>
          <w:rFonts w:ascii="Times New Roman" w:hAnsi="Times New Roman" w:cs="Times New Roman"/>
          <w:sz w:val="24"/>
          <w:szCs w:val="24"/>
        </w:rPr>
        <w:t xml:space="preserve">dal 2008 e </w:t>
      </w:r>
      <w:r>
        <w:rPr>
          <w:rFonts w:ascii="Times New Roman" w:hAnsi="Times New Roman" w:cs="Times New Roman"/>
          <w:sz w:val="22"/>
        </w:rPr>
        <w:t>promuove itinerari didattici innovativi per la promozione della lettura e della creatività attraverso la produzione di libri.</w:t>
      </w:r>
    </w:p>
    <w:p w:rsidR="00BB56AE" w:rsidRPr="005A0B0A" w:rsidRDefault="00BB56AE" w:rsidP="000F7E30">
      <w:pPr>
        <w:spacing w:before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B56AE" w:rsidRDefault="00BB56AE" w:rsidP="000F7E30">
      <w:pPr>
        <w:spacing w:before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B0A">
        <w:rPr>
          <w:rFonts w:ascii="Times New Roman" w:hAnsi="Times New Roman" w:cs="Times New Roman"/>
          <w:sz w:val="24"/>
          <w:szCs w:val="24"/>
        </w:rPr>
        <w:t>Alla mostra è abbinato un concorso aperto a tutte le Istituzioni scolastiche Pugliesi e che vedrà selezionato e premiato un libro per ogni ordine di scuola partecipante. Le scuole risultate vincitrici riceveranno in premio una collana di testi di narrativa.</w:t>
      </w:r>
    </w:p>
    <w:p w:rsidR="00BB56AE" w:rsidRPr="005A0B0A" w:rsidRDefault="00BB56AE" w:rsidP="000F7E30">
      <w:pPr>
        <w:spacing w:before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B56AE" w:rsidRPr="00F52685" w:rsidRDefault="00BB56AE" w:rsidP="000F7E30">
      <w:pPr>
        <w:spacing w:before="0" w:line="360" w:lineRule="auto"/>
        <w:ind w:left="0" w:firstLine="708"/>
        <w:jc w:val="both"/>
        <w:rPr>
          <w:rFonts w:ascii="Times New Roman" w:hAnsi="Times New Roman" w:cs="Times New Roman"/>
          <w:sz w:val="22"/>
        </w:rPr>
      </w:pPr>
      <w:r w:rsidRPr="005A0B0A">
        <w:rPr>
          <w:rFonts w:ascii="Times New Roman" w:hAnsi="Times New Roman" w:cs="Times New Roman"/>
          <w:sz w:val="24"/>
          <w:szCs w:val="24"/>
        </w:rPr>
        <w:t>Con l</w:t>
      </w:r>
      <w:r w:rsidRPr="005A0B0A">
        <w:rPr>
          <w:rFonts w:ascii="Times New Roman" w:hAnsi="Times New Roman" w:cs="Times New Roman"/>
          <w:color w:val="007F00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anno scolastico 2012/2013</w:t>
      </w:r>
      <w:r w:rsidRPr="005A0B0A">
        <w:rPr>
          <w:rFonts w:ascii="Times New Roman" w:hAnsi="Times New Roman" w:cs="Times New Roman"/>
          <w:sz w:val="24"/>
          <w:szCs w:val="24"/>
        </w:rPr>
        <w:t xml:space="preserve"> il Veliero </w:t>
      </w:r>
      <w:r w:rsidRPr="0027636C">
        <w:rPr>
          <w:rFonts w:ascii="Times New Roman" w:hAnsi="Times New Roman" w:cs="Times New Roman"/>
          <w:sz w:val="22"/>
        </w:rPr>
        <w:t xml:space="preserve">sarà carico di libri </w:t>
      </w:r>
      <w:r w:rsidRPr="0027636C">
        <w:rPr>
          <w:rFonts w:ascii="Times New Roman" w:hAnsi="Times New Roman" w:cs="Times New Roman"/>
          <w:sz w:val="24"/>
        </w:rPr>
        <w:t>sull’</w:t>
      </w:r>
      <w:r w:rsidRPr="0027636C">
        <w:rPr>
          <w:rFonts w:ascii="Times New Roman" w:hAnsi="Times New Roman" w:cs="Times New Roman"/>
          <w:b/>
          <w:sz w:val="24"/>
        </w:rPr>
        <w:t>AMBIENTE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6AE" w:rsidRDefault="00BB56AE" w:rsidP="00A6090D">
      <w:pPr>
        <w:spacing w:before="0" w:line="360" w:lineRule="auto"/>
        <w:ind w:left="0"/>
        <w:jc w:val="both"/>
        <w:rPr>
          <w:rFonts w:ascii="Times New Roman" w:hAnsi="Times New Roman" w:cs="Times New Roman"/>
          <w:sz w:val="22"/>
        </w:rPr>
      </w:pPr>
      <w:r w:rsidRPr="00F52685">
        <w:rPr>
          <w:rFonts w:ascii="Times New Roman" w:hAnsi="Times New Roman" w:cs="Times New Roman"/>
          <w:sz w:val="22"/>
        </w:rPr>
        <w:t>. Le scuole risultate vincitrici riceveranno in premio una collana di testi di narrativa.</w:t>
      </w:r>
      <w:r>
        <w:rPr>
          <w:rFonts w:ascii="Times New Roman" w:hAnsi="Times New Roman" w:cs="Times New Roman"/>
          <w:sz w:val="22"/>
        </w:rPr>
        <w:t xml:space="preserve"> Sono previsti, inoltre, vari premi speciali.</w:t>
      </w:r>
    </w:p>
    <w:p w:rsidR="00BB56AE" w:rsidRDefault="00BB56AE" w:rsidP="00A6090D">
      <w:pPr>
        <w:spacing w:before="0" w:line="360" w:lineRule="auto"/>
        <w:ind w:left="0"/>
        <w:jc w:val="both"/>
        <w:rPr>
          <w:rFonts w:ascii="Times New Roman" w:hAnsi="Times New Roman" w:cs="Times New Roman"/>
          <w:sz w:val="6"/>
        </w:rPr>
      </w:pPr>
    </w:p>
    <w:p w:rsidR="00BB56AE" w:rsidRPr="0027636C" w:rsidRDefault="00BB56AE" w:rsidP="00A6090D">
      <w:pPr>
        <w:spacing w:before="0" w:line="360" w:lineRule="auto"/>
        <w:ind w:left="0"/>
        <w:jc w:val="both"/>
        <w:rPr>
          <w:rFonts w:ascii="Times New Roman" w:hAnsi="Times New Roman" w:cs="Times New Roman"/>
          <w:sz w:val="6"/>
        </w:rPr>
      </w:pPr>
    </w:p>
    <w:p w:rsidR="00BB56AE" w:rsidRPr="0080243D" w:rsidRDefault="00BB56AE" w:rsidP="000F7E30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>Le scuole che intendono partecipare alla mostra possono prenotarsi, attraverso l'apposito modulo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43D">
        <w:rPr>
          <w:rFonts w:ascii="Times New Roman" w:hAnsi="Times New Roman" w:cs="Times New Roman"/>
          <w:sz w:val="24"/>
          <w:szCs w:val="24"/>
        </w:rPr>
        <w:t xml:space="preserve">di iscrizione, da inoltrare all'indirizzo </w:t>
      </w:r>
      <w:r w:rsidRPr="0080243D">
        <w:rPr>
          <w:rFonts w:ascii="Times New Roman" w:hAnsi="Times New Roman" w:cs="Times New Roman"/>
          <w:sz w:val="24"/>
          <w:szCs w:val="24"/>
          <w:u w:val="single"/>
        </w:rPr>
        <w:t>velieroparlante.info@gmail.com,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entro il 15 </w:t>
      </w:r>
      <w:r>
        <w:rPr>
          <w:rFonts w:ascii="Times New Roman" w:hAnsi="Times New Roman" w:cs="Times New Roman"/>
          <w:b/>
          <w:bCs/>
          <w:sz w:val="24"/>
          <w:szCs w:val="24"/>
        </w:rPr>
        <w:t>dicembr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>e 201</w:t>
      </w: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BB56AE" w:rsidRPr="0080243D" w:rsidRDefault="00BB56AE" w:rsidP="000F7E30">
      <w:pPr>
        <w:spacing w:before="0" w:line="36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0F7E30">
        <w:rPr>
          <w:rFonts w:ascii="Times New Roman" w:hAnsi="Times New Roman" w:cs="Times New Roman"/>
          <w:b/>
          <w:sz w:val="24"/>
          <w:szCs w:val="24"/>
        </w:rPr>
        <w:t>La partecipazione alla mostra è gratuita</w:t>
      </w:r>
      <w:r w:rsidRPr="0080243D">
        <w:rPr>
          <w:rFonts w:ascii="Times New Roman" w:hAnsi="Times New Roman" w:cs="Times New Roman"/>
          <w:sz w:val="24"/>
          <w:szCs w:val="24"/>
        </w:rPr>
        <w:t>.</w:t>
      </w:r>
    </w:p>
    <w:p w:rsidR="00BB56AE" w:rsidRDefault="00BB56AE" w:rsidP="000F7E30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>Gli elaborati, di qualsiasi formato, materiale e tecnica, dovranno pervenire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entro il 15 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prile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2012 </w:t>
      </w:r>
      <w:r w:rsidRPr="0080243D">
        <w:rPr>
          <w:rFonts w:ascii="Times New Roman" w:hAnsi="Times New Roman" w:cs="Times New Roman"/>
          <w:sz w:val="24"/>
          <w:szCs w:val="24"/>
        </w:rPr>
        <w:t>al seguente indirizzo</w:t>
      </w:r>
    </w:p>
    <w:p w:rsidR="00BB56AE" w:rsidRPr="009152A1" w:rsidRDefault="00BB56AE" w:rsidP="000F7E30">
      <w:pPr>
        <w:spacing w:before="0" w:line="240" w:lineRule="auto"/>
        <w:ind w:left="0" w:firstLine="720"/>
        <w:rPr>
          <w:rFonts w:ascii="Times New Roman" w:hAnsi="Times New Roman" w:cs="Times New Roman"/>
          <w:sz w:val="22"/>
          <w:szCs w:val="24"/>
        </w:rPr>
      </w:pPr>
    </w:p>
    <w:p w:rsidR="00BB56AE" w:rsidRPr="0080243D" w:rsidRDefault="00BB56AE" w:rsidP="000F7E30">
      <w:pPr>
        <w:spacing w:before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>Mostra di libri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ab/>
        <w:t>"II veliero parla...n...te"</w:t>
      </w:r>
    </w:p>
    <w:p w:rsidR="00BB56AE" w:rsidRPr="0080243D" w:rsidRDefault="00BB56AE" w:rsidP="000F7E30">
      <w:pPr>
        <w:spacing w:before="0" w:line="240" w:lineRule="auto"/>
        <w:ind w:left="2160" w:right="18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Istituto Comprensivo n.4 -Giovanni Falcone, </w:t>
      </w:r>
    </w:p>
    <w:p w:rsidR="00BB56AE" w:rsidRPr="0080243D" w:rsidRDefault="00BB56AE" w:rsidP="000F7E30">
      <w:pPr>
        <w:spacing w:before="0" w:line="240" w:lineRule="auto"/>
        <w:ind w:left="2160" w:right="1800" w:firstLine="72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>Via Regina Isabella - 73043 Copertino (Lecce)</w:t>
      </w:r>
    </w:p>
    <w:p w:rsidR="00BB56AE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80243D">
        <w:rPr>
          <w:rFonts w:ascii="Times New Roman" w:hAnsi="Times New Roman" w:cs="Times New Roman"/>
          <w:sz w:val="24"/>
          <w:szCs w:val="24"/>
        </w:rPr>
        <w:t>aranno assegnati i seguenti premi:</w:t>
      </w:r>
    </w:p>
    <w:p w:rsidR="00BB56AE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  <w:u w:val="single"/>
        </w:rPr>
        <w:t>PREMI:</w:t>
      </w: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 xml:space="preserve">1°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243D">
        <w:rPr>
          <w:rFonts w:ascii="Times New Roman" w:hAnsi="Times New Roman" w:cs="Times New Roman"/>
          <w:sz w:val="24"/>
          <w:szCs w:val="24"/>
        </w:rPr>
        <w:t>premio sezione scuola dell'infanzia</w:t>
      </w: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>1°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43D">
        <w:rPr>
          <w:rFonts w:ascii="Times New Roman" w:hAnsi="Times New Roman" w:cs="Times New Roman"/>
          <w:sz w:val="24"/>
          <w:szCs w:val="24"/>
        </w:rPr>
        <w:t>premio sezione scuola primaria</w:t>
      </w:r>
    </w:p>
    <w:p w:rsidR="00BB56AE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>1°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243D">
        <w:rPr>
          <w:rFonts w:ascii="Times New Roman" w:hAnsi="Times New Roman" w:cs="Times New Roman"/>
          <w:sz w:val="24"/>
          <w:szCs w:val="24"/>
        </w:rPr>
        <w:t>premio sezione scuola secondaria di 1° grado</w:t>
      </w: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1°  </w:t>
      </w:r>
      <w:r w:rsidRPr="0080243D">
        <w:rPr>
          <w:rFonts w:ascii="Times New Roman" w:hAnsi="Times New Roman" w:cs="Times New Roman"/>
          <w:sz w:val="24"/>
          <w:szCs w:val="24"/>
        </w:rPr>
        <w:t>premi</w:t>
      </w:r>
      <w:r>
        <w:rPr>
          <w:rFonts w:ascii="Times New Roman" w:hAnsi="Times New Roman" w:cs="Times New Roman"/>
          <w:sz w:val="24"/>
          <w:szCs w:val="24"/>
        </w:rPr>
        <w:t>o sezione scuola secondaria di 2</w:t>
      </w:r>
      <w:r w:rsidRPr="0080243D">
        <w:rPr>
          <w:rFonts w:ascii="Times New Roman" w:hAnsi="Times New Roman" w:cs="Times New Roman"/>
          <w:sz w:val="24"/>
          <w:szCs w:val="24"/>
        </w:rPr>
        <w:t>° grado</w:t>
      </w: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  <w:u w:val="single"/>
        </w:rPr>
        <w:t>PREMI SPECIALI:</w:t>
      </w:r>
    </w:p>
    <w:p w:rsidR="00BB56AE" w:rsidRPr="0080243D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>Filo filastrocca</w:t>
      </w:r>
      <w:r w:rsidRPr="0080243D">
        <w:rPr>
          <w:rFonts w:ascii="Times New Roman" w:hAnsi="Times New Roman" w:cs="Times New Roman"/>
          <w:sz w:val="24"/>
          <w:szCs w:val="24"/>
        </w:rPr>
        <w:t xml:space="preserve"> -premio alla rima </w:t>
      </w:r>
    </w:p>
    <w:p w:rsidR="00BB56AE" w:rsidRPr="0080243D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>Premio Castello</w:t>
      </w:r>
      <w:r w:rsidRPr="0080243D">
        <w:rPr>
          <w:rFonts w:ascii="Times New Roman" w:hAnsi="Times New Roman" w:cs="Times New Roman"/>
          <w:sz w:val="24"/>
          <w:szCs w:val="24"/>
        </w:rPr>
        <w:t xml:space="preserve"> -premio della critica </w:t>
      </w:r>
    </w:p>
    <w:p w:rsidR="00BB56AE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>Amico libro</w:t>
      </w:r>
      <w:r w:rsidRPr="0080243D">
        <w:rPr>
          <w:rFonts w:ascii="Times New Roman" w:hAnsi="Times New Roman" w:cs="Times New Roman"/>
          <w:sz w:val="24"/>
          <w:szCs w:val="24"/>
        </w:rPr>
        <w:t xml:space="preserve"> -premio all’illustrazione </w:t>
      </w:r>
    </w:p>
    <w:p w:rsidR="00BB56AE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7E75D0">
        <w:rPr>
          <w:rFonts w:ascii="Times New Roman" w:hAnsi="Times New Roman" w:cs="Times New Roman"/>
          <w:b/>
          <w:bCs/>
          <w:sz w:val="24"/>
          <w:szCs w:val="24"/>
        </w:rPr>
        <w:t xml:space="preserve">Ciao </w:t>
      </w:r>
      <w:r w:rsidRPr="007E75D0">
        <w:rPr>
          <w:rFonts w:ascii="Times New Roman" w:hAnsi="Times New Roman" w:cs="Times New Roman"/>
          <w:b/>
          <w:sz w:val="24"/>
          <w:szCs w:val="24"/>
        </w:rPr>
        <w:t>Raffaella</w:t>
      </w:r>
      <w:r>
        <w:rPr>
          <w:rFonts w:ascii="Times New Roman" w:hAnsi="Times New Roman" w:cs="Times New Roman"/>
          <w:sz w:val="24"/>
          <w:szCs w:val="24"/>
        </w:rPr>
        <w:t xml:space="preserve"> –premio alla didattica</w:t>
      </w:r>
    </w:p>
    <w:p w:rsidR="00BB56AE" w:rsidRPr="007E75D0" w:rsidRDefault="00BB56AE" w:rsidP="000F7E30">
      <w:pPr>
        <w:tabs>
          <w:tab w:val="left" w:pos="5940"/>
        </w:tabs>
        <w:spacing w:before="0" w:line="240" w:lineRule="auto"/>
        <w:ind w:left="0" w:right="120"/>
        <w:rPr>
          <w:rFonts w:ascii="Times New Roman" w:hAnsi="Times New Roman" w:cs="Times New Roman"/>
          <w:sz w:val="24"/>
          <w:szCs w:val="24"/>
        </w:rPr>
      </w:pPr>
      <w:r w:rsidRPr="007E75D0">
        <w:rPr>
          <w:b/>
          <w:sz w:val="21"/>
        </w:rPr>
        <w:t>Premio MASSERIE DIDATTICHE –REGIONE PUGLIA</w:t>
      </w:r>
    </w:p>
    <w:p w:rsidR="00BB56AE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Premio </w:t>
      </w:r>
      <w:r w:rsidRPr="007E75D0">
        <w:rPr>
          <w:rFonts w:ascii="Times New Roman" w:hAnsi="Times New Roman" w:cs="Times New Roman"/>
          <w:b/>
          <w:bCs/>
          <w:sz w:val="24"/>
          <w:szCs w:val="24"/>
        </w:rPr>
        <w:t>WWF Salento</w:t>
      </w:r>
      <w:r w:rsidRPr="00802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6AE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>Premio ITALIA NOSTRA</w:t>
      </w:r>
      <w:r w:rsidRPr="00802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6AE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Premio </w:t>
      </w:r>
      <w:r w:rsidRPr="007E75D0">
        <w:rPr>
          <w:b/>
          <w:i/>
          <w:sz w:val="21"/>
        </w:rPr>
        <w:t>UNITI PER NATURA</w:t>
      </w:r>
      <w:r w:rsidRPr="00475E6B">
        <w:rPr>
          <w:b/>
          <w:color w:val="0000FF"/>
          <w:sz w:val="21"/>
        </w:rPr>
        <w:t xml:space="preserve"> 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>UNICEF</w:t>
      </w:r>
    </w:p>
    <w:p w:rsidR="00BB56AE" w:rsidRPr="0080243D" w:rsidRDefault="00BB56AE" w:rsidP="000F7E30">
      <w:pPr>
        <w:spacing w:before="0" w:line="240" w:lineRule="auto"/>
        <w:ind w:left="0" w:right="4600"/>
        <w:rPr>
          <w:rFonts w:ascii="Times New Roman" w:hAnsi="Times New Roman" w:cs="Times New Roman"/>
          <w:sz w:val="24"/>
          <w:szCs w:val="24"/>
        </w:rPr>
      </w:pPr>
      <w:r w:rsidRPr="007E75D0">
        <w:rPr>
          <w:b/>
          <w:sz w:val="21"/>
        </w:rPr>
        <w:t>Premio LEGGO FOR LIFE</w:t>
      </w: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56AE" w:rsidRPr="0080243D" w:rsidRDefault="00BB56AE" w:rsidP="000F7E30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 xml:space="preserve">II Concorso IL VELIERO PARLA...N...TÈ si realizza </w:t>
      </w:r>
      <w:r w:rsidRPr="0080243D">
        <w:rPr>
          <w:rFonts w:ascii="Times New Roman" w:hAnsi="Times New Roman" w:cs="Times New Roman"/>
          <w:b/>
          <w:sz w:val="24"/>
          <w:szCs w:val="24"/>
        </w:rPr>
        <w:t>in collaborazione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con</w:t>
      </w:r>
      <w:r w:rsidRPr="00802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243D">
        <w:rPr>
          <w:rFonts w:ascii="Times New Roman" w:hAnsi="Times New Roman" w:cs="Times New Roman"/>
          <w:sz w:val="24"/>
          <w:szCs w:val="24"/>
        </w:rPr>
        <w:t xml:space="preserve">Ministero della Pubblica Istruzione - Direzione Generale per lo studente, UNICEF, Italia Nostra, Università degli Studi </w:t>
      </w:r>
      <w:r>
        <w:rPr>
          <w:rFonts w:ascii="Times New Roman" w:hAnsi="Times New Roman" w:cs="Times New Roman"/>
          <w:sz w:val="24"/>
          <w:szCs w:val="24"/>
        </w:rPr>
        <w:t>del Salento, Presidio del Libro</w:t>
      </w:r>
      <w:r w:rsidRPr="0080243D">
        <w:rPr>
          <w:rFonts w:ascii="Times New Roman" w:hAnsi="Times New Roman" w:cs="Times New Roman"/>
          <w:sz w:val="24"/>
          <w:szCs w:val="24"/>
        </w:rPr>
        <w:t xml:space="preserve"> Fondazione Moschettini - Copertino, e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243D">
        <w:rPr>
          <w:rFonts w:ascii="Times New Roman" w:hAnsi="Times New Roman" w:cs="Times New Roman"/>
          <w:bCs/>
          <w:sz w:val="24"/>
          <w:szCs w:val="24"/>
        </w:rPr>
        <w:t>con</w:t>
      </w:r>
      <w:r w:rsidRPr="0080243D">
        <w:rPr>
          <w:rFonts w:ascii="Times New Roman" w:hAnsi="Times New Roman" w:cs="Times New Roman"/>
          <w:sz w:val="24"/>
          <w:szCs w:val="24"/>
        </w:rPr>
        <w:t xml:space="preserve"> il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patrocinio</w:t>
      </w:r>
      <w:r w:rsidRPr="0080243D">
        <w:rPr>
          <w:rFonts w:ascii="Times New Roman" w:hAnsi="Times New Roman" w:cs="Times New Roman"/>
          <w:sz w:val="24"/>
          <w:szCs w:val="24"/>
        </w:rPr>
        <w:t xml:space="preserve"> di Regione Puglia, Provincia di Lecce, Città di Copertino.</w:t>
      </w:r>
    </w:p>
    <w:p w:rsidR="00BB56AE" w:rsidRPr="0080243D" w:rsidRDefault="00BB56AE" w:rsidP="000F7E3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BB56AE" w:rsidRPr="0080243D">
          <w:footerReference w:type="even" r:id="rId20"/>
          <w:footerReference w:type="default" r:id="rId21"/>
          <w:type w:val="continuous"/>
          <w:pgSz w:w="11900" w:h="16820"/>
          <w:pgMar w:top="1440" w:right="1120" w:bottom="720" w:left="1120" w:header="720" w:footer="720" w:gutter="0"/>
          <w:cols w:space="60"/>
          <w:noEndnote/>
        </w:sectPr>
      </w:pPr>
    </w:p>
    <w:p w:rsidR="00BB56AE" w:rsidRPr="0080243D" w:rsidRDefault="00BB56AE" w:rsidP="000F7E30">
      <w:pPr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</w:p>
    <w:p w:rsidR="00BB56AE" w:rsidRPr="0080243D" w:rsidRDefault="00BB56AE" w:rsidP="000F7E30">
      <w:pPr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Bari, 12 ottobre 2012</w:t>
      </w:r>
      <w:r w:rsidRPr="008024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II Dirigente Scolastico </w:t>
      </w:r>
    </w:p>
    <w:p w:rsidR="00BB56AE" w:rsidRPr="0080243D" w:rsidRDefault="00BB56AE" w:rsidP="000F7E30">
      <w:pPr>
        <w:spacing w:before="0" w:line="240" w:lineRule="auto"/>
        <w:ind w:firstLine="760"/>
        <w:rPr>
          <w:rFonts w:ascii="Times New Roman" w:hAnsi="Times New Roman" w:cs="Times New Roman"/>
          <w:sz w:val="24"/>
          <w:szCs w:val="24"/>
        </w:rPr>
      </w:pPr>
      <w:r w:rsidRPr="008024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0243D">
        <w:rPr>
          <w:rFonts w:ascii="Times New Roman" w:hAnsi="Times New Roman" w:cs="Times New Roman"/>
          <w:sz w:val="24"/>
          <w:szCs w:val="24"/>
        </w:rPr>
        <w:t xml:space="preserve">   f.to Dott.ssa Ornella Castellano</w:t>
      </w:r>
    </w:p>
    <w:p w:rsidR="00BB56AE" w:rsidRDefault="00BB56AE" w:rsidP="000F7E30">
      <w:pPr>
        <w:spacing w:before="0" w:line="500" w:lineRule="auto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B56AE" w:rsidRPr="0027636C" w:rsidRDefault="00BB56AE" w:rsidP="00A6090D">
      <w:pPr>
        <w:spacing w:before="0" w:line="360" w:lineRule="auto"/>
        <w:ind w:left="0"/>
        <w:jc w:val="center"/>
        <w:rPr>
          <w:rFonts w:ascii="Times New Roman" w:hAnsi="Times New Roman" w:cs="Times New Roman"/>
          <w:sz w:val="10"/>
        </w:rPr>
      </w:pPr>
    </w:p>
    <w:p w:rsidR="00BB56AE" w:rsidRDefault="00BB56AE" w:rsidP="00A6090D">
      <w:pPr>
        <w:spacing w:before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56AE" w:rsidRPr="0080243D" w:rsidRDefault="00BB56AE" w:rsidP="00A6090D">
      <w:pPr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B56AE" w:rsidRPr="00A84B8C" w:rsidRDefault="00BB56AE" w:rsidP="00A6090D">
      <w:pPr>
        <w:tabs>
          <w:tab w:val="left" w:pos="3090"/>
        </w:tabs>
        <w:jc w:val="center"/>
        <w:rPr>
          <w:rFonts w:ascii="Comic Sans MS" w:hAnsi="Comic Sans MS" w:cs="Tahoma"/>
        </w:rPr>
      </w:pPr>
    </w:p>
    <w:p w:rsidR="00BB56AE" w:rsidRDefault="00BB56AE" w:rsidP="00A6090D">
      <w:pPr>
        <w:spacing w:before="0" w:line="500" w:lineRule="auto"/>
        <w:ind w:left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sz w:val="22"/>
          <w:szCs w:val="22"/>
        </w:rPr>
        <w:br w:type="page"/>
      </w:r>
    </w:p>
    <w:p w:rsidR="00BB56AE" w:rsidRDefault="00BB56AE" w:rsidP="00A6090D">
      <w:pPr>
        <w:spacing w:before="0" w:line="500" w:lineRule="auto"/>
        <w:ind w:left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noProof/>
        </w:rPr>
        <w:pict>
          <v:group id="_x0000_s1040" style="position:absolute;left:0;text-align:left;margin-left:22.65pt;margin-top:-33pt;width:513.85pt;height:136.35pt;z-index:251659776" coordorigin="732,3857" coordsize="10277,2727">
            <v:shape id="rg_hi" o:spid="_x0000_s1041" type="#_x0000_t75" alt="http://t2.gstatic.com/images?q=tbn:ANd9GcQVznMn2WC4g3M1Td2r9lwVfbEy5mWl8xlyzaeWjY5aCeqsq3rqOg" style="position:absolute;left:7392;top:4190;width:1110;height:840;visibility:visible">
              <v:imagedata r:id="rId7" o:title=""/>
            </v:shape>
            <v:shape id="_x0000_s1042" type="#_x0000_t75" alt="" style="position:absolute;left:732;top:3980;width:1224;height:1157">
              <v:imagedata r:id="rId8" o:title=""/>
            </v:shape>
            <v:shape id="Immagine 1" o:spid="_x0000_s1043" type="#_x0000_t75" alt="http://www.allarrembaggio.it/download/web_allarrembaggio/doc/a9d68_unicef.jpg" style="position:absolute;left:1956;top:4370;width:1726;height:509;visibility:visible">
              <v:imagedata r:id="rId9" o:title=""/>
            </v:shape>
            <v:shape id="Immagine 10" o:spid="_x0000_s1044" type="#_x0000_t75" alt="http://www.fondazionemoschettini.it/img/presidi_del_libro.png" style="position:absolute;left:8832;top:4190;width:853;height:853;visibility:visible">
              <v:imagedata r:id="rId10" o:title=""/>
            </v:shape>
            <v:shape id="ipf2qUIzoDlHvpNdM:" o:spid="_x0000_s1045" type="#_x0000_t75" alt="http://t0.gstatic.com/images?q=tbn:2qUIzoDlHvpNdM:http://www.ambienteambienti.com/wp-content/uploads/2009/12/regione-puglia-stemma.jpg" style="position:absolute;left:10079;top:4127;width:930;height:990;visibility:visible">
              <v:imagedata r:id="rId11" o:title=""/>
            </v:shape>
            <v:shape id="Immagine 1" o:spid="_x0000_s1046" type="#_x0000_t75" style="position:absolute;left:4679;top:3857;width:2718;height:2727;visibility:visible">
              <v:imagedata r:id="rId12" o:title=""/>
            </v:shape>
            <v:shape id="il_fi" o:spid="_x0000_s1047" type="#_x0000_t75" alt="" style="position:absolute;left:8112;top:5270;width:936;height:927">
              <v:imagedata r:id="rId13" o:title=""/>
            </v:shape>
            <v:shape id="il_fi" o:spid="_x0000_s1048" type="#_x0000_t75" alt="" style="position:absolute;left:3072;top:5270;width:936;height:732">
              <v:imagedata r:id="rId14" o:title=""/>
            </v:shape>
            <v:shape id="il_fi" o:spid="_x0000_s1049" type="#_x0000_t75" alt="" style="position:absolute;left:9372;top:5270;width:1080;height:1005">
              <v:imagedata r:id="rId15" o:title=""/>
            </v:shape>
            <v:shape id="il_fi" o:spid="_x0000_s1050" type="#_x0000_t75" alt="" style="position:absolute;left:1272;top:5450;width:1247;height:636">
              <v:imagedata r:id="rId16" o:title=""/>
            </v:shape>
            <v:shape id="_x0000_s1051" type="#_x0000_t75" alt="http://t2.gstatic.com/images?q=tbn:ANd9GcSuD-2ylxediNQCPhCQXTGHn8hDgFo8eQOFtXw3GCBp_7mJ1ff0" style="position:absolute;left:3939;top:4370;width:1250;height:461;visibility:visible">
              <v:imagedata r:id="rId17" o:title=""/>
            </v:shape>
          </v:group>
        </w:pict>
      </w:r>
    </w:p>
    <w:p w:rsidR="00BB56AE" w:rsidRDefault="00BB56AE" w:rsidP="00A6090D">
      <w:pPr>
        <w:spacing w:before="0" w:line="500" w:lineRule="auto"/>
        <w:ind w:left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B56AE" w:rsidRDefault="00BB56AE" w:rsidP="00A6090D">
      <w:pPr>
        <w:spacing w:before="0" w:line="500" w:lineRule="auto"/>
        <w:ind w:left="0"/>
        <w:jc w:val="center"/>
        <w:rPr>
          <w:color w:val="007F00"/>
        </w:rPr>
      </w:pPr>
    </w:p>
    <w:p w:rsidR="00BB56AE" w:rsidRDefault="00BB56AE" w:rsidP="00A6090D">
      <w:pPr>
        <w:spacing w:before="0" w:line="500" w:lineRule="auto"/>
        <w:ind w:left="0"/>
        <w:jc w:val="center"/>
        <w:rPr>
          <w:color w:val="007F00"/>
        </w:rPr>
      </w:pPr>
    </w:p>
    <w:p w:rsidR="00BB56AE" w:rsidRPr="00E45EEB" w:rsidRDefault="00BB56AE" w:rsidP="00A6090D">
      <w:pPr>
        <w:spacing w:before="0" w:line="500" w:lineRule="auto"/>
        <w:ind w:left="0"/>
        <w:jc w:val="center"/>
        <w:rPr>
          <w:color w:val="007F00"/>
          <w:sz w:val="6"/>
        </w:rPr>
      </w:pPr>
    </w:p>
    <w:p w:rsidR="00BB56AE" w:rsidRDefault="00BB56AE" w:rsidP="00A6090D">
      <w:pPr>
        <w:spacing w:before="0" w:line="500" w:lineRule="auto"/>
        <w:ind w:left="0"/>
        <w:jc w:val="center"/>
      </w:pPr>
      <w:r>
        <w:rPr>
          <w:color w:val="007F00"/>
        </w:rPr>
        <w:t>I</w:t>
      </w:r>
      <w:r>
        <w:t>L VELIERO PARLA...N...TE</w:t>
      </w:r>
    </w:p>
    <w:p w:rsidR="00BB56AE" w:rsidRDefault="00BB56AE" w:rsidP="00A6090D">
      <w:pPr>
        <w:spacing w:before="0" w:line="500" w:lineRule="auto"/>
        <w:ind w:left="0"/>
        <w:jc w:val="center"/>
        <w:rPr>
          <w:b/>
          <w:bCs/>
        </w:rPr>
      </w:pPr>
      <w:r>
        <w:t>MOSTRA DI LIBRI PRODOTTI</w:t>
      </w:r>
      <w:r>
        <w:rPr>
          <w:b/>
          <w:bCs/>
        </w:rPr>
        <w:t xml:space="preserve"> DALLE SCUOLE</w:t>
      </w:r>
    </w:p>
    <w:p w:rsidR="00BB56AE" w:rsidRDefault="00BB56AE" w:rsidP="00A6090D">
      <w:pPr>
        <w:spacing w:before="0" w:line="500" w:lineRule="auto"/>
        <w:ind w:left="0"/>
        <w:jc w:val="center"/>
      </w:pPr>
      <w:r>
        <w:t>a.s. 2012-2013</w:t>
      </w:r>
    </w:p>
    <w:p w:rsidR="00BB56AE" w:rsidRPr="00BD4FB9" w:rsidRDefault="00BB56AE" w:rsidP="00A6090D">
      <w:pPr>
        <w:spacing w:before="0" w:line="500" w:lineRule="auto"/>
        <w:ind w:left="0"/>
        <w:jc w:val="center"/>
        <w:rPr>
          <w:sz w:val="24"/>
          <w:szCs w:val="24"/>
        </w:rPr>
      </w:pPr>
      <w:r>
        <w:t>Scheda di</w:t>
      </w:r>
      <w:r>
        <w:rPr>
          <w:b/>
          <w:bCs/>
        </w:rPr>
        <w:t xml:space="preserve"> presentaz</w:t>
      </w:r>
      <w:r>
        <w:rPr>
          <w:b/>
          <w:bCs/>
          <w:color w:val="007F00"/>
        </w:rPr>
        <w:t>i</w:t>
      </w:r>
      <w:r>
        <w:rPr>
          <w:b/>
          <w:bCs/>
        </w:rPr>
        <w:t xml:space="preserve">one </w:t>
      </w:r>
      <w:r w:rsidRPr="00BD4FB9">
        <w:rPr>
          <w:b/>
          <w:bCs/>
          <w:sz w:val="24"/>
          <w:szCs w:val="24"/>
        </w:rPr>
        <w:t>(allegato 1)</w:t>
      </w:r>
    </w:p>
    <w:p w:rsidR="00BB56AE" w:rsidRPr="0080243D" w:rsidRDefault="00BB56AE" w:rsidP="00A6090D">
      <w:pPr>
        <w:spacing w:line="280" w:lineRule="auto"/>
      </w:pPr>
      <w:r w:rsidRPr="0080243D">
        <w:t xml:space="preserve">Per partecipare al concorso è necessario compilare il modulo in ogni sua parte </w:t>
      </w:r>
      <w:r w:rsidRPr="0080243D">
        <w:rPr>
          <w:u w:val="single"/>
        </w:rPr>
        <w:t>(uno per ogni libro)</w:t>
      </w:r>
      <w:r w:rsidRPr="0080243D">
        <w:t xml:space="preserve"> e inviarlo via e-mail all'indirizzo; </w:t>
      </w:r>
      <w:r w:rsidRPr="0080243D">
        <w:rPr>
          <w:u w:val="single"/>
        </w:rPr>
        <w:t>velieroparlante.info@gmail.com</w:t>
      </w:r>
      <w:r>
        <w:rPr>
          <w:b/>
          <w:bCs/>
          <w:u w:val="single"/>
        </w:rPr>
        <w:t xml:space="preserve"> entro il 15 dicembre 2012</w:t>
      </w:r>
      <w:r w:rsidRPr="0080243D">
        <w:rPr>
          <w:b/>
          <w:bCs/>
          <w:u w:val="single"/>
        </w:rPr>
        <w:t>.</w:t>
      </w:r>
    </w:p>
    <w:p w:rsidR="00BB56AE" w:rsidRDefault="00BB56AE" w:rsidP="00A6090D">
      <w:pPr>
        <w:spacing w:before="0" w:line="240" w:lineRule="auto"/>
        <w:ind w:left="357"/>
        <w:rPr>
          <w:b/>
          <w:bCs/>
        </w:rPr>
      </w:pPr>
    </w:p>
    <w:p w:rsidR="00BB56AE" w:rsidRDefault="00BB56AE" w:rsidP="00A6090D">
      <w:pPr>
        <w:spacing w:before="0" w:line="240" w:lineRule="auto"/>
        <w:ind w:left="357"/>
      </w:pPr>
      <w:r>
        <w:rPr>
          <w:b/>
          <w:bCs/>
        </w:rPr>
        <w:t>DATI DELL'ISTITUZIONE SCOLASTICA</w:t>
      </w:r>
    </w:p>
    <w:p w:rsidR="00BB56AE" w:rsidRDefault="00BB56AE" w:rsidP="00A6090D">
      <w:pPr>
        <w:spacing w:before="0" w:line="240" w:lineRule="auto"/>
        <w:ind w:left="357"/>
      </w:pPr>
    </w:p>
    <w:p w:rsidR="00BB56AE" w:rsidRDefault="00BB56AE" w:rsidP="00A6090D">
      <w:pPr>
        <w:spacing w:before="220" w:line="240" w:lineRule="auto"/>
        <w:sectPr w:rsidR="00BB56AE" w:rsidSect="000F509F">
          <w:headerReference w:type="default" r:id="rId22"/>
          <w:type w:val="continuous"/>
          <w:pgSz w:w="11900" w:h="16820"/>
          <w:pgMar w:top="567" w:right="567" w:bottom="567" w:left="567" w:header="720" w:footer="720" w:gutter="0"/>
          <w:cols w:space="60"/>
          <w:noEndnote/>
          <w:docGrid w:linePitch="272"/>
        </w:sect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320"/>
        <w:gridCol w:w="3160"/>
        <w:gridCol w:w="460"/>
        <w:gridCol w:w="1560"/>
        <w:gridCol w:w="2800"/>
      </w:tblGrid>
      <w:tr w:rsidR="00BB56AE" w:rsidTr="00A42A79">
        <w:trPr>
          <w:trHeight w:hRule="exact" w:val="15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Denominazione Istituzione Scolastica</w:t>
            </w: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160" w:right="1000"/>
            </w:pPr>
            <w:r>
              <w:t>Codice</w:t>
            </w:r>
          </w:p>
          <w:p w:rsidR="00BB56AE" w:rsidRDefault="00BB56AE" w:rsidP="00A42A79">
            <w:pPr>
              <w:spacing w:before="40" w:line="240" w:lineRule="auto"/>
              <w:ind w:left="160" w:right="200"/>
            </w:pPr>
            <w:r>
              <w:t>meccanografico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98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 xml:space="preserve">Indirizzo e </w:t>
            </w:r>
            <w:r>
              <w:rPr>
                <w:color w:val="007F00"/>
              </w:rPr>
              <w:t>Cap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Città</w:t>
            </w:r>
          </w:p>
        </w:tc>
        <w:tc>
          <w:tcPr>
            <w:tcW w:w="3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  <w:tc>
          <w:tcPr>
            <w:tcW w:w="4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Provincia</w:t>
            </w: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Telefono</w:t>
            </w:r>
          </w:p>
        </w:tc>
        <w:tc>
          <w:tcPr>
            <w:tcW w:w="3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  <w:tc>
          <w:tcPr>
            <w:tcW w:w="4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Fax</w:t>
            </w: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E-mail istituzionale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Dirigente Scolastico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Referente di scuola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E-mail referente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0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Telefono referente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  <w:tr w:rsidR="00BB56AE" w:rsidTr="00A42A79">
        <w:trPr>
          <w:trHeight w:hRule="exact" w:val="620"/>
        </w:trPr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40" w:line="240" w:lineRule="auto"/>
              <w:ind w:left="0"/>
            </w:pPr>
            <w:r>
              <w:t>Docenti coinvolti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6AE" w:rsidRDefault="00BB56AE" w:rsidP="00A42A79">
            <w:pPr>
              <w:spacing w:before="0" w:line="240" w:lineRule="auto"/>
              <w:ind w:left="0"/>
            </w:pPr>
          </w:p>
          <w:p w:rsidR="00BB56AE" w:rsidRDefault="00BB56AE" w:rsidP="00A42A79">
            <w:pPr>
              <w:spacing w:before="0" w:line="240" w:lineRule="auto"/>
              <w:ind w:left="0"/>
            </w:pPr>
          </w:p>
        </w:tc>
      </w:tr>
    </w:tbl>
    <w:p w:rsidR="00BB56AE" w:rsidRDefault="00BB56AE" w:rsidP="00A6090D">
      <w:pPr>
        <w:spacing w:before="0" w:line="240" w:lineRule="auto"/>
        <w:ind w:left="0"/>
      </w:pPr>
    </w:p>
    <w:p w:rsidR="00BB56AE" w:rsidRPr="00A559E2" w:rsidRDefault="00BB56AE" w:rsidP="00A6090D">
      <w:pPr>
        <w:spacing w:line="360" w:lineRule="auto"/>
        <w:jc w:val="center"/>
        <w:rPr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 w:type="page"/>
      </w:r>
    </w:p>
    <w:p w:rsidR="00BB56AE" w:rsidRPr="00A559E2" w:rsidRDefault="00BB56AE" w:rsidP="00A6090D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0" w:line="240" w:lineRule="auto"/>
        <w:ind w:right="-68"/>
        <w:jc w:val="both"/>
        <w:rPr>
          <w:b/>
          <w:bCs/>
          <w:caps/>
          <w:color w:val="000000"/>
          <w:sz w:val="22"/>
          <w:szCs w:val="22"/>
        </w:rPr>
      </w:pPr>
      <w:r w:rsidRPr="00A559E2">
        <w:rPr>
          <w:b/>
          <w:bCs/>
          <w:color w:val="000000"/>
          <w:sz w:val="22"/>
          <w:szCs w:val="22"/>
        </w:rPr>
        <w:t xml:space="preserve">TITOLO </w:t>
      </w:r>
      <w:r w:rsidRPr="00A559E2">
        <w:rPr>
          <w:b/>
          <w:bCs/>
          <w:caps/>
          <w:color w:val="000000"/>
          <w:sz w:val="22"/>
          <w:szCs w:val="22"/>
        </w:rPr>
        <w:t>del libro</w:t>
      </w:r>
    </w:p>
    <w:p w:rsidR="00BB56AE" w:rsidRPr="00E91665" w:rsidRDefault="00BB56AE" w:rsidP="00A6090D">
      <w:pPr>
        <w:suppressAutoHyphens/>
        <w:ind w:right="-68"/>
        <w:jc w:val="both"/>
        <w:rPr>
          <w:b/>
          <w:bCs/>
          <w:caps/>
          <w:color w:val="000000"/>
          <w:sz w:val="14"/>
          <w:szCs w:val="14"/>
        </w:rPr>
      </w:pPr>
    </w:p>
    <w:p w:rsidR="00BB56AE" w:rsidRPr="00A559E2" w:rsidRDefault="00BB56AE" w:rsidP="00A6090D">
      <w:pPr>
        <w:spacing w:before="0" w:line="24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A559E2">
        <w:rPr>
          <w:color w:val="000000"/>
          <w:sz w:val="22"/>
          <w:szCs w:val="22"/>
        </w:rPr>
        <w:t>_______________________________________________________</w:t>
      </w:r>
    </w:p>
    <w:p w:rsidR="00BB56AE" w:rsidRPr="00A559E2" w:rsidRDefault="00BB56AE" w:rsidP="00A6090D">
      <w:pPr>
        <w:spacing w:before="0" w:line="240" w:lineRule="auto"/>
        <w:ind w:left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BB56AE" w:rsidRDefault="00BB56AE" w:rsidP="00A6090D">
      <w:pPr>
        <w:widowControl/>
        <w:suppressAutoHyphens/>
        <w:autoSpaceDE/>
        <w:autoSpaceDN/>
        <w:adjustRightInd/>
        <w:spacing w:before="0" w:line="240" w:lineRule="auto"/>
        <w:ind w:right="-68"/>
        <w:jc w:val="both"/>
        <w:rPr>
          <w:b/>
          <w:bCs/>
          <w:color w:val="000000"/>
          <w:sz w:val="22"/>
          <w:szCs w:val="22"/>
        </w:rPr>
      </w:pPr>
    </w:p>
    <w:p w:rsidR="00BB56AE" w:rsidRPr="00E91665" w:rsidRDefault="00BB56AE" w:rsidP="00A6090D">
      <w:pPr>
        <w:widowControl/>
        <w:suppressAutoHyphens/>
        <w:autoSpaceDE/>
        <w:autoSpaceDN/>
        <w:adjustRightInd/>
        <w:spacing w:before="0" w:line="240" w:lineRule="auto"/>
        <w:ind w:right="-68"/>
        <w:jc w:val="both"/>
        <w:rPr>
          <w:b/>
          <w:bCs/>
          <w:color w:val="000000"/>
          <w:sz w:val="22"/>
          <w:szCs w:val="22"/>
        </w:rPr>
      </w:pPr>
    </w:p>
    <w:p w:rsidR="00BB56AE" w:rsidRDefault="00BB56AE" w:rsidP="00A6090D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0" w:line="240" w:lineRule="auto"/>
        <w:ind w:left="357" w:right="-68"/>
        <w:jc w:val="both"/>
        <w:rPr>
          <w:b/>
          <w:bCs/>
          <w:color w:val="000000"/>
          <w:sz w:val="22"/>
          <w:szCs w:val="22"/>
        </w:rPr>
      </w:pPr>
      <w:r w:rsidRPr="00A559E2">
        <w:rPr>
          <w:b/>
          <w:bCs/>
          <w:caps/>
          <w:color w:val="000000"/>
          <w:sz w:val="22"/>
          <w:szCs w:val="22"/>
        </w:rPr>
        <w:t>il libro e’ stato prodotto da</w:t>
      </w:r>
      <w:r w:rsidRPr="00A559E2">
        <w:rPr>
          <w:b/>
          <w:bCs/>
          <w:color w:val="000000"/>
          <w:sz w:val="22"/>
          <w:szCs w:val="22"/>
        </w:rPr>
        <w:t>:</w:t>
      </w:r>
    </w:p>
    <w:p w:rsidR="00BB56AE" w:rsidRPr="00A559E2" w:rsidRDefault="00BB56AE" w:rsidP="00A6090D">
      <w:pPr>
        <w:widowControl/>
        <w:suppressAutoHyphens/>
        <w:autoSpaceDE/>
        <w:autoSpaceDN/>
        <w:adjustRightInd/>
        <w:spacing w:before="0" w:line="240" w:lineRule="auto"/>
        <w:ind w:left="-3" w:right="-68"/>
        <w:jc w:val="both"/>
        <w:rPr>
          <w:b/>
          <w:bCs/>
          <w:color w:val="000000"/>
          <w:sz w:val="22"/>
          <w:szCs w:val="22"/>
        </w:rPr>
      </w:pPr>
    </w:p>
    <w:p w:rsidR="00BB56AE" w:rsidRPr="00A559E2" w:rsidRDefault="00BB56AE" w:rsidP="00A6090D">
      <w:pPr>
        <w:pStyle w:val="Paragrafoelenco1"/>
        <w:numPr>
          <w:ilvl w:val="1"/>
          <w:numId w:val="1"/>
        </w:numPr>
        <w:spacing w:line="360" w:lineRule="auto"/>
        <w:ind w:right="0"/>
        <w:jc w:val="both"/>
        <w:rPr>
          <w:rFonts w:ascii="Arial" w:hAnsi="Arial" w:cs="Arial"/>
          <w:color w:val="000000"/>
        </w:rPr>
      </w:pPr>
      <w:r w:rsidRPr="00A559E2">
        <w:rPr>
          <w:rFonts w:ascii="Arial" w:hAnsi="Arial" w:cs="Arial"/>
          <w:color w:val="000000"/>
        </w:rPr>
        <w:t>Scuola dell’infanzia</w:t>
      </w:r>
    </w:p>
    <w:p w:rsidR="00BB56AE" w:rsidRPr="00A559E2" w:rsidRDefault="00BB56AE" w:rsidP="00A6090D">
      <w:pPr>
        <w:pStyle w:val="Paragrafoelenco1"/>
        <w:numPr>
          <w:ilvl w:val="1"/>
          <w:numId w:val="1"/>
        </w:numPr>
        <w:spacing w:line="360" w:lineRule="auto"/>
        <w:ind w:right="0"/>
        <w:jc w:val="both"/>
        <w:rPr>
          <w:rFonts w:ascii="Arial" w:hAnsi="Arial" w:cs="Arial"/>
          <w:color w:val="000000"/>
        </w:rPr>
      </w:pPr>
      <w:r w:rsidRPr="00A559E2">
        <w:rPr>
          <w:rFonts w:ascii="Arial" w:hAnsi="Arial" w:cs="Arial"/>
          <w:color w:val="000000"/>
        </w:rPr>
        <w:t>Scuola primaria</w:t>
      </w:r>
    </w:p>
    <w:p w:rsidR="00BB56AE" w:rsidRDefault="00BB56AE" w:rsidP="00A6090D">
      <w:pPr>
        <w:pStyle w:val="Paragrafoelenco1"/>
        <w:numPr>
          <w:ilvl w:val="1"/>
          <w:numId w:val="1"/>
        </w:numPr>
        <w:spacing w:line="360" w:lineRule="auto"/>
        <w:ind w:right="0"/>
        <w:jc w:val="both"/>
        <w:rPr>
          <w:rFonts w:ascii="Arial" w:hAnsi="Arial" w:cs="Arial"/>
          <w:color w:val="000000"/>
        </w:rPr>
      </w:pPr>
      <w:r w:rsidRPr="00A559E2">
        <w:rPr>
          <w:rFonts w:ascii="Arial" w:hAnsi="Arial" w:cs="Arial"/>
          <w:color w:val="000000"/>
        </w:rPr>
        <w:t>Scuola Secondaria di I Grado</w:t>
      </w:r>
    </w:p>
    <w:p w:rsidR="00BB56AE" w:rsidRPr="000008F0" w:rsidRDefault="00BB56AE" w:rsidP="000008F0">
      <w:pPr>
        <w:pStyle w:val="Paragrafoelenco1"/>
        <w:numPr>
          <w:ilvl w:val="1"/>
          <w:numId w:val="1"/>
        </w:numPr>
        <w:spacing w:line="360" w:lineRule="auto"/>
        <w:ind w:right="0"/>
        <w:jc w:val="both"/>
        <w:rPr>
          <w:rFonts w:ascii="Arial" w:hAnsi="Arial" w:cs="Arial"/>
          <w:color w:val="000000"/>
        </w:rPr>
      </w:pPr>
      <w:r w:rsidRPr="00A559E2">
        <w:rPr>
          <w:rFonts w:ascii="Arial" w:hAnsi="Arial" w:cs="Arial"/>
          <w:color w:val="000000"/>
        </w:rPr>
        <w:t>Scuola Secondaria di I</w:t>
      </w:r>
      <w:r>
        <w:rPr>
          <w:rFonts w:ascii="Arial" w:hAnsi="Arial" w:cs="Arial"/>
          <w:color w:val="000000"/>
        </w:rPr>
        <w:t>I</w:t>
      </w:r>
      <w:r w:rsidRPr="00A559E2">
        <w:rPr>
          <w:rFonts w:ascii="Arial" w:hAnsi="Arial" w:cs="Arial"/>
          <w:color w:val="000000"/>
        </w:rPr>
        <w:t xml:space="preserve"> Grado</w:t>
      </w:r>
    </w:p>
    <w:p w:rsidR="00BB56AE" w:rsidRPr="00A559E2" w:rsidRDefault="00BB56AE" w:rsidP="00A6090D">
      <w:pPr>
        <w:pStyle w:val="Paragrafoelenco1"/>
        <w:ind w:right="0"/>
        <w:jc w:val="both"/>
        <w:rPr>
          <w:rFonts w:ascii="Arial" w:hAnsi="Arial" w:cs="Arial"/>
          <w:color w:val="000000"/>
        </w:rPr>
      </w:pPr>
    </w:p>
    <w:p w:rsidR="00BB56AE" w:rsidRPr="00A559E2" w:rsidRDefault="00BB56AE" w:rsidP="00A6090D">
      <w:pPr>
        <w:pStyle w:val="Paragrafoelenco1"/>
        <w:ind w:right="0"/>
        <w:jc w:val="both"/>
        <w:rPr>
          <w:rFonts w:ascii="Arial" w:hAnsi="Arial" w:cs="Arial"/>
          <w:color w:val="000000"/>
        </w:rPr>
      </w:pPr>
    </w:p>
    <w:p w:rsidR="00BB56AE" w:rsidRPr="00A559E2" w:rsidRDefault="00BB56AE" w:rsidP="00A6090D">
      <w:pPr>
        <w:pStyle w:val="Paragrafoelenco1"/>
        <w:ind w:right="0"/>
        <w:jc w:val="both"/>
        <w:rPr>
          <w:rFonts w:ascii="Arial" w:hAnsi="Arial" w:cs="Arial"/>
          <w:color w:val="000000"/>
        </w:rPr>
      </w:pPr>
    </w:p>
    <w:p w:rsidR="00BB56AE" w:rsidRPr="00A559E2" w:rsidRDefault="00BB56AE" w:rsidP="00A6090D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0" w:line="240" w:lineRule="auto"/>
        <w:ind w:right="-68"/>
        <w:jc w:val="both"/>
        <w:rPr>
          <w:b/>
          <w:bCs/>
          <w:caps/>
          <w:color w:val="000000"/>
          <w:sz w:val="22"/>
          <w:szCs w:val="22"/>
        </w:rPr>
      </w:pPr>
      <w:r w:rsidRPr="00A559E2">
        <w:rPr>
          <w:b/>
          <w:bCs/>
          <w:caps/>
          <w:color w:val="000000"/>
          <w:sz w:val="22"/>
          <w:szCs w:val="22"/>
        </w:rPr>
        <w:t>Descrizione del libro</w:t>
      </w:r>
    </w:p>
    <w:p w:rsidR="00BB56AE" w:rsidRPr="00A559E2" w:rsidRDefault="00BB56AE" w:rsidP="00A6090D">
      <w:pPr>
        <w:pStyle w:val="Paragrafoelenco1"/>
        <w:ind w:right="0"/>
        <w:jc w:val="both"/>
        <w:rPr>
          <w:rFonts w:ascii="Arial" w:hAnsi="Arial" w:cs="Arial"/>
          <w:color w:val="000000"/>
        </w:rPr>
      </w:pPr>
    </w:p>
    <w:p w:rsidR="00BB56AE" w:rsidRPr="00A559E2" w:rsidRDefault="00BB56AE" w:rsidP="00A6090D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BB56AE" w:rsidRPr="00A559E2" w:rsidRDefault="00BB56AE" w:rsidP="00A6090D">
      <w:pPr>
        <w:pStyle w:val="Paragrafoelenco1"/>
        <w:ind w:righ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:rsidR="00BB56AE" w:rsidRDefault="00BB56AE" w:rsidP="00A6090D">
      <w:pPr>
        <w:tabs>
          <w:tab w:val="left" w:pos="3090"/>
        </w:tabs>
        <w:jc w:val="center"/>
        <w:rPr>
          <w:sz w:val="22"/>
          <w:szCs w:val="22"/>
        </w:rPr>
      </w:pPr>
      <w:r>
        <w:rPr>
          <w:noProof/>
        </w:rPr>
        <w:pict>
          <v:oval id="_x0000_s1052" style="position:absolute;left:0;text-align:left;margin-left:130pt;margin-top:7.7pt;width:54pt;height:49.65pt;z-index:251654656"/>
        </w:pict>
      </w:r>
    </w:p>
    <w:p w:rsidR="00BB56AE" w:rsidRPr="00A559E2" w:rsidRDefault="00BB56AE" w:rsidP="00A6090D">
      <w:pPr>
        <w:tabs>
          <w:tab w:val="left" w:pos="3090"/>
        </w:tabs>
        <w:jc w:val="center"/>
        <w:rPr>
          <w:sz w:val="22"/>
          <w:szCs w:val="22"/>
        </w:rPr>
      </w:pPr>
      <w:r w:rsidRPr="00A559E2">
        <w:rPr>
          <w:sz w:val="22"/>
          <w:szCs w:val="22"/>
        </w:rPr>
        <w:t xml:space="preserve">         Timbro                                                 </w:t>
      </w:r>
      <w:r>
        <w:rPr>
          <w:sz w:val="22"/>
          <w:szCs w:val="22"/>
        </w:rPr>
        <w:t xml:space="preserve">                       </w:t>
      </w:r>
      <w:r w:rsidRPr="00A559E2">
        <w:rPr>
          <w:sz w:val="22"/>
          <w:szCs w:val="22"/>
        </w:rPr>
        <w:t>Firma del Dirigente scolastico</w:t>
      </w:r>
    </w:p>
    <w:p w:rsidR="00BB56AE" w:rsidRPr="00A559E2" w:rsidRDefault="00BB56AE" w:rsidP="00A6090D">
      <w:pPr>
        <w:tabs>
          <w:tab w:val="left" w:pos="3090"/>
        </w:tabs>
        <w:jc w:val="right"/>
        <w:rPr>
          <w:sz w:val="22"/>
          <w:szCs w:val="22"/>
        </w:rPr>
      </w:pPr>
    </w:p>
    <w:p w:rsidR="00BB56AE" w:rsidRPr="00A559E2" w:rsidRDefault="00BB56AE" w:rsidP="00A6090D">
      <w:pPr>
        <w:tabs>
          <w:tab w:val="left" w:pos="3090"/>
        </w:tabs>
        <w:jc w:val="center"/>
        <w:rPr>
          <w:sz w:val="22"/>
          <w:szCs w:val="22"/>
        </w:rPr>
      </w:pPr>
      <w:r w:rsidRPr="00A559E2">
        <w:rPr>
          <w:sz w:val="22"/>
          <w:szCs w:val="22"/>
        </w:rPr>
        <w:t xml:space="preserve">                                                                       </w:t>
      </w:r>
      <w:r>
        <w:rPr>
          <w:sz w:val="22"/>
          <w:szCs w:val="22"/>
        </w:rPr>
        <w:t xml:space="preserve">                    </w:t>
      </w:r>
      <w:r w:rsidRPr="00A559E2">
        <w:rPr>
          <w:sz w:val="22"/>
          <w:szCs w:val="22"/>
        </w:rPr>
        <w:t xml:space="preserve"> ________________________</w:t>
      </w:r>
    </w:p>
    <w:p w:rsidR="00BB56AE" w:rsidRPr="00A559E2" w:rsidRDefault="00BB56AE" w:rsidP="00A6090D">
      <w:pPr>
        <w:tabs>
          <w:tab w:val="left" w:pos="3090"/>
        </w:tabs>
        <w:rPr>
          <w:sz w:val="22"/>
          <w:szCs w:val="22"/>
        </w:rPr>
      </w:pPr>
    </w:p>
    <w:p w:rsidR="00BB56AE" w:rsidRPr="00A559E2" w:rsidRDefault="00BB56AE" w:rsidP="00A6090D">
      <w:pPr>
        <w:tabs>
          <w:tab w:val="left" w:pos="3090"/>
        </w:tabs>
        <w:rPr>
          <w:b/>
          <w:bCs/>
          <w:sz w:val="22"/>
          <w:szCs w:val="22"/>
        </w:rPr>
      </w:pPr>
      <w:r w:rsidRPr="00A559E2">
        <w:rPr>
          <w:b/>
          <w:bCs/>
          <w:sz w:val="22"/>
          <w:szCs w:val="22"/>
        </w:rPr>
        <w:t>Spazio riservato alla Commissione</w:t>
      </w:r>
    </w:p>
    <w:p w:rsidR="00BB56AE" w:rsidRDefault="00BB56AE" w:rsidP="00A6090D">
      <w:pPr>
        <w:tabs>
          <w:tab w:val="left" w:pos="3090"/>
        </w:tabs>
        <w:spacing w:line="360" w:lineRule="auto"/>
        <w:jc w:val="center"/>
        <w:rPr>
          <w:rFonts w:ascii="Comic Sans MS" w:hAnsi="Comic Sans MS" w:cs="Comic Sans MS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56AE" w:rsidRDefault="00BB56AE" w:rsidP="00A6090D">
      <w:pPr>
        <w:tabs>
          <w:tab w:val="left" w:pos="3090"/>
        </w:tabs>
        <w:jc w:val="center"/>
        <w:rPr>
          <w:rFonts w:ascii="Comic Sans MS" w:hAnsi="Comic Sans MS" w:cs="Comic Sans MS"/>
        </w:rPr>
      </w:pPr>
    </w:p>
    <w:p w:rsidR="00BB56AE" w:rsidRDefault="00BB56AE" w:rsidP="00A6090D">
      <w:pPr>
        <w:tabs>
          <w:tab w:val="left" w:pos="3090"/>
        </w:tabs>
        <w:jc w:val="center"/>
        <w:rPr>
          <w:rFonts w:ascii="Comic Sans MS" w:hAnsi="Comic Sans MS" w:cs="Comic Sans MS"/>
        </w:rPr>
      </w:pPr>
    </w:p>
    <w:p w:rsidR="00BB56AE" w:rsidRPr="00A84B8C" w:rsidRDefault="00BB56AE" w:rsidP="00A6090D">
      <w:pPr>
        <w:tabs>
          <w:tab w:val="left" w:pos="3090"/>
        </w:tabs>
        <w:jc w:val="center"/>
        <w:rPr>
          <w:rFonts w:ascii="Comic Sans MS" w:hAnsi="Comic Sans MS" w:cs="Comic Sans MS"/>
        </w:rPr>
      </w:pPr>
      <w:r>
        <w:rPr>
          <w:noProof/>
        </w:rPr>
        <w:pict>
          <v:group id="_x0000_s1053" style="position:absolute;left:0;text-align:left;margin-left:9pt;margin-top:-33.2pt;width:513.85pt;height:136.35pt;z-index:251658752" coordorigin="732,3857" coordsize="10277,2727">
            <v:shape id="rg_hi" o:spid="_x0000_s1054" type="#_x0000_t75" alt="http://t2.gstatic.com/images?q=tbn:ANd9GcQVznMn2WC4g3M1Td2r9lwVfbEy5mWl8xlyzaeWjY5aCeqsq3rqOg" style="position:absolute;left:7392;top:4190;width:1110;height:840;visibility:visible">
              <v:imagedata r:id="rId7" o:title=""/>
            </v:shape>
            <v:shape id="_x0000_s1055" type="#_x0000_t75" alt="" style="position:absolute;left:732;top:3980;width:1224;height:1157">
              <v:imagedata r:id="rId8" o:title=""/>
            </v:shape>
            <v:shape id="Immagine 1" o:spid="_x0000_s1056" type="#_x0000_t75" alt="http://www.allarrembaggio.it/download/web_allarrembaggio/doc/a9d68_unicef.jpg" style="position:absolute;left:1956;top:4370;width:1726;height:509;visibility:visible">
              <v:imagedata r:id="rId9" o:title=""/>
            </v:shape>
            <v:shape id="Immagine 10" o:spid="_x0000_s1057" type="#_x0000_t75" alt="http://www.fondazionemoschettini.it/img/presidi_del_libro.png" style="position:absolute;left:8832;top:4190;width:853;height:853;visibility:visible">
              <v:imagedata r:id="rId10" o:title=""/>
            </v:shape>
            <v:shape id="ipf2qUIzoDlHvpNdM:" o:spid="_x0000_s1058" type="#_x0000_t75" alt="http://t0.gstatic.com/images?q=tbn:2qUIzoDlHvpNdM:http://www.ambienteambienti.com/wp-content/uploads/2009/12/regione-puglia-stemma.jpg" style="position:absolute;left:10079;top:4127;width:930;height:990;visibility:visible">
              <v:imagedata r:id="rId11" o:title=""/>
            </v:shape>
            <v:shape id="Immagine 1" o:spid="_x0000_s1059" type="#_x0000_t75" style="position:absolute;left:4679;top:3857;width:2718;height:2727;visibility:visible">
              <v:imagedata r:id="rId12" o:title=""/>
            </v:shape>
            <v:shape id="il_fi" o:spid="_x0000_s1060" type="#_x0000_t75" alt="" style="position:absolute;left:8112;top:5270;width:936;height:927">
              <v:imagedata r:id="rId13" o:title=""/>
            </v:shape>
            <v:shape id="il_fi" o:spid="_x0000_s1061" type="#_x0000_t75" alt="" style="position:absolute;left:3072;top:5270;width:936;height:732">
              <v:imagedata r:id="rId14" o:title=""/>
            </v:shape>
            <v:shape id="il_fi" o:spid="_x0000_s1062" type="#_x0000_t75" alt="" style="position:absolute;left:9372;top:5270;width:1080;height:1005">
              <v:imagedata r:id="rId15" o:title=""/>
            </v:shape>
            <v:shape id="il_fi" o:spid="_x0000_s1063" type="#_x0000_t75" alt="" style="position:absolute;left:1272;top:5450;width:1247;height:636">
              <v:imagedata r:id="rId16" o:title=""/>
            </v:shape>
            <v:shape id="_x0000_s1064" type="#_x0000_t75" alt="http://t2.gstatic.com/images?q=tbn:ANd9GcSuD-2ylxediNQCPhCQXTGHn8hDgFo8eQOFtXw3GCBp_7mJ1ff0" style="position:absolute;left:3939;top:4370;width:1250;height:461;visibility:visible">
              <v:imagedata r:id="rId17" o:title=""/>
            </v:shape>
          </v:group>
        </w:pict>
      </w:r>
    </w:p>
    <w:p w:rsidR="00BB56AE" w:rsidRDefault="00BB56AE" w:rsidP="00A6090D">
      <w:pPr>
        <w:jc w:val="center"/>
      </w:pPr>
    </w:p>
    <w:p w:rsidR="00BB56AE" w:rsidRDefault="00BB56AE" w:rsidP="00A6090D"/>
    <w:p w:rsidR="00BB56AE" w:rsidRDefault="00BB56AE" w:rsidP="00A6090D"/>
    <w:p w:rsidR="00BB56AE" w:rsidRDefault="00BB56AE" w:rsidP="00A6090D">
      <w:pPr>
        <w:jc w:val="center"/>
        <w:rPr>
          <w:rFonts w:ascii="Comic Sans MS" w:hAnsi="Comic Sans MS" w:cs="Comic Sans MS"/>
          <w:b/>
          <w:bCs/>
        </w:rPr>
      </w:pPr>
    </w:p>
    <w:p w:rsidR="00BB56AE" w:rsidRPr="002B2CCB" w:rsidRDefault="00BB56AE" w:rsidP="00A6090D">
      <w:pPr>
        <w:spacing w:line="240" w:lineRule="auto"/>
        <w:jc w:val="center"/>
        <w:rPr>
          <w:rFonts w:ascii="Comic Sans MS" w:hAnsi="Comic Sans MS" w:cs="Comic Sans MS"/>
          <w:b/>
          <w:bCs/>
        </w:rPr>
      </w:pPr>
      <w:r w:rsidRPr="002B2CCB">
        <w:rPr>
          <w:rFonts w:ascii="Comic Sans MS" w:hAnsi="Comic Sans MS" w:cs="Comic Sans MS"/>
          <w:b/>
          <w:bCs/>
        </w:rPr>
        <w:t>IL VELIERO PARLA…N…TE</w:t>
      </w:r>
      <w:r>
        <w:rPr>
          <w:rFonts w:ascii="Comic Sans MS" w:hAnsi="Comic Sans MS" w:cs="Comic Sans MS"/>
          <w:b/>
          <w:bCs/>
        </w:rPr>
        <w:t xml:space="preserve"> - </w:t>
      </w:r>
      <w:r w:rsidRPr="002B2CCB">
        <w:rPr>
          <w:rFonts w:ascii="Comic Sans MS" w:hAnsi="Comic Sans MS" w:cs="Comic Sans MS"/>
          <w:b/>
          <w:bCs/>
        </w:rPr>
        <w:t>MOSTRA DI LIBRI PRODOTTI DALLE SCUOLE</w:t>
      </w:r>
    </w:p>
    <w:p w:rsidR="00BB56AE" w:rsidRDefault="00BB56AE" w:rsidP="00A6090D">
      <w:pPr>
        <w:spacing w:line="240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a.s. 2012-2013 - </w:t>
      </w:r>
      <w:r w:rsidRPr="001733A4">
        <w:rPr>
          <w:b/>
          <w:bCs/>
          <w:sz w:val="22"/>
          <w:szCs w:val="22"/>
        </w:rPr>
        <w:t>SCHEDA LIBRO</w:t>
      </w:r>
      <w:r>
        <w:rPr>
          <w:b/>
          <w:bCs/>
          <w:sz w:val="22"/>
          <w:szCs w:val="22"/>
        </w:rPr>
        <w:t xml:space="preserve"> (allegato 2)</w:t>
      </w:r>
    </w:p>
    <w:p w:rsidR="00BB56AE" w:rsidRDefault="00BB56AE" w:rsidP="00A6090D">
      <w:pPr>
        <w:spacing w:line="240" w:lineRule="auto"/>
        <w:jc w:val="center"/>
        <w:rPr>
          <w:sz w:val="16"/>
          <w:szCs w:val="16"/>
        </w:rPr>
      </w:pPr>
      <w:r w:rsidRPr="003E6660">
        <w:rPr>
          <w:sz w:val="16"/>
          <w:szCs w:val="16"/>
        </w:rPr>
        <w:t>La</w:t>
      </w:r>
      <w:r>
        <w:rPr>
          <w:sz w:val="16"/>
          <w:szCs w:val="16"/>
        </w:rPr>
        <w:t xml:space="preserve"> presente</w:t>
      </w:r>
      <w:r w:rsidRPr="003E6660">
        <w:rPr>
          <w:sz w:val="16"/>
          <w:szCs w:val="16"/>
        </w:rPr>
        <w:t xml:space="preserve"> scheda libro deve accompagnare </w:t>
      </w:r>
      <w:r>
        <w:rPr>
          <w:sz w:val="16"/>
          <w:szCs w:val="16"/>
        </w:rPr>
        <w:t xml:space="preserve">ogni </w:t>
      </w:r>
      <w:r w:rsidRPr="003E6660">
        <w:rPr>
          <w:sz w:val="16"/>
          <w:szCs w:val="16"/>
        </w:rPr>
        <w:t xml:space="preserve">elaborato </w:t>
      </w:r>
      <w:r>
        <w:rPr>
          <w:sz w:val="16"/>
          <w:szCs w:val="16"/>
        </w:rPr>
        <w:t>da far</w:t>
      </w:r>
      <w:r w:rsidRPr="003E6660">
        <w:rPr>
          <w:sz w:val="16"/>
          <w:szCs w:val="16"/>
        </w:rPr>
        <w:t xml:space="preserve"> pervenire entro il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prile</w:t>
      </w:r>
      <w:r w:rsidRPr="00802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42CE">
        <w:rPr>
          <w:rFonts w:ascii="Times New Roman" w:hAnsi="Times New Roman" w:cs="Times New Roman"/>
          <w:b/>
          <w:bCs/>
          <w:sz w:val="24"/>
          <w:szCs w:val="24"/>
        </w:rPr>
        <w:t>2013</w:t>
      </w:r>
    </w:p>
    <w:p w:rsidR="00BB56AE" w:rsidRPr="003E6660" w:rsidRDefault="00BB56AE" w:rsidP="00A6090D">
      <w:pPr>
        <w:spacing w:line="240" w:lineRule="auto"/>
        <w:jc w:val="center"/>
        <w:rPr>
          <w:sz w:val="6"/>
          <w:szCs w:val="6"/>
        </w:rPr>
      </w:pPr>
    </w:p>
    <w:tbl>
      <w:tblPr>
        <w:tblW w:w="0" w:type="auto"/>
        <w:jc w:val="center"/>
        <w:tblBorders>
          <w:top w:val="single" w:sz="4" w:space="0" w:color="984806"/>
          <w:left w:val="single" w:sz="4" w:space="0" w:color="984806"/>
          <w:bottom w:val="single" w:sz="4" w:space="0" w:color="984806"/>
          <w:right w:val="single" w:sz="4" w:space="0" w:color="984806"/>
          <w:insideH w:val="single" w:sz="4" w:space="0" w:color="984806"/>
          <w:insideV w:val="single" w:sz="4" w:space="0" w:color="984806"/>
        </w:tblBorders>
        <w:tblLook w:val="00A0"/>
      </w:tblPr>
      <w:tblGrid>
        <w:gridCol w:w="3271"/>
        <w:gridCol w:w="6537"/>
      </w:tblGrid>
      <w:tr w:rsidR="00BB56AE" w:rsidRPr="00B23F0B" w:rsidTr="00A42A79">
        <w:trPr>
          <w:trHeight w:val="567"/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Denominazione </w:t>
            </w:r>
            <w:r w:rsidRPr="001733A4">
              <w:rPr>
                <w:rFonts w:ascii="Arial" w:hAnsi="Arial" w:cs="Arial"/>
                <w:b/>
                <w:bCs/>
                <w:sz w:val="22"/>
                <w:szCs w:val="22"/>
              </w:rPr>
              <w:t>Istituzione Scolastica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368"/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meccanografico e indirizzo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368"/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3A4">
              <w:rPr>
                <w:rFonts w:ascii="Arial" w:hAnsi="Arial" w:cs="Arial"/>
                <w:b/>
                <w:bCs/>
                <w:sz w:val="22"/>
                <w:szCs w:val="22"/>
              </w:rPr>
              <w:t>Titolo libro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415"/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3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Sottotitolo 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407"/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ind w:left="0"/>
              <w:rPr>
                <w:b/>
                <w:bCs/>
                <w:sz w:val="22"/>
                <w:szCs w:val="22"/>
              </w:rPr>
            </w:pPr>
            <w:r w:rsidRPr="001733A4">
              <w:rPr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jc w:val="center"/>
        </w:trPr>
        <w:tc>
          <w:tcPr>
            <w:tcW w:w="3271" w:type="dxa"/>
            <w:vAlign w:val="center"/>
          </w:tcPr>
          <w:p w:rsidR="00BB56AE" w:rsidRDefault="00BB56AE" w:rsidP="00A42A79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B56AE" w:rsidRPr="001733A4" w:rsidRDefault="00BB56AE" w:rsidP="00A42A79">
            <w:pPr>
              <w:pStyle w:val="Contenutotabella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3A4">
              <w:rPr>
                <w:rFonts w:ascii="Arial" w:hAnsi="Arial" w:cs="Arial"/>
                <w:b/>
                <w:bCs/>
                <w:sz w:val="22"/>
                <w:szCs w:val="22"/>
              </w:rPr>
              <w:t>Sezioni/Classi Coinvolte</w:t>
            </w:r>
          </w:p>
          <w:p w:rsidR="00BB56AE" w:rsidRPr="00C71891" w:rsidRDefault="00BB56AE" w:rsidP="00A42A79">
            <w:pPr>
              <w:pStyle w:val="Contenutotabella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7189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(Separati da virgola, es. Sezione 5 anni, III A, ecc..) 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jc w:val="center"/>
        </w:trPr>
        <w:tc>
          <w:tcPr>
            <w:tcW w:w="3271" w:type="dxa"/>
            <w:vAlign w:val="center"/>
          </w:tcPr>
          <w:p w:rsidR="00BB56AE" w:rsidRPr="001733A4" w:rsidRDefault="00BB56AE" w:rsidP="00A42A79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33A4">
              <w:rPr>
                <w:rFonts w:ascii="Arial" w:hAnsi="Arial" w:cs="Arial"/>
                <w:b/>
                <w:bCs/>
                <w:sz w:val="22"/>
                <w:szCs w:val="22"/>
              </w:rPr>
              <w:t>Insegnanti</w:t>
            </w:r>
          </w:p>
          <w:p w:rsidR="00BB56AE" w:rsidRPr="00C71891" w:rsidRDefault="00BB56AE" w:rsidP="00A42A79">
            <w:pPr>
              <w:pStyle w:val="Contenutotabella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7189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(Nome Cognome –Ambito disciplinare/Materia di insegnamento, es. Mario Rossi (Italiano), ecc..) 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jc w:val="center"/>
        </w:trPr>
        <w:tc>
          <w:tcPr>
            <w:tcW w:w="3271" w:type="dxa"/>
            <w:vAlign w:val="center"/>
          </w:tcPr>
          <w:p w:rsidR="00BB56AE" w:rsidRPr="000C4ED9" w:rsidRDefault="00BB56AE" w:rsidP="00A42A79">
            <w:pPr>
              <w:pStyle w:val="Contenutotabella"/>
              <w:snapToGrid w:val="0"/>
              <w:rPr>
                <w:rFonts w:cs="Arial"/>
                <w:b/>
                <w:bCs/>
              </w:rPr>
            </w:pPr>
            <w:r w:rsidRPr="00C71891">
              <w:rPr>
                <w:rFonts w:ascii="Arial" w:hAnsi="Arial" w:cs="Arial"/>
                <w:b/>
                <w:bCs/>
                <w:sz w:val="22"/>
                <w:szCs w:val="22"/>
              </w:rPr>
              <w:t>Altri soggetti che hanno collaborato</w:t>
            </w:r>
            <w:r w:rsidRPr="000C4ED9">
              <w:rPr>
                <w:b/>
                <w:bCs/>
              </w:rPr>
              <w:t xml:space="preserve"> </w:t>
            </w:r>
            <w:r w:rsidRPr="00C37BE9">
              <w:rPr>
                <w:rFonts w:ascii="Arial" w:hAnsi="Arial" w:cs="Arial"/>
                <w:b/>
                <w:bCs/>
                <w:sz w:val="22"/>
                <w:szCs w:val="22"/>
              </w:rPr>
              <w:t>alla realizzazione</w:t>
            </w:r>
            <w:r w:rsidRPr="000C4ED9">
              <w:rPr>
                <w:rFonts w:cs="Arial"/>
                <w:b/>
                <w:bCs/>
              </w:rPr>
              <w:br/>
            </w:r>
            <w:r w:rsidRPr="00C71891">
              <w:rPr>
                <w:rFonts w:ascii="Arial" w:hAnsi="Arial" w:cs="Arial"/>
                <w:i/>
                <w:iCs/>
                <w:sz w:val="16"/>
                <w:szCs w:val="16"/>
              </w:rPr>
              <w:t>(Enti, Associazioni, genitori, ecc.)</w:t>
            </w:r>
            <w:r w:rsidRPr="000C4ED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jc w:val="center"/>
        </w:trPr>
        <w:tc>
          <w:tcPr>
            <w:tcW w:w="3271" w:type="dxa"/>
            <w:vAlign w:val="center"/>
          </w:tcPr>
          <w:p w:rsidR="00BB56AE" w:rsidRPr="00C37BE9" w:rsidRDefault="00BB56AE" w:rsidP="00A42A79">
            <w:pPr>
              <w:ind w:left="0"/>
              <w:rPr>
                <w:b/>
                <w:bCs/>
                <w:sz w:val="22"/>
                <w:szCs w:val="22"/>
              </w:rPr>
            </w:pPr>
            <w:r w:rsidRPr="00C37BE9">
              <w:rPr>
                <w:b/>
                <w:bCs/>
                <w:sz w:val="22"/>
                <w:szCs w:val="22"/>
              </w:rPr>
              <w:t>Finalità e Motivazioni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1603"/>
          <w:jc w:val="center"/>
        </w:trPr>
        <w:tc>
          <w:tcPr>
            <w:tcW w:w="3271" w:type="dxa"/>
          </w:tcPr>
          <w:p w:rsidR="00BB56AE" w:rsidRDefault="00BB56AE" w:rsidP="00A42A79">
            <w:pPr>
              <w:pStyle w:val="Contenutotabella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B56AE" w:rsidRPr="00E91665" w:rsidRDefault="00BB56AE" w:rsidP="00A42A79">
            <w:pPr>
              <w:pStyle w:val="Contenutotabella"/>
              <w:snapToGrid w:val="0"/>
              <w:rPr>
                <w:rFonts w:cs="Arial"/>
                <w:i/>
                <w:iCs/>
                <w:sz w:val="20"/>
                <w:szCs w:val="20"/>
              </w:rPr>
            </w:pPr>
            <w:r w:rsidRPr="00C71891">
              <w:rPr>
                <w:rFonts w:ascii="Arial" w:hAnsi="Arial" w:cs="Arial"/>
                <w:b/>
                <w:bCs/>
                <w:sz w:val="22"/>
                <w:szCs w:val="22"/>
              </w:rPr>
              <w:t>Modalità</w:t>
            </w:r>
            <w:r w:rsidRPr="00C7189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49D6">
              <w:rPr>
                <w:i/>
                <w:iCs/>
                <w:sz w:val="20"/>
                <w:szCs w:val="20"/>
              </w:rPr>
              <w:t>(Descrizione esperienza, fasi di realizzazione)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537" w:type="dxa"/>
            <w:vAlign w:val="center"/>
          </w:tcPr>
          <w:p w:rsidR="00BB56AE" w:rsidRPr="00AF4DBD" w:rsidRDefault="00BB56AE" w:rsidP="00A42A79">
            <w:pPr>
              <w:ind w:left="0"/>
            </w:pPr>
          </w:p>
        </w:tc>
      </w:tr>
      <w:tr w:rsidR="00BB56AE" w:rsidRPr="00B23F0B" w:rsidTr="00A42A79">
        <w:trPr>
          <w:trHeight w:val="559"/>
          <w:jc w:val="center"/>
        </w:trPr>
        <w:tc>
          <w:tcPr>
            <w:tcW w:w="3271" w:type="dxa"/>
            <w:vAlign w:val="center"/>
          </w:tcPr>
          <w:p w:rsidR="00BB56AE" w:rsidRPr="00C71891" w:rsidRDefault="00BB56AE" w:rsidP="00A42A79">
            <w:pPr>
              <w:ind w:left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Contenuto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rPr>
                <w:b/>
                <w:bCs/>
              </w:rPr>
            </w:pPr>
          </w:p>
        </w:tc>
      </w:tr>
      <w:tr w:rsidR="00BB56AE" w:rsidRPr="00B23F0B" w:rsidTr="00A42A79">
        <w:trPr>
          <w:trHeight w:val="1047"/>
          <w:jc w:val="center"/>
        </w:trPr>
        <w:tc>
          <w:tcPr>
            <w:tcW w:w="3271" w:type="dxa"/>
          </w:tcPr>
          <w:p w:rsidR="00BB56AE" w:rsidRPr="00C71891" w:rsidRDefault="00BB56AE" w:rsidP="00A42A79">
            <w:pPr>
              <w:ind w:left="0"/>
              <w:rPr>
                <w:b/>
                <w:bCs/>
                <w:sz w:val="22"/>
                <w:szCs w:val="22"/>
              </w:rPr>
            </w:pPr>
            <w:r w:rsidRPr="00C71891">
              <w:rPr>
                <w:b/>
                <w:bCs/>
                <w:sz w:val="22"/>
                <w:szCs w:val="22"/>
              </w:rPr>
              <w:t>Descrizione Libro</w:t>
            </w:r>
          </w:p>
          <w:p w:rsidR="00BB56AE" w:rsidRPr="00C71891" w:rsidRDefault="00BB56AE" w:rsidP="00A42A79">
            <w:pPr>
              <w:ind w:left="0"/>
              <w:rPr>
                <w:i/>
                <w:iCs/>
                <w:sz w:val="16"/>
                <w:szCs w:val="16"/>
              </w:rPr>
            </w:pPr>
            <w:r w:rsidRPr="00C71891">
              <w:rPr>
                <w:i/>
                <w:iCs/>
                <w:sz w:val="16"/>
                <w:szCs w:val="16"/>
              </w:rPr>
              <w:t>(Formato, n° di pagine,…)</w:t>
            </w:r>
          </w:p>
        </w:tc>
        <w:tc>
          <w:tcPr>
            <w:tcW w:w="6537" w:type="dxa"/>
            <w:vAlign w:val="center"/>
          </w:tcPr>
          <w:p w:rsidR="00BB56AE" w:rsidRPr="00B23F0B" w:rsidRDefault="00BB56AE" w:rsidP="00A42A79">
            <w:pPr>
              <w:ind w:left="0"/>
              <w:rPr>
                <w:b/>
                <w:bCs/>
              </w:rPr>
            </w:pPr>
          </w:p>
        </w:tc>
      </w:tr>
    </w:tbl>
    <w:p w:rsidR="00BB56AE" w:rsidRDefault="00BB56AE" w:rsidP="00A6090D">
      <w:pPr>
        <w:tabs>
          <w:tab w:val="left" w:pos="309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</w:p>
    <w:p w:rsidR="00BB56AE" w:rsidRPr="00A559E2" w:rsidRDefault="00BB56AE" w:rsidP="00A6090D">
      <w:pPr>
        <w:tabs>
          <w:tab w:val="left" w:pos="3090"/>
        </w:tabs>
        <w:jc w:val="center"/>
        <w:rPr>
          <w:sz w:val="22"/>
          <w:szCs w:val="22"/>
        </w:rPr>
      </w:pPr>
      <w:r>
        <w:rPr>
          <w:noProof/>
        </w:rPr>
        <w:pict>
          <v:oval id="_x0000_s1065" style="position:absolute;left:0;text-align:left;margin-left:74.45pt;margin-top:6.95pt;width:48pt;height:44.15pt;z-index:251655680"/>
        </w:pict>
      </w:r>
      <w:r>
        <w:rPr>
          <w:sz w:val="22"/>
          <w:szCs w:val="22"/>
        </w:rPr>
        <w:t xml:space="preserve">                                                                                        </w:t>
      </w:r>
      <w:r w:rsidRPr="00A559E2">
        <w:rPr>
          <w:sz w:val="22"/>
          <w:szCs w:val="22"/>
        </w:rPr>
        <w:t xml:space="preserve">Firma del Dirigente </w:t>
      </w:r>
      <w:r>
        <w:rPr>
          <w:sz w:val="22"/>
          <w:szCs w:val="22"/>
        </w:rPr>
        <w:t>S</w:t>
      </w:r>
      <w:r w:rsidRPr="00A559E2">
        <w:rPr>
          <w:sz w:val="22"/>
          <w:szCs w:val="22"/>
        </w:rPr>
        <w:t>colastico</w:t>
      </w:r>
    </w:p>
    <w:p w:rsidR="00BB56AE" w:rsidRDefault="00BB56AE" w:rsidP="00BD4FB9">
      <w:pPr>
        <w:tabs>
          <w:tab w:val="left" w:pos="2994"/>
        </w:tabs>
        <w:jc w:val="both"/>
      </w:pPr>
      <w:r>
        <w:rPr>
          <w:sz w:val="22"/>
          <w:szCs w:val="22"/>
        </w:rPr>
        <w:t>Timbro</w:t>
      </w:r>
      <w:r w:rsidRPr="00A559E2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                                                                      </w:t>
      </w:r>
      <w:r w:rsidRPr="00A559E2">
        <w:rPr>
          <w:sz w:val="22"/>
          <w:szCs w:val="22"/>
        </w:rPr>
        <w:t xml:space="preserve"> ________________________</w:t>
      </w:r>
    </w:p>
    <w:sectPr w:rsidR="00BB56AE" w:rsidSect="000F509F">
      <w:type w:val="continuous"/>
      <w:pgSz w:w="11900" w:h="16820"/>
      <w:pgMar w:top="1417" w:right="680" w:bottom="360" w:left="66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6AE" w:rsidRDefault="00BB56AE" w:rsidP="00A6090D">
      <w:pPr>
        <w:spacing w:before="0" w:line="240" w:lineRule="auto"/>
      </w:pPr>
      <w:r>
        <w:separator/>
      </w:r>
    </w:p>
  </w:endnote>
  <w:endnote w:type="continuationSeparator" w:id="1">
    <w:p w:rsidR="00BB56AE" w:rsidRDefault="00BB56AE" w:rsidP="00A6090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AE" w:rsidRDefault="00BB56AE" w:rsidP="00A36075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BB56AE" w:rsidRDefault="00BB56AE" w:rsidP="00BD4F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AE" w:rsidRDefault="00BB56AE" w:rsidP="00A36075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BB56AE" w:rsidRDefault="00BB56AE" w:rsidP="00BD4F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6AE" w:rsidRDefault="00BB56AE" w:rsidP="00A6090D">
      <w:pPr>
        <w:spacing w:before="0" w:line="240" w:lineRule="auto"/>
      </w:pPr>
      <w:r>
        <w:separator/>
      </w:r>
    </w:p>
  </w:footnote>
  <w:footnote w:type="continuationSeparator" w:id="1">
    <w:p w:rsidR="00BB56AE" w:rsidRDefault="00BB56AE" w:rsidP="00A6090D">
      <w:pPr>
        <w:spacing w:before="0" w:line="240" w:lineRule="auto"/>
      </w:pPr>
      <w:r>
        <w:continuationSeparator/>
      </w:r>
    </w:p>
  </w:footnote>
  <w:footnote w:id="2">
    <w:p w:rsidR="00BB56AE" w:rsidRDefault="00BB56AE" w:rsidP="000F7E30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AE" w:rsidRDefault="00BB56AE">
    <w:pPr>
      <w:pStyle w:val="Header"/>
    </w:pPr>
    <w:r w:rsidRPr="004A1F85">
      <w:rPr>
        <w:rFonts w:ascii="Times New Roman" w:hAnsi="Times New Roman" w:cs="Times New Roman"/>
        <w:color w:val="0070C0"/>
      </w:rPr>
      <w:t xml:space="preserve">Veliero Parla... n... </w:t>
    </w:r>
    <w:r>
      <w:rPr>
        <w:rFonts w:ascii="Times New Roman" w:hAnsi="Times New Roman" w:cs="Times New Roman"/>
        <w:color w:val="0070C0"/>
      </w:rPr>
      <w:t>te</w:t>
    </w:r>
    <w:r w:rsidRPr="004A1F85">
      <w:rPr>
        <w:rFonts w:ascii="Times New Roman" w:hAnsi="Times New Roman" w:cs="Times New Roman"/>
        <w:color w:val="0070C0"/>
      </w:rPr>
      <w:t xml:space="preserve"> 2012</w:t>
    </w:r>
  </w:p>
  <w:p w:rsidR="00BB56AE" w:rsidRDefault="00BB56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1291C9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713464E"/>
    <w:multiLevelType w:val="hybridMultilevel"/>
    <w:tmpl w:val="9E5A4AF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90D"/>
    <w:rsid w:val="000008F0"/>
    <w:rsid w:val="000B00CB"/>
    <w:rsid w:val="000C4ED9"/>
    <w:rsid w:val="000F509F"/>
    <w:rsid w:val="000F7E30"/>
    <w:rsid w:val="00110768"/>
    <w:rsid w:val="00134187"/>
    <w:rsid w:val="001733A4"/>
    <w:rsid w:val="001E5CED"/>
    <w:rsid w:val="0027636C"/>
    <w:rsid w:val="002B2CCB"/>
    <w:rsid w:val="002B3AD5"/>
    <w:rsid w:val="003E6660"/>
    <w:rsid w:val="00475E6B"/>
    <w:rsid w:val="004A1F85"/>
    <w:rsid w:val="005A0B0A"/>
    <w:rsid w:val="005A71FC"/>
    <w:rsid w:val="006347AA"/>
    <w:rsid w:val="006404E0"/>
    <w:rsid w:val="006442CE"/>
    <w:rsid w:val="007E63C7"/>
    <w:rsid w:val="007E75D0"/>
    <w:rsid w:val="0080243D"/>
    <w:rsid w:val="009152A1"/>
    <w:rsid w:val="00A36075"/>
    <w:rsid w:val="00A42A79"/>
    <w:rsid w:val="00A559E2"/>
    <w:rsid w:val="00A6090D"/>
    <w:rsid w:val="00A84B8C"/>
    <w:rsid w:val="00AE3E8C"/>
    <w:rsid w:val="00AF4DBD"/>
    <w:rsid w:val="00B23F0B"/>
    <w:rsid w:val="00BB56AE"/>
    <w:rsid w:val="00BC445B"/>
    <w:rsid w:val="00BC49D6"/>
    <w:rsid w:val="00BD4FB9"/>
    <w:rsid w:val="00C37BE9"/>
    <w:rsid w:val="00C71891"/>
    <w:rsid w:val="00D53E51"/>
    <w:rsid w:val="00E45EEB"/>
    <w:rsid w:val="00E91665"/>
    <w:rsid w:val="00F050AE"/>
    <w:rsid w:val="00F52685"/>
    <w:rsid w:val="00FB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90D"/>
    <w:pPr>
      <w:widowControl w:val="0"/>
      <w:autoSpaceDE w:val="0"/>
      <w:autoSpaceDN w:val="0"/>
      <w:adjustRightInd w:val="0"/>
      <w:spacing w:before="140" w:line="340" w:lineRule="auto"/>
      <w:ind w:left="36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A6090D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sz w:val="40"/>
      <w:szCs w:val="40"/>
    </w:rPr>
  </w:style>
  <w:style w:type="paragraph" w:customStyle="1" w:styleId="Paragrafoelenco1">
    <w:name w:val="Paragrafo elenco1"/>
    <w:basedOn w:val="Normal"/>
    <w:uiPriority w:val="99"/>
    <w:rsid w:val="00A6090D"/>
    <w:pPr>
      <w:widowControl/>
      <w:suppressAutoHyphens/>
      <w:autoSpaceDE/>
      <w:autoSpaceDN/>
      <w:adjustRightInd/>
      <w:spacing w:before="0" w:line="240" w:lineRule="auto"/>
      <w:ind w:left="720" w:right="-68"/>
      <w:jc w:val="right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tenutotabella">
    <w:name w:val="Contenuto tabella"/>
    <w:basedOn w:val="Normal"/>
    <w:uiPriority w:val="99"/>
    <w:rsid w:val="00A6090D"/>
    <w:pPr>
      <w:suppressLineNumbers/>
      <w:suppressAutoHyphens/>
      <w:autoSpaceDE/>
      <w:autoSpaceDN/>
      <w:adjustRightInd/>
      <w:spacing w:before="0" w:line="240" w:lineRule="auto"/>
      <w:ind w:left="0"/>
    </w:pPr>
    <w:rPr>
      <w:rFonts w:ascii="Times New Roman" w:eastAsia="Arial Unicode MS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6090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6090D"/>
    <w:rPr>
      <w:rFonts w:ascii="Arial" w:hAnsi="Arial" w:cs="Arial"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A609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090D"/>
    <w:rPr>
      <w:rFonts w:ascii="Arial" w:hAnsi="Arial" w:cs="Arial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A6090D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BD4FB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D4F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5</Pages>
  <Words>833</Words>
  <Characters>4754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M.I.U.R.</cp:lastModifiedBy>
  <cp:revision>7</cp:revision>
  <dcterms:created xsi:type="dcterms:W3CDTF">2012-10-10T14:49:00Z</dcterms:created>
  <dcterms:modified xsi:type="dcterms:W3CDTF">2012-12-07T11:05:00Z</dcterms:modified>
</cp:coreProperties>
</file>