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88" w:rsidRDefault="00EF4E88" w:rsidP="009E3BF5">
      <w:pPr>
        <w:pStyle w:val="BlockText"/>
        <w:tabs>
          <w:tab w:val="left" w:pos="142"/>
          <w:tab w:val="left" w:pos="1200"/>
        </w:tabs>
        <w:ind w:left="0" w:right="-1"/>
        <w:jc w:val="center"/>
        <w:rPr>
          <w:rFonts w:ascii="Tahoma" w:hAnsi="Tahoma" w:cs="Tahoma"/>
          <w:bCs/>
          <w:sz w:val="48"/>
          <w:szCs w:val="48"/>
          <w:lang w:val="fr-FR"/>
        </w:rPr>
      </w:pPr>
      <w:r w:rsidRPr="00341C31">
        <w:rPr>
          <w:rFonts w:ascii="Tahoma" w:hAnsi="Tahoma" w:cs="Tahoma"/>
          <w:bCs/>
          <w:sz w:val="48"/>
          <w:szCs w:val="48"/>
          <w:lang w:val="fr-FR"/>
        </w:rPr>
        <w:t>Scheda di Partecipazione -   " Educational "</w:t>
      </w:r>
    </w:p>
    <w:p w:rsidR="00EF4E88" w:rsidRDefault="00EF4E88" w:rsidP="009E3BF5">
      <w:pPr>
        <w:pStyle w:val="BlockText"/>
        <w:tabs>
          <w:tab w:val="left" w:pos="142"/>
          <w:tab w:val="left" w:pos="1200"/>
        </w:tabs>
        <w:ind w:left="0" w:right="-1"/>
        <w:jc w:val="center"/>
        <w:rPr>
          <w:rFonts w:ascii="Tahoma" w:hAnsi="Tahoma" w:cs="Tahoma"/>
          <w:bCs/>
          <w:sz w:val="48"/>
          <w:szCs w:val="48"/>
          <w:lang w:val="fr-FR"/>
        </w:rPr>
      </w:pPr>
      <w:r w:rsidRPr="00341C31">
        <w:rPr>
          <w:rFonts w:ascii="Tahoma" w:hAnsi="Tahoma" w:cs="Tahoma"/>
          <w:bCs/>
          <w:sz w:val="48"/>
          <w:szCs w:val="48"/>
          <w:lang w:val="fr-FR"/>
        </w:rPr>
        <w:t> </w:t>
      </w:r>
    </w:p>
    <w:p w:rsidR="00EF4E88" w:rsidRPr="00341C31" w:rsidRDefault="00EF4E88" w:rsidP="00A902C1">
      <w:pPr>
        <w:pStyle w:val="Title"/>
        <w:spacing w:line="276" w:lineRule="auto"/>
        <w:rPr>
          <w:rFonts w:ascii="Tahoma" w:hAnsi="Tahoma" w:cs="Tahoma"/>
          <w:bCs/>
          <w:sz w:val="48"/>
          <w:szCs w:val="48"/>
          <w:lang w:val="fr-FR"/>
        </w:rPr>
      </w:pPr>
      <w:r w:rsidRPr="007E623B">
        <w:rPr>
          <w:rFonts w:ascii="Tahoma" w:hAnsi="Tahoma" w:cs="Tahoma"/>
          <w:iCs/>
          <w:sz w:val="40"/>
          <w:szCs w:val="40"/>
        </w:rPr>
        <w:t>Sport Invernali</w:t>
      </w:r>
      <w:r w:rsidRPr="00341C31">
        <w:rPr>
          <w:rFonts w:ascii="Tahoma" w:hAnsi="Tahoma" w:cs="Tahoma"/>
          <w:bCs/>
          <w:sz w:val="48"/>
          <w:szCs w:val="48"/>
          <w:lang w:val="fr-FR"/>
        </w:rPr>
        <w:t xml:space="preserve"> </w:t>
      </w:r>
    </w:p>
    <w:p w:rsidR="00EF4E88" w:rsidRPr="0040008C" w:rsidRDefault="00EF4E88" w:rsidP="009E3BF5">
      <w:pPr>
        <w:pStyle w:val="BlockText"/>
        <w:tabs>
          <w:tab w:val="left" w:pos="142"/>
        </w:tabs>
        <w:ind w:left="0" w:right="-1"/>
        <w:rPr>
          <w:b/>
          <w:bCs/>
          <w:sz w:val="10"/>
          <w:szCs w:val="10"/>
          <w:lang w:val="fr-FR"/>
        </w:rPr>
      </w:pPr>
    </w:p>
    <w:p w:rsidR="00EF4E88" w:rsidRDefault="00EF4E88" w:rsidP="00A902C1">
      <w:pPr>
        <w:pStyle w:val="Title"/>
        <w:spacing w:line="276" w:lineRule="auto"/>
        <w:rPr>
          <w:b/>
          <w:bCs/>
          <w:lang w:val="fr-FR"/>
        </w:rPr>
      </w:pPr>
      <w:r>
        <w:rPr>
          <w:rFonts w:ascii="Tahoma" w:hAnsi="Tahoma" w:cs="Tahoma"/>
          <w:iCs/>
          <w:sz w:val="36"/>
          <w:szCs w:val="36"/>
        </w:rPr>
        <w:t xml:space="preserve">Campitello Matese (CB), 16/18 Novembre 2012 </w:t>
      </w:r>
    </w:p>
    <w:p w:rsidR="00EF4E88" w:rsidRPr="005A1A08" w:rsidRDefault="00EF4E88" w:rsidP="009E3BF5">
      <w:pPr>
        <w:tabs>
          <w:tab w:val="left" w:pos="11250"/>
        </w:tabs>
        <w:ind w:right="-66"/>
        <w:jc w:val="center"/>
        <w:rPr>
          <w:b/>
          <w:bCs/>
          <w:sz w:val="12"/>
          <w:szCs w:val="12"/>
          <w:lang w:val="fr-FR"/>
        </w:rPr>
      </w:pPr>
    </w:p>
    <w:p w:rsidR="00EF4E88" w:rsidRPr="0040008C" w:rsidRDefault="00EF4E88" w:rsidP="009E3BF5">
      <w:pPr>
        <w:pStyle w:val="Title"/>
        <w:spacing w:line="276" w:lineRule="auto"/>
        <w:rPr>
          <w:rFonts w:ascii="Tahoma" w:hAnsi="Tahoma" w:cs="Tahoma"/>
          <w:iCs/>
          <w:sz w:val="10"/>
          <w:szCs w:val="10"/>
        </w:rPr>
      </w:pPr>
    </w:p>
    <w:p w:rsidR="00EF4E88" w:rsidRDefault="00EF4E88" w:rsidP="009E3BF5">
      <w:pPr>
        <w:pStyle w:val="Title"/>
        <w:spacing w:line="276" w:lineRule="auto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 xml:space="preserve">Progetti ed Eventi “Neve, </w:t>
      </w:r>
      <w:r w:rsidRPr="008A7A03">
        <w:rPr>
          <w:rFonts w:ascii="Tahoma" w:hAnsi="Tahoma" w:cs="Tahoma"/>
          <w:iCs/>
          <w:sz w:val="28"/>
          <w:szCs w:val="28"/>
        </w:rPr>
        <w:t>Natura e Cultura</w:t>
      </w:r>
      <w:r>
        <w:rPr>
          <w:rFonts w:ascii="Tahoma" w:hAnsi="Tahoma" w:cs="Tahoma"/>
          <w:iCs/>
          <w:sz w:val="28"/>
          <w:szCs w:val="28"/>
        </w:rPr>
        <w:t xml:space="preserve"> della Montagna</w:t>
      </w:r>
      <w:r w:rsidRPr="008A7A03">
        <w:rPr>
          <w:rFonts w:ascii="Tahoma" w:hAnsi="Tahoma" w:cs="Tahoma"/>
          <w:iCs/>
          <w:sz w:val="28"/>
          <w:szCs w:val="28"/>
        </w:rPr>
        <w:t>”</w:t>
      </w:r>
    </w:p>
    <w:p w:rsidR="00EF4E88" w:rsidRPr="0040008C" w:rsidRDefault="00EF4E88" w:rsidP="009E3BF5">
      <w:pPr>
        <w:pStyle w:val="Title"/>
        <w:spacing w:line="276" w:lineRule="auto"/>
        <w:rPr>
          <w:rFonts w:ascii="Tahoma" w:hAnsi="Tahoma" w:cs="Tahoma"/>
          <w:iCs/>
          <w:sz w:val="10"/>
          <w:szCs w:val="10"/>
        </w:rPr>
      </w:pPr>
    </w:p>
    <w:p w:rsidR="00EF4E88" w:rsidRDefault="00EF4E88" w:rsidP="009E3BF5">
      <w:pPr>
        <w:pStyle w:val="Title"/>
        <w:spacing w:line="276" w:lineRule="auto"/>
        <w:rPr>
          <w:rFonts w:ascii="Tahoma" w:hAnsi="Tahoma" w:cs="Tahoma"/>
          <w:iCs/>
          <w:sz w:val="28"/>
          <w:szCs w:val="28"/>
        </w:rPr>
      </w:pPr>
      <w:r w:rsidRPr="00BE252A">
        <w:rPr>
          <w:rFonts w:ascii="Tahoma" w:hAnsi="Tahoma" w:cs="Tahoma"/>
          <w:iCs/>
          <w:sz w:val="28"/>
          <w:szCs w:val="28"/>
        </w:rPr>
        <w:t xml:space="preserve">Giochi Sportivi Studenteschi </w:t>
      </w:r>
    </w:p>
    <w:p w:rsidR="00EF4E88" w:rsidRPr="0040008C" w:rsidRDefault="00EF4E88" w:rsidP="009E3BF5">
      <w:pPr>
        <w:pStyle w:val="Title"/>
        <w:spacing w:line="276" w:lineRule="auto"/>
        <w:rPr>
          <w:rFonts w:ascii="Tahoma" w:hAnsi="Tahoma" w:cs="Tahoma"/>
          <w:iCs/>
          <w:sz w:val="20"/>
          <w:szCs w:val="20"/>
        </w:rPr>
      </w:pPr>
    </w:p>
    <w:p w:rsidR="00EF4E88" w:rsidRDefault="00EF4E88" w:rsidP="005A1A08">
      <w:pPr>
        <w:pStyle w:val="Title"/>
        <w:jc w:val="left"/>
        <w:rPr>
          <w:rFonts w:ascii="Tahoma" w:hAnsi="Tahoma" w:cs="Tahoma"/>
          <w:b/>
          <w:iCs/>
          <w:sz w:val="4"/>
          <w:szCs w:val="4"/>
        </w:rPr>
      </w:pPr>
    </w:p>
    <w:p w:rsidR="00EF4E88" w:rsidRDefault="00EF4E88" w:rsidP="009E3BF5">
      <w:pPr>
        <w:pStyle w:val="Title"/>
        <w:rPr>
          <w:rFonts w:ascii="Tahoma" w:hAnsi="Tahoma" w:cs="Tahoma"/>
          <w:b/>
          <w:iCs/>
          <w:sz w:val="4"/>
          <w:szCs w:val="4"/>
        </w:rPr>
      </w:pPr>
    </w:p>
    <w:p w:rsidR="00EF4E88" w:rsidRPr="00643A7B" w:rsidRDefault="00EF4E88" w:rsidP="009E3BF5">
      <w:pPr>
        <w:pStyle w:val="Title"/>
        <w:rPr>
          <w:rFonts w:ascii="Tahoma" w:hAnsi="Tahoma" w:cs="Tahoma"/>
          <w:b/>
          <w:iCs/>
          <w:sz w:val="4"/>
          <w:szCs w:val="4"/>
        </w:rPr>
      </w:pPr>
    </w:p>
    <w:p w:rsidR="00EF4E88" w:rsidRPr="00414FB5" w:rsidRDefault="00EF4E88" w:rsidP="009E3BF5">
      <w:pPr>
        <w:pStyle w:val="Title"/>
        <w:rPr>
          <w:rFonts w:ascii="Tahoma" w:hAnsi="Tahoma" w:cs="Tahoma"/>
          <w:iCs/>
          <w:sz w:val="4"/>
          <w:szCs w:val="4"/>
        </w:rPr>
      </w:pPr>
    </w:p>
    <w:p w:rsidR="00EF4E88" w:rsidRDefault="00EF4E88" w:rsidP="00DD6A59">
      <w:pPr>
        <w:pStyle w:val="Title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Inviare </w:t>
      </w:r>
      <w:smartTag w:uri="urn:schemas-microsoft-com:office:smarttags" w:element="PersonName">
        <w:smartTagPr>
          <w:attr w:name="ProductID" w:val="la Scheda"/>
        </w:smartTagPr>
        <w:r>
          <w:rPr>
            <w:rFonts w:ascii="Tahoma" w:hAnsi="Tahoma" w:cs="Tahoma"/>
            <w:sz w:val="24"/>
            <w:szCs w:val="24"/>
          </w:rPr>
          <w:t>la Scheda</w:t>
        </w:r>
      </w:smartTag>
      <w:r>
        <w:rPr>
          <w:rFonts w:ascii="Tahoma" w:hAnsi="Tahoma" w:cs="Tahoma"/>
          <w:sz w:val="24"/>
          <w:szCs w:val="24"/>
        </w:rPr>
        <w:t xml:space="preserve"> entro le ore 13,00 del 12/11/2012 solo per email: </w:t>
      </w:r>
      <w:hyperlink r:id="rId5" w:history="1">
        <w:r w:rsidRPr="000867C3">
          <w:rPr>
            <w:rStyle w:val="Hyperlink"/>
            <w:rFonts w:ascii="Tahoma" w:hAnsi="Tahoma" w:cs="Tahoma"/>
            <w:sz w:val="24"/>
            <w:szCs w:val="24"/>
          </w:rPr>
          <w:t>marino.pellico.ba@istruzione.it</w:t>
        </w:r>
      </w:hyperlink>
    </w:p>
    <w:p w:rsidR="00EF4E88" w:rsidRPr="00E733E0" w:rsidRDefault="00EF4E88" w:rsidP="00DD6A59">
      <w:pPr>
        <w:pStyle w:val="Title"/>
        <w:rPr>
          <w:rFonts w:ascii="Tahoma" w:hAnsi="Tahoma" w:cs="Tahoma"/>
          <w:sz w:val="14"/>
          <w:szCs w:val="14"/>
        </w:rPr>
      </w:pPr>
    </w:p>
    <w:p w:rsidR="00EF4E88" w:rsidRDefault="00EF4E88" w:rsidP="00DD6A59">
      <w:pPr>
        <w:pStyle w:val="Title"/>
        <w:rPr>
          <w:rFonts w:ascii="Tahoma" w:hAnsi="Tahoma" w:cs="Tahoma"/>
          <w:b/>
          <w:sz w:val="22"/>
          <w:szCs w:val="22"/>
        </w:rPr>
      </w:pPr>
      <w:r w:rsidRPr="001B515F">
        <w:rPr>
          <w:rFonts w:ascii="Tahoma" w:hAnsi="Tahoma" w:cs="Tahoma"/>
          <w:sz w:val="22"/>
          <w:szCs w:val="22"/>
        </w:rPr>
        <w:t xml:space="preserve">L’Educational </w:t>
      </w:r>
      <w:r>
        <w:rPr>
          <w:rFonts w:ascii="Tahoma" w:hAnsi="Tahoma" w:cs="Tahoma"/>
          <w:sz w:val="22"/>
          <w:szCs w:val="22"/>
        </w:rPr>
        <w:t>prevede</w:t>
      </w:r>
      <w:r w:rsidRPr="001B515F">
        <w:rPr>
          <w:rFonts w:ascii="Tahoma" w:hAnsi="Tahoma" w:cs="Tahoma"/>
          <w:sz w:val="22"/>
          <w:szCs w:val="22"/>
        </w:rPr>
        <w:t xml:space="preserve"> n</w:t>
      </w:r>
      <w:r>
        <w:rPr>
          <w:rFonts w:ascii="Tahoma" w:hAnsi="Tahoma" w:cs="Tahoma"/>
          <w:sz w:val="22"/>
          <w:szCs w:val="22"/>
        </w:rPr>
        <w:t>.50 adesioni</w:t>
      </w:r>
      <w:r w:rsidRPr="001B515F">
        <w:rPr>
          <w:rFonts w:ascii="Tahoma" w:hAnsi="Tahoma" w:cs="Tahoma"/>
          <w:sz w:val="22"/>
          <w:szCs w:val="22"/>
        </w:rPr>
        <w:t xml:space="preserve"> ,è quindi possibile che le iscrizioni si chiudano prima della scadenza</w:t>
      </w:r>
      <w:r>
        <w:rPr>
          <w:rFonts w:ascii="Tahoma" w:hAnsi="Tahoma" w:cs="Tahoma"/>
          <w:sz w:val="22"/>
          <w:szCs w:val="22"/>
        </w:rPr>
        <w:t>.</w:t>
      </w:r>
    </w:p>
    <w:p w:rsidR="00EF4E88" w:rsidRDefault="00EF4E88" w:rsidP="00DD6A59">
      <w:pPr>
        <w:pStyle w:val="Title"/>
        <w:rPr>
          <w:rFonts w:ascii="Tahoma" w:hAnsi="Tahoma" w:cs="Tahoma"/>
          <w:sz w:val="22"/>
          <w:szCs w:val="22"/>
        </w:rPr>
      </w:pPr>
      <w:r w:rsidRPr="001B515F">
        <w:rPr>
          <w:rFonts w:ascii="Tahoma" w:hAnsi="Tahoma" w:cs="Tahoma"/>
          <w:sz w:val="22"/>
          <w:szCs w:val="22"/>
        </w:rPr>
        <w:t xml:space="preserve">Successivamente sarà data conferma alla struttura </w:t>
      </w:r>
      <w:r>
        <w:rPr>
          <w:rFonts w:ascii="Tahoma" w:hAnsi="Tahoma" w:cs="Tahoma"/>
          <w:sz w:val="22"/>
          <w:szCs w:val="22"/>
        </w:rPr>
        <w:t>alberghiera</w:t>
      </w:r>
    </w:p>
    <w:p w:rsidR="00EF4E88" w:rsidRPr="001B515F" w:rsidRDefault="00EF4E88" w:rsidP="00DD6A59">
      <w:pPr>
        <w:pStyle w:val="Title"/>
        <w:rPr>
          <w:rFonts w:ascii="Tahoma" w:hAnsi="Tahoma" w:cs="Tahoma"/>
          <w:sz w:val="22"/>
          <w:szCs w:val="22"/>
        </w:rPr>
      </w:pPr>
      <w:r w:rsidRPr="001B515F">
        <w:rPr>
          <w:rFonts w:ascii="Tahoma" w:hAnsi="Tahoma" w:cs="Tahoma"/>
          <w:sz w:val="22"/>
          <w:szCs w:val="22"/>
        </w:rPr>
        <w:t xml:space="preserve">         </w:t>
      </w:r>
    </w:p>
    <w:p w:rsidR="00EF4E88" w:rsidRDefault="00EF4E88" w:rsidP="001B515F">
      <w:pPr>
        <w:pStyle w:val="Title"/>
        <w:spacing w:line="276" w:lineRule="auto"/>
        <w:rPr>
          <w:rFonts w:ascii="Tahoma" w:hAnsi="Tahoma" w:cs="Tahoma"/>
          <w:iCs/>
          <w:sz w:val="4"/>
          <w:szCs w:val="4"/>
        </w:rPr>
      </w:pPr>
      <w:r w:rsidRPr="00341C31">
        <w:rPr>
          <w:rFonts w:ascii="Tahoma" w:hAnsi="Tahoma" w:cs="Tahoma"/>
          <w:iCs/>
          <w:sz w:val="24"/>
          <w:szCs w:val="24"/>
        </w:rPr>
        <w:t>La partecipazione è riservata:</w:t>
      </w:r>
      <w:r>
        <w:rPr>
          <w:rFonts w:ascii="Tahoma" w:hAnsi="Tahoma" w:cs="Tahoma"/>
          <w:iCs/>
          <w:sz w:val="24"/>
          <w:szCs w:val="24"/>
        </w:rPr>
        <w:t xml:space="preserve"> al Dirigente Scolastico o Vicario/Referente</w:t>
      </w:r>
    </w:p>
    <w:p w:rsidR="00EF4E88" w:rsidRPr="00341C31" w:rsidRDefault="00EF4E88" w:rsidP="008E673E">
      <w:pPr>
        <w:pStyle w:val="Title"/>
        <w:spacing w:line="276" w:lineRule="auto"/>
        <w:ind w:left="720"/>
        <w:jc w:val="left"/>
        <w:rPr>
          <w:rFonts w:ascii="Tahoma" w:hAnsi="Tahoma" w:cs="Tahoma"/>
          <w:iCs/>
          <w:sz w:val="4"/>
          <w:szCs w:val="4"/>
        </w:rPr>
      </w:pPr>
    </w:p>
    <w:p w:rsidR="00EF4E88" w:rsidRDefault="00EF4E88" w:rsidP="00341C31">
      <w:pPr>
        <w:pStyle w:val="BlockText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Contrassegnare con una “X” la casella</w:t>
      </w:r>
    </w:p>
    <w:p w:rsidR="00EF4E88" w:rsidRDefault="00EF4E88" w:rsidP="00341C31">
      <w:pPr>
        <w:pStyle w:val="BlockText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</w:p>
    <w:p w:rsidR="00EF4E88" w:rsidRDefault="00EF4E88" w:rsidP="00341C31">
      <w:pPr>
        <w:pStyle w:val="BlockText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</w:p>
    <w:p w:rsidR="00EF4E88" w:rsidRPr="000940F1" w:rsidRDefault="00EF4E88" w:rsidP="00341C31">
      <w:pPr>
        <w:pStyle w:val="BlockText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7.1pt;margin-top:7.65pt;width:15pt;height:20.4pt;z-index:251650560">
            <v:textbox style="mso-next-textbox:#_x0000_s1026">
              <w:txbxContent>
                <w:p w:rsidR="00EF4E88" w:rsidRPr="00437AF2" w:rsidRDefault="00EF4E88" w:rsidP="008E673E">
                  <w:pPr>
                    <w:rPr>
                      <w:b/>
                    </w:rPr>
                  </w:pPr>
                </w:p>
                <w:p w:rsidR="00EF4E88" w:rsidRDefault="00EF4E88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51.3pt;margin-top:7.65pt;width:15pt;height:20.4pt;z-index:251664896">
            <v:textbox style="mso-next-textbox:#_x0000_s1027">
              <w:txbxContent>
                <w:p w:rsidR="00EF4E88" w:rsidRPr="00437AF2" w:rsidRDefault="00EF4E88" w:rsidP="00382DC2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EF4E88" w:rsidRPr="00D21D10" w:rsidRDefault="00EF4E88" w:rsidP="00D21D10">
      <w:pPr>
        <w:pStyle w:val="Title"/>
        <w:spacing w:line="276" w:lineRule="auto"/>
        <w:jc w:val="left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 xml:space="preserve">                                                                         </w:t>
      </w:r>
      <w:r w:rsidRPr="00D21D10">
        <w:rPr>
          <w:rFonts w:ascii="Tahoma" w:hAnsi="Tahoma" w:cs="Tahoma"/>
          <w:iCs/>
          <w:sz w:val="22"/>
          <w:szCs w:val="22"/>
        </w:rPr>
        <w:t>D</w:t>
      </w:r>
      <w:r>
        <w:rPr>
          <w:rFonts w:ascii="Tahoma" w:hAnsi="Tahoma" w:cs="Tahoma"/>
          <w:iCs/>
          <w:sz w:val="22"/>
          <w:szCs w:val="22"/>
        </w:rPr>
        <w:t xml:space="preserve">irigente       </w:t>
      </w:r>
      <w:r>
        <w:rPr>
          <w:rFonts w:ascii="Tahoma" w:hAnsi="Tahoma" w:cs="Tahoma"/>
          <w:iCs/>
          <w:sz w:val="16"/>
          <w:szCs w:val="16"/>
        </w:rPr>
        <w:t xml:space="preserve">                        </w:t>
      </w:r>
      <w:r w:rsidRPr="00D21D10">
        <w:rPr>
          <w:rFonts w:ascii="Tahoma" w:hAnsi="Tahoma" w:cs="Tahoma"/>
          <w:iCs/>
          <w:sz w:val="22"/>
          <w:szCs w:val="22"/>
        </w:rPr>
        <w:t>V</w:t>
      </w:r>
      <w:r>
        <w:rPr>
          <w:rFonts w:ascii="Tahoma" w:hAnsi="Tahoma" w:cs="Tahoma"/>
          <w:iCs/>
          <w:sz w:val="22"/>
          <w:szCs w:val="22"/>
        </w:rPr>
        <w:t>icario/Referente</w:t>
      </w:r>
    </w:p>
    <w:p w:rsidR="00EF4E88" w:rsidRPr="00341C31" w:rsidRDefault="00EF4E88" w:rsidP="00341C31">
      <w:pPr>
        <w:pStyle w:val="Title"/>
        <w:spacing w:line="276" w:lineRule="auto"/>
        <w:rPr>
          <w:rFonts w:ascii="Tahoma" w:hAnsi="Tahoma" w:cs="Tahoma"/>
          <w:b/>
          <w:iCs/>
          <w:sz w:val="16"/>
          <w:szCs w:val="16"/>
        </w:rPr>
      </w:pPr>
    </w:p>
    <w:p w:rsidR="00EF4E88" w:rsidRDefault="00EF4E88" w:rsidP="008E673E">
      <w:pPr>
        <w:pStyle w:val="Title"/>
        <w:spacing w:line="276" w:lineRule="auto"/>
        <w:jc w:val="lef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noProof/>
        </w:rPr>
        <w:pict>
          <v:shape id="_x0000_s1028" type="#_x0000_t202" style="position:absolute;margin-left:397.7pt;margin-top:14.65pt;width:15pt;height:20.4pt;z-index:251651584">
            <v:textbox style="mso-next-textbox:#_x0000_s1028">
              <w:txbxContent>
                <w:p w:rsidR="00EF4E88" w:rsidRPr="00437AF2" w:rsidRDefault="00EF4E88" w:rsidP="008E673E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77.1pt;margin-top:14.65pt;width:15pt;height:20.4pt;z-index:251649536">
            <v:textbox style="mso-next-textbox:#_x0000_s1029">
              <w:txbxContent>
                <w:p w:rsidR="00EF4E88" w:rsidRPr="00437AF2" w:rsidRDefault="00EF4E88" w:rsidP="0032363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1.3pt;margin-top:14.65pt;width:15pt;height:20.4pt;z-index:251648512">
            <v:textbox style="mso-next-textbox:#_x0000_s1030">
              <w:txbxContent>
                <w:p w:rsidR="00EF4E88" w:rsidRPr="00437AF2" w:rsidRDefault="00EF4E88" w:rsidP="00F5405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</w:t>
                  </w:r>
                </w:p>
                <w:p w:rsidR="00EF4E88" w:rsidRDefault="00EF4E88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60.95pt;margin-top:14.65pt;width:15pt;height:20.4pt;z-index:251663872">
            <v:textbox style="mso-next-textbox:#_x0000_s1031">
              <w:txbxContent>
                <w:p w:rsidR="00EF4E88" w:rsidRPr="00437AF2" w:rsidRDefault="00EF4E88" w:rsidP="00382DC2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EF4E88" w:rsidRPr="00E204E5" w:rsidRDefault="00EF4E88" w:rsidP="00D21D10">
      <w:pPr>
        <w:pStyle w:val="BlockText"/>
        <w:tabs>
          <w:tab w:val="left" w:pos="2127"/>
          <w:tab w:val="left" w:pos="2410"/>
          <w:tab w:val="left" w:pos="2694"/>
          <w:tab w:val="left" w:pos="8505"/>
        </w:tabs>
        <w:ind w:left="0" w:right="-14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 xml:space="preserve">                      Primaria        </w:t>
      </w:r>
      <w:r>
        <w:rPr>
          <w:rFonts w:ascii="Tahoma" w:hAnsi="Tahoma" w:cs="Tahoma"/>
          <w:sz w:val="2"/>
          <w:szCs w:val="2"/>
        </w:rPr>
        <w:t xml:space="preserve">      </w:t>
      </w:r>
      <w:r>
        <w:rPr>
          <w:rFonts w:ascii="Tahoma" w:hAnsi="Tahoma" w:cs="Tahoma"/>
        </w:rPr>
        <w:t xml:space="preserve">   Ist. Comprensivo           Secondaria 1°            Secondaria 2°</w:t>
      </w:r>
    </w:p>
    <w:p w:rsidR="00EF4E88" w:rsidRDefault="00EF4E88" w:rsidP="008E673E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ind w:right="-89"/>
        <w:rPr>
          <w:rFonts w:ascii="Tahoma" w:hAnsi="Tahoma" w:cs="Tahoma"/>
        </w:rPr>
      </w:pPr>
    </w:p>
    <w:p w:rsidR="00EF4E88" w:rsidRDefault="00EF4E88" w:rsidP="00E40BF6">
      <w:pPr>
        <w:pStyle w:val="Title"/>
        <w:tabs>
          <w:tab w:val="left" w:pos="1134"/>
        </w:tabs>
        <w:spacing w:line="276" w:lineRule="auto"/>
        <w:jc w:val="left"/>
        <w:rPr>
          <w:rFonts w:ascii="Tahoma" w:hAnsi="Tahoma" w:cs="Tahoma"/>
          <w:iCs/>
          <w:sz w:val="28"/>
          <w:szCs w:val="28"/>
        </w:rPr>
      </w:pPr>
      <w:r w:rsidRPr="008E673E">
        <w:rPr>
          <w:rFonts w:ascii="Tahoma" w:hAnsi="Tahoma" w:cs="Tahoma"/>
          <w:b/>
          <w:iCs/>
          <w:sz w:val="28"/>
          <w:szCs w:val="28"/>
        </w:rPr>
        <w:t xml:space="preserve">  </w:t>
      </w:r>
      <w:r w:rsidRPr="008E673E">
        <w:rPr>
          <w:rFonts w:ascii="Tahoma" w:hAnsi="Tahoma" w:cs="Tahoma"/>
          <w:b/>
          <w:iCs/>
          <w:sz w:val="24"/>
          <w:szCs w:val="24"/>
        </w:rPr>
        <w:tab/>
      </w:r>
      <w:r w:rsidRPr="008E673E">
        <w:rPr>
          <w:rFonts w:ascii="Tahoma" w:hAnsi="Tahoma" w:cs="Tahoma"/>
          <w:iCs/>
          <w:sz w:val="24"/>
          <w:szCs w:val="24"/>
        </w:rPr>
        <w:t xml:space="preserve"> </w:t>
      </w:r>
    </w:p>
    <w:p w:rsidR="00EF4E88" w:rsidRDefault="00EF4E88" w:rsidP="00A13CCA">
      <w:pPr>
        <w:tabs>
          <w:tab w:val="left" w:pos="142"/>
          <w:tab w:val="left" w:pos="6714"/>
        </w:tabs>
        <w:spacing w:line="360" w:lineRule="auto"/>
        <w:ind w:right="140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ab/>
      </w:r>
      <w:r>
        <w:rPr>
          <w:noProof/>
        </w:rPr>
        <w:pict>
          <v:line id="_x0000_s1032" style="position:absolute;flip:y;z-index:251655680;mso-position-horizontal-relative:text;mso-position-vertical-relative:text" from="166.3pt,15.05pt" to="333.75pt,15.05pt"/>
        </w:pict>
      </w:r>
      <w:r>
        <w:rPr>
          <w:noProof/>
        </w:rPr>
        <w:pict>
          <v:line id="_x0000_s1033" style="position:absolute;z-index:251656704;mso-position-horizontal-relative:text;mso-position-vertical-relative:text" from="375pt,14.75pt" to="494.5pt,14.75pt"/>
        </w:pict>
      </w:r>
      <w:r>
        <w:rPr>
          <w:rFonts w:ascii="Tahoma" w:hAnsi="Tahoma" w:cs="Tahoma"/>
          <w:bCs/>
          <w:sz w:val="28"/>
          <w:szCs w:val="28"/>
        </w:rPr>
        <w:t xml:space="preserve">   </w:t>
      </w:r>
      <w:r w:rsidRPr="003E094C">
        <w:rPr>
          <w:rFonts w:ascii="Tahoma" w:hAnsi="Tahoma" w:cs="Tahoma"/>
          <w:bCs/>
          <w:sz w:val="28"/>
          <w:szCs w:val="28"/>
        </w:rPr>
        <w:t>Istituzione Scolastica</w:t>
      </w:r>
      <w:r>
        <w:rPr>
          <w:rFonts w:ascii="Tahoma" w:hAnsi="Tahoma" w:cs="Tahoma"/>
          <w:bCs/>
          <w:sz w:val="28"/>
          <w:szCs w:val="28"/>
        </w:rPr>
        <w:tab/>
        <w:t xml:space="preserve">  </w:t>
      </w:r>
      <w:r w:rsidRPr="003E094C">
        <w:rPr>
          <w:rFonts w:ascii="Tahoma" w:hAnsi="Tahoma" w:cs="Tahoma"/>
          <w:bCs/>
          <w:sz w:val="28"/>
          <w:szCs w:val="28"/>
        </w:rPr>
        <w:t>Città</w:t>
      </w:r>
    </w:p>
    <w:p w:rsidR="00EF4E88" w:rsidRPr="0040008C" w:rsidRDefault="00EF4E88" w:rsidP="0040008C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8"/>
          <w:szCs w:val="28"/>
        </w:rPr>
        <w:t xml:space="preserve">   </w:t>
      </w:r>
    </w:p>
    <w:p w:rsidR="00EF4E88" w:rsidRPr="001068B2" w:rsidRDefault="00EF4E88" w:rsidP="0040008C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>
        <w:rPr>
          <w:noProof/>
        </w:rPr>
        <w:pict>
          <v:line id="_x0000_s1034" style="position:absolute;z-index:251659776" from="353.85pt,14.85pt" to="494.5pt,14.85pt"/>
        </w:pict>
      </w:r>
      <w:r>
        <w:rPr>
          <w:noProof/>
        </w:rPr>
        <w:pict>
          <v:line id="_x0000_s1035" style="position:absolute;z-index:251658752" from="198.6pt,14.85pt" to="306.3pt,14.85pt"/>
        </w:pict>
      </w:r>
      <w:r>
        <w:rPr>
          <w:noProof/>
        </w:rPr>
        <w:pict>
          <v:line id="_x0000_s1036" style="position:absolute;z-index:251657728" from="53pt,14.85pt" to="166.3pt,14.85pt"/>
        </w:pict>
      </w:r>
      <w:r>
        <w:rPr>
          <w:rFonts w:ascii="Tahoma" w:hAnsi="Tahoma" w:cs="Tahoma"/>
          <w:iCs/>
          <w:sz w:val="28"/>
          <w:szCs w:val="28"/>
        </w:rPr>
        <w:t xml:space="preserve">     Tel</w:t>
      </w:r>
      <w:r>
        <w:rPr>
          <w:rFonts w:ascii="Tahoma" w:hAnsi="Tahoma" w:cs="Tahoma"/>
          <w:iCs/>
          <w:sz w:val="28"/>
          <w:szCs w:val="28"/>
        </w:rPr>
        <w:tab/>
        <w:t xml:space="preserve">   Fax</w:t>
      </w:r>
      <w:r>
        <w:rPr>
          <w:rFonts w:ascii="Tahoma" w:hAnsi="Tahoma" w:cs="Tahoma"/>
          <w:iCs/>
          <w:sz w:val="28"/>
          <w:szCs w:val="28"/>
        </w:rPr>
        <w:tab/>
        <w:t xml:space="preserve">       E.mail</w:t>
      </w:r>
    </w:p>
    <w:p w:rsidR="00EF4E88" w:rsidRPr="0040008C" w:rsidRDefault="00EF4E88" w:rsidP="00A13CCA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20"/>
          <w:szCs w:val="20"/>
        </w:rPr>
      </w:pPr>
    </w:p>
    <w:p w:rsidR="00EF4E88" w:rsidRPr="009E3BF5" w:rsidRDefault="00EF4E88" w:rsidP="00A13CCA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 xml:space="preserve">     </w:t>
      </w:r>
      <w:r w:rsidRPr="009E3BF5">
        <w:rPr>
          <w:rFonts w:ascii="Tahoma" w:hAnsi="Tahoma" w:cs="Tahoma"/>
          <w:iCs/>
          <w:sz w:val="28"/>
          <w:szCs w:val="28"/>
        </w:rPr>
        <w:t>Cognome</w:t>
      </w:r>
      <w:r w:rsidRPr="009E3BF5">
        <w:rPr>
          <w:rFonts w:ascii="Tahoma" w:hAnsi="Tahoma" w:cs="Tahoma"/>
          <w:iCs/>
          <w:sz w:val="28"/>
          <w:szCs w:val="28"/>
        </w:rPr>
        <w:tab/>
        <w:t xml:space="preserve">      </w:t>
      </w:r>
      <w:r>
        <w:rPr>
          <w:rFonts w:ascii="Tahoma" w:hAnsi="Tahoma" w:cs="Tahoma"/>
          <w:iCs/>
          <w:sz w:val="28"/>
          <w:szCs w:val="28"/>
        </w:rPr>
        <w:t xml:space="preserve">  </w:t>
      </w:r>
      <w:r w:rsidRPr="009E3BF5">
        <w:rPr>
          <w:rFonts w:ascii="Tahoma" w:hAnsi="Tahoma" w:cs="Tahoma"/>
          <w:iCs/>
          <w:sz w:val="28"/>
          <w:szCs w:val="28"/>
        </w:rPr>
        <w:t>Nome</w:t>
      </w:r>
      <w:r w:rsidRPr="009E3BF5"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 xml:space="preserve">         </w:t>
      </w:r>
      <w:r w:rsidRPr="009E3BF5">
        <w:rPr>
          <w:rFonts w:ascii="Tahoma" w:hAnsi="Tahoma" w:cs="Tahoma"/>
          <w:iCs/>
          <w:sz w:val="28"/>
          <w:szCs w:val="28"/>
        </w:rPr>
        <w:t>Data nascita</w:t>
      </w:r>
    </w:p>
    <w:p w:rsidR="00EF4E88" w:rsidRPr="001068B2" w:rsidRDefault="00EF4E88" w:rsidP="00A13CCA">
      <w:pPr>
        <w:tabs>
          <w:tab w:val="left" w:pos="6825"/>
        </w:tabs>
        <w:ind w:right="2"/>
        <w:rPr>
          <w:rFonts w:ascii="Tahoma" w:hAnsi="Tahoma" w:cs="Tahoma"/>
          <w:iCs/>
          <w:sz w:val="28"/>
          <w:szCs w:val="28"/>
        </w:rPr>
      </w:pPr>
      <w:r>
        <w:rPr>
          <w:noProof/>
        </w:rPr>
        <w:pict>
          <v:line id="_x0000_s1037" style="position:absolute;z-index:251653632" from="86pt,.35pt" to="190.55pt,.35pt"/>
        </w:pict>
      </w:r>
      <w:r>
        <w:rPr>
          <w:noProof/>
        </w:rPr>
        <w:pict>
          <v:line id="_x0000_s1038" style="position:absolute;flip:y;z-index:251652608" from="238.3pt,.35pt" to="315.2pt,.35pt"/>
        </w:pict>
      </w:r>
      <w:r>
        <w:rPr>
          <w:noProof/>
        </w:rPr>
        <w:pict>
          <v:line id="_x0000_s1039" style="position:absolute;z-index:251654656" from="405pt,.35pt" to="494.5pt,.35pt"/>
        </w:pict>
      </w:r>
    </w:p>
    <w:p w:rsidR="00EF4E88" w:rsidRPr="00A13CCA" w:rsidRDefault="00EF4E88" w:rsidP="00A13CCA">
      <w:pPr>
        <w:pStyle w:val="Title"/>
        <w:jc w:val="left"/>
        <w:rPr>
          <w:rFonts w:ascii="Tahoma" w:hAnsi="Tahoma" w:cs="Tahoma"/>
          <w:iCs/>
          <w:sz w:val="28"/>
          <w:szCs w:val="28"/>
        </w:rPr>
      </w:pPr>
      <w:r>
        <w:rPr>
          <w:noProof/>
        </w:rPr>
        <w:pict>
          <v:line id="_x0000_s1040" style="position:absolute;z-index:251662848" from="353.85pt,14.2pt" to="494.5pt,14.2pt"/>
        </w:pict>
      </w:r>
      <w:r>
        <w:rPr>
          <w:noProof/>
        </w:rPr>
        <w:pict>
          <v:line id="_x0000_s1041" style="position:absolute;z-index:251661824" from="202.55pt,14.2pt" to="307.1pt,14.2pt"/>
        </w:pict>
      </w:r>
      <w:r>
        <w:rPr>
          <w:noProof/>
        </w:rPr>
        <w:pict>
          <v:line id="_x0000_s1042" style="position:absolute;z-index:251660800" from="48.5pt,14.2pt" to="171.95pt,14.2pt"/>
        </w:pict>
      </w:r>
      <w:r>
        <w:rPr>
          <w:rFonts w:ascii="Tahoma" w:hAnsi="Tahoma" w:cs="Tahoma"/>
          <w:iCs/>
          <w:sz w:val="28"/>
          <w:szCs w:val="28"/>
        </w:rPr>
        <w:t xml:space="preserve">     </w:t>
      </w:r>
      <w:r w:rsidRPr="009E3BF5">
        <w:rPr>
          <w:rFonts w:ascii="Tahoma" w:hAnsi="Tahoma" w:cs="Tahoma"/>
          <w:iCs/>
          <w:sz w:val="28"/>
          <w:szCs w:val="28"/>
        </w:rPr>
        <w:t>Tel</w:t>
      </w:r>
      <w:r w:rsidRPr="009E3BF5"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 xml:space="preserve">        </w:t>
      </w:r>
      <w:r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ab/>
      </w:r>
      <w:r w:rsidRPr="009E3BF5">
        <w:rPr>
          <w:rFonts w:ascii="Tahoma" w:hAnsi="Tahoma" w:cs="Tahoma"/>
          <w:iCs/>
          <w:sz w:val="28"/>
          <w:szCs w:val="28"/>
        </w:rPr>
        <w:t xml:space="preserve">Cell </w:t>
      </w:r>
      <w:r w:rsidRPr="009E3BF5">
        <w:rPr>
          <w:rFonts w:ascii="Tahoma" w:hAnsi="Tahoma" w:cs="Tahoma"/>
          <w:iCs/>
          <w:sz w:val="28"/>
          <w:szCs w:val="28"/>
        </w:rPr>
        <w:tab/>
      </w:r>
      <w:r w:rsidRPr="009E3BF5"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 xml:space="preserve">       </w:t>
      </w:r>
      <w:r>
        <w:rPr>
          <w:rFonts w:ascii="Tahoma" w:hAnsi="Tahoma" w:cs="Tahoma"/>
          <w:iCs/>
          <w:sz w:val="28"/>
          <w:szCs w:val="28"/>
        </w:rPr>
        <w:tab/>
        <w:t xml:space="preserve">       </w:t>
      </w:r>
      <w:r w:rsidRPr="009E3BF5">
        <w:rPr>
          <w:rFonts w:ascii="Tahoma" w:hAnsi="Tahoma" w:cs="Tahoma"/>
          <w:iCs/>
          <w:sz w:val="28"/>
          <w:szCs w:val="28"/>
        </w:rPr>
        <w:t xml:space="preserve">E.mail                           </w:t>
      </w:r>
      <w:r>
        <w:rPr>
          <w:rFonts w:ascii="Tahoma" w:hAnsi="Tahoma" w:cs="Tahoma"/>
          <w:iCs/>
          <w:sz w:val="28"/>
          <w:szCs w:val="28"/>
        </w:rPr>
        <w:tab/>
      </w:r>
    </w:p>
    <w:p w:rsidR="00EF4E88" w:rsidRDefault="00EF4E88" w:rsidP="00F613C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</w:p>
    <w:p w:rsidR="00EF4E88" w:rsidRDefault="00EF4E88" w:rsidP="00F613C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  <w:r>
        <w:rPr>
          <w:noProof/>
        </w:rPr>
        <w:pict>
          <v:shape id="_x0000_s1043" type="#_x0000_t202" style="position:absolute;margin-left:244.7pt;margin-top:12pt;width:15pt;height:20.4pt;z-index:251665920">
            <v:textbox style="mso-next-textbox:#_x0000_s1043">
              <w:txbxContent>
                <w:p w:rsidR="00EF4E88" w:rsidRPr="00437AF2" w:rsidRDefault="00EF4E88" w:rsidP="000A363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06.3pt;margin-top:12pt;width:15pt;height:20.4pt;z-index:251666944">
            <v:textbox style="mso-next-textbox:#_x0000_s1044">
              <w:txbxContent>
                <w:p w:rsidR="00EF4E88" w:rsidRPr="00437AF2" w:rsidRDefault="00EF4E88" w:rsidP="000A363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393.95pt;margin-top:12pt;width:15pt;height:20.4pt;z-index:251667968">
            <v:textbox style="mso-next-textbox:#_x0000_s1045">
              <w:txbxContent>
                <w:p w:rsidR="00EF4E88" w:rsidRPr="00437AF2" w:rsidRDefault="00EF4E88" w:rsidP="000A363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70.45pt;margin-top:12pt;width:15pt;height:20.4pt;z-index:251668992">
            <v:textbox style="mso-next-textbox:#_x0000_s1046">
              <w:txbxContent>
                <w:p w:rsidR="00EF4E88" w:rsidRPr="00437AF2" w:rsidRDefault="00EF4E88" w:rsidP="000A3630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EF4E88" w:rsidRDefault="00EF4E88" w:rsidP="000A363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</w:rPr>
        <w:t xml:space="preserve">         </w:t>
      </w:r>
      <w:r w:rsidRPr="000A3630">
        <w:rPr>
          <w:rFonts w:ascii="Tahoma" w:hAnsi="Tahoma" w:cs="Tahoma"/>
          <w:iCs/>
        </w:rPr>
        <w:t>Indicare il punto di raduno</w:t>
      </w:r>
      <w:r>
        <w:rPr>
          <w:rFonts w:ascii="Tahoma" w:hAnsi="Tahoma" w:cs="Tahoma"/>
          <w:iCs/>
        </w:rPr>
        <w:t xml:space="preserve"> :</w:t>
      </w:r>
      <w:r>
        <w:rPr>
          <w:rFonts w:ascii="Tahoma" w:hAnsi="Tahoma" w:cs="Tahoma"/>
          <w:iCs/>
          <w:sz w:val="22"/>
          <w:szCs w:val="22"/>
        </w:rPr>
        <w:t xml:space="preserve">    Monopoli             Bari             Bisceglie              Andria               </w:t>
      </w:r>
    </w:p>
    <w:p w:rsidR="00EF4E88" w:rsidRDefault="00EF4E88" w:rsidP="00F613C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</w:p>
    <w:p w:rsidR="00EF4E88" w:rsidRDefault="00EF4E88" w:rsidP="00F613C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</w:p>
    <w:p w:rsidR="00EF4E88" w:rsidRDefault="00EF4E88" w:rsidP="00F613C0">
      <w:pPr>
        <w:tabs>
          <w:tab w:val="left" w:pos="7500"/>
        </w:tabs>
        <w:ind w:right="2"/>
        <w:rPr>
          <w:rFonts w:ascii="Tahoma" w:hAnsi="Tahoma" w:cs="Tahoma"/>
          <w:iCs/>
          <w:sz w:val="22"/>
          <w:szCs w:val="22"/>
        </w:rPr>
      </w:pPr>
    </w:p>
    <w:p w:rsidR="00EF4E88" w:rsidRPr="00B8132A" w:rsidRDefault="00EF4E88" w:rsidP="0015310E">
      <w:pPr>
        <w:tabs>
          <w:tab w:val="left" w:pos="426"/>
          <w:tab w:val="left" w:pos="6825"/>
        </w:tabs>
        <w:ind w:left="-284" w:right="-288"/>
        <w:jc w:val="both"/>
        <w:rPr>
          <w:rFonts w:ascii="Tahoma" w:hAnsi="Tahoma" w:cs="Tahoma"/>
          <w:iCs/>
          <w:sz w:val="20"/>
          <w:szCs w:val="20"/>
        </w:rPr>
      </w:pPr>
      <w:r w:rsidRPr="00B8132A">
        <w:rPr>
          <w:rFonts w:ascii="Tahoma" w:hAnsi="Tahoma" w:cs="Tahoma"/>
          <w:iCs/>
          <w:sz w:val="20"/>
          <w:szCs w:val="20"/>
        </w:rPr>
        <w:t xml:space="preserve">  Si autorizza il trattamento dei dati</w:t>
      </w:r>
      <w:r>
        <w:rPr>
          <w:rFonts w:ascii="Tahoma" w:hAnsi="Tahoma" w:cs="Tahoma"/>
          <w:iCs/>
          <w:sz w:val="20"/>
          <w:szCs w:val="20"/>
        </w:rPr>
        <w:t xml:space="preserve"> personali</w:t>
      </w:r>
      <w:r w:rsidRPr="00B8132A">
        <w:rPr>
          <w:rFonts w:ascii="Tahoma" w:hAnsi="Tahoma" w:cs="Tahoma"/>
          <w:iCs/>
          <w:sz w:val="20"/>
          <w:szCs w:val="20"/>
        </w:rPr>
        <w:t xml:space="preserve"> ai sensi e per gli effetti di cui al D.L.G.S. 196/2003 e successive modifiche.</w:t>
      </w:r>
    </w:p>
    <w:p w:rsidR="00EF4E88" w:rsidRPr="0015310E" w:rsidRDefault="00EF4E88" w:rsidP="008E673E">
      <w:pPr>
        <w:tabs>
          <w:tab w:val="left" w:pos="426"/>
          <w:tab w:val="left" w:pos="6825"/>
        </w:tabs>
        <w:ind w:right="2"/>
        <w:jc w:val="both"/>
        <w:rPr>
          <w:rFonts w:ascii="Tahoma" w:hAnsi="Tahoma" w:cs="Tahoma"/>
          <w:iCs/>
          <w:sz w:val="10"/>
          <w:szCs w:val="10"/>
        </w:rPr>
      </w:pPr>
    </w:p>
    <w:p w:rsidR="00EF4E88" w:rsidRDefault="00EF4E88" w:rsidP="0015310E">
      <w:pPr>
        <w:tabs>
          <w:tab w:val="left" w:pos="426"/>
          <w:tab w:val="left" w:pos="6825"/>
        </w:tabs>
        <w:ind w:right="2"/>
        <w:jc w:val="both"/>
        <w:rPr>
          <w:rFonts w:ascii="Tahoma" w:hAnsi="Tahoma" w:cs="Tahoma"/>
          <w:iCs/>
          <w:sz w:val="20"/>
          <w:szCs w:val="20"/>
        </w:rPr>
      </w:pPr>
      <w:r w:rsidRPr="0015310E">
        <w:rPr>
          <w:rFonts w:ascii="Tahoma" w:hAnsi="Tahoma" w:cs="Tahoma"/>
          <w:iCs/>
          <w:sz w:val="20"/>
          <w:szCs w:val="20"/>
        </w:rPr>
        <w:t xml:space="preserve">  </w:t>
      </w:r>
    </w:p>
    <w:p w:rsidR="00EF4E88" w:rsidRPr="0040008C" w:rsidRDefault="00EF4E88" w:rsidP="0015310E">
      <w:pPr>
        <w:tabs>
          <w:tab w:val="left" w:pos="426"/>
          <w:tab w:val="left" w:pos="6825"/>
        </w:tabs>
        <w:ind w:right="2"/>
        <w:jc w:val="both"/>
        <w:rPr>
          <w:rFonts w:ascii="Tahoma" w:hAnsi="Tahoma" w:cs="Tahoma"/>
          <w:iCs/>
          <w:sz w:val="20"/>
          <w:szCs w:val="20"/>
        </w:rPr>
      </w:pPr>
    </w:p>
    <w:p w:rsidR="00EF4E88" w:rsidRPr="0015310E" w:rsidRDefault="00EF4E88" w:rsidP="00643A7B">
      <w:pPr>
        <w:tabs>
          <w:tab w:val="left" w:pos="6825"/>
        </w:tabs>
        <w:ind w:right="2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</w:t>
      </w:r>
      <w:r w:rsidRPr="0015310E">
        <w:rPr>
          <w:rFonts w:ascii="Tahoma" w:hAnsi="Tahoma" w:cs="Tahoma"/>
          <w:iCs/>
        </w:rPr>
        <w:t xml:space="preserve">Data </w:t>
      </w:r>
    </w:p>
    <w:p w:rsidR="00EF4E88" w:rsidRPr="008E673E" w:rsidRDefault="00EF4E88" w:rsidP="00453B89">
      <w:pPr>
        <w:tabs>
          <w:tab w:val="left" w:pos="4575"/>
        </w:tabs>
        <w:ind w:right="2"/>
        <w:jc w:val="both"/>
        <w:rPr>
          <w:rFonts w:ascii="Tahoma" w:hAnsi="Tahoma" w:cs="Tahoma"/>
          <w:i/>
          <w:iCs/>
          <w:sz w:val="28"/>
          <w:szCs w:val="28"/>
        </w:rPr>
      </w:pPr>
      <w:r>
        <w:rPr>
          <w:noProof/>
        </w:rPr>
        <w:pict>
          <v:line id="_x0000_s1047" style="position:absolute;left:0;text-align:left;z-index:251647488" from="43.5pt,1.2pt" to="178.5pt,1.2pt"/>
        </w:pict>
      </w:r>
      <w:r w:rsidRPr="008E673E">
        <w:rPr>
          <w:i/>
          <w:iCs/>
          <w:sz w:val="28"/>
          <w:szCs w:val="28"/>
        </w:rPr>
        <w:tab/>
      </w:r>
    </w:p>
    <w:p w:rsidR="00EF4E88" w:rsidRDefault="00EF4E88" w:rsidP="0015310E">
      <w:pPr>
        <w:pStyle w:val="BodyTextFirstIndent2"/>
        <w:ind w:left="6372" w:right="2" w:firstLine="432"/>
        <w:rPr>
          <w:rFonts w:ascii="Tahoma" w:hAnsi="Tahoma" w:cs="Tahoma"/>
          <w:sz w:val="28"/>
          <w:szCs w:val="28"/>
        </w:rPr>
      </w:pPr>
      <w:r w:rsidRPr="009E3BF5">
        <w:rPr>
          <w:rFonts w:ascii="Tahoma" w:hAnsi="Tahoma" w:cs="Tahoma"/>
          <w:sz w:val="28"/>
          <w:szCs w:val="28"/>
        </w:rPr>
        <w:t>Il Dirigente Scolastico</w:t>
      </w:r>
    </w:p>
    <w:p w:rsidR="00EF4E88" w:rsidRPr="00D21D10" w:rsidRDefault="00EF4E88" w:rsidP="00D21D10">
      <w:pPr>
        <w:pStyle w:val="BodyTextFirstIndent2"/>
        <w:ind w:left="6372" w:right="2" w:firstLine="708"/>
        <w:rPr>
          <w:rFonts w:ascii="Tahoma" w:hAnsi="Tahoma" w:cs="Tahoma"/>
          <w:sz w:val="4"/>
          <w:szCs w:val="4"/>
        </w:rPr>
      </w:pPr>
    </w:p>
    <w:p w:rsidR="00EF4E88" w:rsidRPr="009E3BF5" w:rsidRDefault="00EF4E88" w:rsidP="00643A7B">
      <w:pPr>
        <w:tabs>
          <w:tab w:val="left" w:pos="5775"/>
          <w:tab w:val="left" w:pos="6600"/>
          <w:tab w:val="left" w:pos="7275"/>
          <w:tab w:val="left" w:pos="8100"/>
        </w:tabs>
        <w:ind w:right="2"/>
        <w:rPr>
          <w:sz w:val="28"/>
          <w:szCs w:val="28"/>
        </w:rPr>
      </w:pPr>
      <w:r>
        <w:rPr>
          <w:noProof/>
        </w:rPr>
        <w:pict>
          <v:line id="_x0000_s1048" style="position:absolute;z-index:251646464" from="329.3pt,1.75pt" to="485.45pt,1.75pt"/>
        </w:pict>
      </w:r>
    </w:p>
    <w:sectPr w:rsidR="00EF4E88" w:rsidRPr="009E3BF5" w:rsidSect="00CD429E">
      <w:pgSz w:w="11904" w:h="16832" w:code="9"/>
      <w:pgMar w:top="510" w:right="851" w:bottom="408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5.75pt;height:15.75pt" o:bullet="t">
        <v:imagedata r:id="rId1" o:title=""/>
      </v:shape>
    </w:pict>
  </w:numPicBullet>
  <w:abstractNum w:abstractNumId="0">
    <w:nsid w:val="0EEB7706"/>
    <w:multiLevelType w:val="hybridMultilevel"/>
    <w:tmpl w:val="F02C77F0"/>
    <w:lvl w:ilvl="0" w:tplc="C5A27A74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16557513"/>
    <w:multiLevelType w:val="hybridMultilevel"/>
    <w:tmpl w:val="45C05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4">
    <w:nsid w:val="28324EB5"/>
    <w:multiLevelType w:val="hybridMultilevel"/>
    <w:tmpl w:val="65C82D74"/>
    <w:lvl w:ilvl="0" w:tplc="0410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5">
    <w:nsid w:val="2A2D3E79"/>
    <w:multiLevelType w:val="hybridMultilevel"/>
    <w:tmpl w:val="B8842D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736209"/>
    <w:multiLevelType w:val="hybridMultilevel"/>
    <w:tmpl w:val="F5E2A46E"/>
    <w:lvl w:ilvl="0" w:tplc="796A3E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BB24A8"/>
    <w:multiLevelType w:val="hybridMultilevel"/>
    <w:tmpl w:val="0E064CAE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9">
    <w:nsid w:val="5FA86B49"/>
    <w:multiLevelType w:val="hybridMultilevel"/>
    <w:tmpl w:val="17A44BEA"/>
    <w:lvl w:ilvl="0" w:tplc="0410000F">
      <w:start w:val="1"/>
      <w:numFmt w:val="decimal"/>
      <w:lvlText w:val="%1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  <w:rPr>
        <w:rFonts w:cs="Times New Roman"/>
      </w:rPr>
    </w:lvl>
  </w:abstractNum>
  <w:abstractNum w:abstractNumId="10">
    <w:nsid w:val="6AC427BF"/>
    <w:multiLevelType w:val="hybridMultilevel"/>
    <w:tmpl w:val="259632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776990"/>
    <w:multiLevelType w:val="hybridMultilevel"/>
    <w:tmpl w:val="2E34E3D6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7D847992"/>
    <w:multiLevelType w:val="hybridMultilevel"/>
    <w:tmpl w:val="4B3EF0B0"/>
    <w:lvl w:ilvl="0" w:tplc="0410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13">
    <w:nsid w:val="7EEA19BA"/>
    <w:multiLevelType w:val="hybridMultilevel"/>
    <w:tmpl w:val="321A8EEA"/>
    <w:lvl w:ilvl="0" w:tplc="3612DF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8EC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602B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2D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E0A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4AE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749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47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4C20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12"/>
  </w:num>
  <w:num w:numId="9">
    <w:abstractNumId w:val="11"/>
  </w:num>
  <w:num w:numId="10">
    <w:abstractNumId w:val="4"/>
  </w:num>
  <w:num w:numId="11">
    <w:abstractNumId w:val="9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37D"/>
    <w:rsid w:val="00002D17"/>
    <w:rsid w:val="000272C8"/>
    <w:rsid w:val="0005470A"/>
    <w:rsid w:val="00060791"/>
    <w:rsid w:val="000634DF"/>
    <w:rsid w:val="00076A7A"/>
    <w:rsid w:val="00083BD1"/>
    <w:rsid w:val="000867C3"/>
    <w:rsid w:val="00093DC6"/>
    <w:rsid w:val="000940F1"/>
    <w:rsid w:val="000A3630"/>
    <w:rsid w:val="000B17E5"/>
    <w:rsid w:val="000B6EEC"/>
    <w:rsid w:val="000C2189"/>
    <w:rsid w:val="000C41DE"/>
    <w:rsid w:val="000D2A5B"/>
    <w:rsid w:val="000F6392"/>
    <w:rsid w:val="000F7232"/>
    <w:rsid w:val="001068B2"/>
    <w:rsid w:val="00113997"/>
    <w:rsid w:val="00131DDA"/>
    <w:rsid w:val="001363E3"/>
    <w:rsid w:val="0015310E"/>
    <w:rsid w:val="00163D74"/>
    <w:rsid w:val="00183397"/>
    <w:rsid w:val="001A7E92"/>
    <w:rsid w:val="001B515F"/>
    <w:rsid w:val="001B7B68"/>
    <w:rsid w:val="001C4240"/>
    <w:rsid w:val="001D0487"/>
    <w:rsid w:val="001E1889"/>
    <w:rsid w:val="001F74D8"/>
    <w:rsid w:val="001F7F4E"/>
    <w:rsid w:val="00234022"/>
    <w:rsid w:val="002441F9"/>
    <w:rsid w:val="002453B7"/>
    <w:rsid w:val="00252207"/>
    <w:rsid w:val="0025736A"/>
    <w:rsid w:val="00273FFA"/>
    <w:rsid w:val="00276CB1"/>
    <w:rsid w:val="002836C7"/>
    <w:rsid w:val="00295AE3"/>
    <w:rsid w:val="002A37DA"/>
    <w:rsid w:val="002B2404"/>
    <w:rsid w:val="002B316C"/>
    <w:rsid w:val="002B75F2"/>
    <w:rsid w:val="002B7977"/>
    <w:rsid w:val="002F6BC6"/>
    <w:rsid w:val="00316261"/>
    <w:rsid w:val="00323633"/>
    <w:rsid w:val="003313FD"/>
    <w:rsid w:val="00331F16"/>
    <w:rsid w:val="00341C31"/>
    <w:rsid w:val="00345656"/>
    <w:rsid w:val="0035224F"/>
    <w:rsid w:val="00352AE0"/>
    <w:rsid w:val="00366915"/>
    <w:rsid w:val="00370EA5"/>
    <w:rsid w:val="00372455"/>
    <w:rsid w:val="00382DC2"/>
    <w:rsid w:val="003C7615"/>
    <w:rsid w:val="003D4FC6"/>
    <w:rsid w:val="003D6DEC"/>
    <w:rsid w:val="003D7185"/>
    <w:rsid w:val="003E094C"/>
    <w:rsid w:val="003E4A3E"/>
    <w:rsid w:val="003E7349"/>
    <w:rsid w:val="0040008C"/>
    <w:rsid w:val="00401EC7"/>
    <w:rsid w:val="004064BB"/>
    <w:rsid w:val="004131F7"/>
    <w:rsid w:val="00414FB5"/>
    <w:rsid w:val="00416EB0"/>
    <w:rsid w:val="00421497"/>
    <w:rsid w:val="00426F09"/>
    <w:rsid w:val="00437AF2"/>
    <w:rsid w:val="00446B42"/>
    <w:rsid w:val="00452B19"/>
    <w:rsid w:val="00453B89"/>
    <w:rsid w:val="00485343"/>
    <w:rsid w:val="004A7995"/>
    <w:rsid w:val="004C5A84"/>
    <w:rsid w:val="004C5EB3"/>
    <w:rsid w:val="004C6F13"/>
    <w:rsid w:val="004D679E"/>
    <w:rsid w:val="004E78EB"/>
    <w:rsid w:val="004F31C9"/>
    <w:rsid w:val="004F451A"/>
    <w:rsid w:val="00504D1B"/>
    <w:rsid w:val="0050765B"/>
    <w:rsid w:val="00513BEC"/>
    <w:rsid w:val="00525538"/>
    <w:rsid w:val="005312BE"/>
    <w:rsid w:val="00545E92"/>
    <w:rsid w:val="00553414"/>
    <w:rsid w:val="00553729"/>
    <w:rsid w:val="00566ACA"/>
    <w:rsid w:val="00566DB6"/>
    <w:rsid w:val="00570D79"/>
    <w:rsid w:val="005712BA"/>
    <w:rsid w:val="00574894"/>
    <w:rsid w:val="005755FB"/>
    <w:rsid w:val="00581DA9"/>
    <w:rsid w:val="005A1A08"/>
    <w:rsid w:val="005D6805"/>
    <w:rsid w:val="005E3383"/>
    <w:rsid w:val="005F6E84"/>
    <w:rsid w:val="00600D7D"/>
    <w:rsid w:val="00611B2B"/>
    <w:rsid w:val="006337F5"/>
    <w:rsid w:val="006372D1"/>
    <w:rsid w:val="006410D1"/>
    <w:rsid w:val="00643A7B"/>
    <w:rsid w:val="00651CB8"/>
    <w:rsid w:val="0069032D"/>
    <w:rsid w:val="00691782"/>
    <w:rsid w:val="006A3322"/>
    <w:rsid w:val="006B2380"/>
    <w:rsid w:val="006B50DE"/>
    <w:rsid w:val="006B7BB6"/>
    <w:rsid w:val="006D4538"/>
    <w:rsid w:val="006D55E4"/>
    <w:rsid w:val="006E7F43"/>
    <w:rsid w:val="006F29D4"/>
    <w:rsid w:val="007006AC"/>
    <w:rsid w:val="00710C5D"/>
    <w:rsid w:val="00710EB7"/>
    <w:rsid w:val="00731699"/>
    <w:rsid w:val="0074306F"/>
    <w:rsid w:val="007447A3"/>
    <w:rsid w:val="00746B66"/>
    <w:rsid w:val="0075057F"/>
    <w:rsid w:val="007721AC"/>
    <w:rsid w:val="007759C9"/>
    <w:rsid w:val="00781F2E"/>
    <w:rsid w:val="007A01DF"/>
    <w:rsid w:val="007A616B"/>
    <w:rsid w:val="007B6D0E"/>
    <w:rsid w:val="007C32D4"/>
    <w:rsid w:val="007C34A9"/>
    <w:rsid w:val="007D0F8F"/>
    <w:rsid w:val="007E0E00"/>
    <w:rsid w:val="007E623B"/>
    <w:rsid w:val="007F2D7D"/>
    <w:rsid w:val="007F338B"/>
    <w:rsid w:val="0082278C"/>
    <w:rsid w:val="00826532"/>
    <w:rsid w:val="008526C8"/>
    <w:rsid w:val="00857EA6"/>
    <w:rsid w:val="00864C6F"/>
    <w:rsid w:val="00870A6D"/>
    <w:rsid w:val="00882DB0"/>
    <w:rsid w:val="00897F21"/>
    <w:rsid w:val="008A07A3"/>
    <w:rsid w:val="008A7A03"/>
    <w:rsid w:val="008B7318"/>
    <w:rsid w:val="008D2C66"/>
    <w:rsid w:val="008E673E"/>
    <w:rsid w:val="008F5CEF"/>
    <w:rsid w:val="008F6E33"/>
    <w:rsid w:val="00904D49"/>
    <w:rsid w:val="00914B78"/>
    <w:rsid w:val="009275D4"/>
    <w:rsid w:val="00947365"/>
    <w:rsid w:val="00964D63"/>
    <w:rsid w:val="00977944"/>
    <w:rsid w:val="0098324A"/>
    <w:rsid w:val="009832AA"/>
    <w:rsid w:val="009854C4"/>
    <w:rsid w:val="00997961"/>
    <w:rsid w:val="009A076B"/>
    <w:rsid w:val="009A2F55"/>
    <w:rsid w:val="009D35E2"/>
    <w:rsid w:val="009E3BF5"/>
    <w:rsid w:val="009E5DBF"/>
    <w:rsid w:val="00A025B9"/>
    <w:rsid w:val="00A10711"/>
    <w:rsid w:val="00A13CCA"/>
    <w:rsid w:val="00A16AE0"/>
    <w:rsid w:val="00A2091C"/>
    <w:rsid w:val="00A3179C"/>
    <w:rsid w:val="00A32B99"/>
    <w:rsid w:val="00A374A9"/>
    <w:rsid w:val="00A469BD"/>
    <w:rsid w:val="00A82CCA"/>
    <w:rsid w:val="00A902C1"/>
    <w:rsid w:val="00AA7C79"/>
    <w:rsid w:val="00AC3B71"/>
    <w:rsid w:val="00AE4338"/>
    <w:rsid w:val="00B03164"/>
    <w:rsid w:val="00B11EF4"/>
    <w:rsid w:val="00B12FAB"/>
    <w:rsid w:val="00B23D91"/>
    <w:rsid w:val="00B243E4"/>
    <w:rsid w:val="00B47CD6"/>
    <w:rsid w:val="00B52D33"/>
    <w:rsid w:val="00B565FE"/>
    <w:rsid w:val="00B65206"/>
    <w:rsid w:val="00B7440D"/>
    <w:rsid w:val="00B757B6"/>
    <w:rsid w:val="00B76334"/>
    <w:rsid w:val="00B76495"/>
    <w:rsid w:val="00B77365"/>
    <w:rsid w:val="00B8132A"/>
    <w:rsid w:val="00B93AA4"/>
    <w:rsid w:val="00BA0632"/>
    <w:rsid w:val="00BB064D"/>
    <w:rsid w:val="00BB48A0"/>
    <w:rsid w:val="00BD3226"/>
    <w:rsid w:val="00BD5601"/>
    <w:rsid w:val="00BE252A"/>
    <w:rsid w:val="00C121D1"/>
    <w:rsid w:val="00C20CAF"/>
    <w:rsid w:val="00C376C8"/>
    <w:rsid w:val="00C62F67"/>
    <w:rsid w:val="00C753EE"/>
    <w:rsid w:val="00C754ED"/>
    <w:rsid w:val="00C75A86"/>
    <w:rsid w:val="00C76474"/>
    <w:rsid w:val="00C77697"/>
    <w:rsid w:val="00C955BF"/>
    <w:rsid w:val="00CA43E9"/>
    <w:rsid w:val="00CB551A"/>
    <w:rsid w:val="00CB68C8"/>
    <w:rsid w:val="00CC1181"/>
    <w:rsid w:val="00CD429E"/>
    <w:rsid w:val="00CE4897"/>
    <w:rsid w:val="00CF05D5"/>
    <w:rsid w:val="00D01CBC"/>
    <w:rsid w:val="00D21D10"/>
    <w:rsid w:val="00D23FD1"/>
    <w:rsid w:val="00D24BD3"/>
    <w:rsid w:val="00D416F6"/>
    <w:rsid w:val="00D42006"/>
    <w:rsid w:val="00D5537A"/>
    <w:rsid w:val="00D76D84"/>
    <w:rsid w:val="00D92EA7"/>
    <w:rsid w:val="00D94617"/>
    <w:rsid w:val="00DD63D7"/>
    <w:rsid w:val="00DD6A59"/>
    <w:rsid w:val="00DE05FF"/>
    <w:rsid w:val="00DE131E"/>
    <w:rsid w:val="00DE7078"/>
    <w:rsid w:val="00DF1AF1"/>
    <w:rsid w:val="00E02F07"/>
    <w:rsid w:val="00E13E1B"/>
    <w:rsid w:val="00E204E5"/>
    <w:rsid w:val="00E2498E"/>
    <w:rsid w:val="00E40BF6"/>
    <w:rsid w:val="00E41E98"/>
    <w:rsid w:val="00E50CF0"/>
    <w:rsid w:val="00E733E0"/>
    <w:rsid w:val="00E74013"/>
    <w:rsid w:val="00E90BB8"/>
    <w:rsid w:val="00EA237D"/>
    <w:rsid w:val="00EA7CE0"/>
    <w:rsid w:val="00EB3AB6"/>
    <w:rsid w:val="00EB7465"/>
    <w:rsid w:val="00EC0465"/>
    <w:rsid w:val="00EC43EC"/>
    <w:rsid w:val="00ED7517"/>
    <w:rsid w:val="00EF4E88"/>
    <w:rsid w:val="00F04A68"/>
    <w:rsid w:val="00F0555A"/>
    <w:rsid w:val="00F169E1"/>
    <w:rsid w:val="00F410C7"/>
    <w:rsid w:val="00F43F76"/>
    <w:rsid w:val="00F54051"/>
    <w:rsid w:val="00F56EBE"/>
    <w:rsid w:val="00F613C0"/>
    <w:rsid w:val="00F63FCF"/>
    <w:rsid w:val="00F91280"/>
    <w:rsid w:val="00F96F67"/>
    <w:rsid w:val="00FA0B55"/>
    <w:rsid w:val="00FA4E4F"/>
    <w:rsid w:val="00FA7D01"/>
    <w:rsid w:val="00FF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6D8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6D84"/>
    <w:pPr>
      <w:keepNext/>
      <w:ind w:left="825" w:right="759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6D84"/>
    <w:pPr>
      <w:keepNext/>
      <w:ind w:right="759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6D84"/>
    <w:pPr>
      <w:keepNext/>
      <w:ind w:left="2100" w:right="759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6D84"/>
    <w:pPr>
      <w:keepNext/>
      <w:ind w:left="975" w:right="759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6D84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6D84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76D84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76D84"/>
    <w:pPr>
      <w:keepNext/>
      <w:jc w:val="center"/>
      <w:outlineLvl w:val="7"/>
    </w:pPr>
    <w:rPr>
      <w:b/>
      <w:bCs/>
      <w:sz w:val="36"/>
      <w:szCs w:val="3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76D84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6D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6D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76D8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76D8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6D8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76D84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76D84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76D84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76D84"/>
    <w:rPr>
      <w:rFonts w:ascii="Cambria" w:hAnsi="Cambria" w:cs="Times New Roman"/>
    </w:rPr>
  </w:style>
  <w:style w:type="paragraph" w:styleId="BlockText">
    <w:name w:val="Block Text"/>
    <w:basedOn w:val="Normal"/>
    <w:uiPriority w:val="99"/>
    <w:rsid w:val="00D76D84"/>
    <w:pPr>
      <w:ind w:left="2100" w:right="759"/>
    </w:pPr>
  </w:style>
  <w:style w:type="paragraph" w:styleId="Header">
    <w:name w:val="header"/>
    <w:basedOn w:val="Normal"/>
    <w:link w:val="HeaderChar"/>
    <w:uiPriority w:val="99"/>
    <w:rsid w:val="00D76D84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6D8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76D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6D8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D76D84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FF39BF"/>
    <w:pPr>
      <w:tabs>
        <w:tab w:val="left" w:pos="567"/>
        <w:tab w:val="left" w:pos="1276"/>
        <w:tab w:val="left" w:pos="1418"/>
      </w:tabs>
      <w:overflowPunct w:val="0"/>
      <w:autoSpaceDE w:val="0"/>
      <w:autoSpaceDN w:val="0"/>
      <w:adjustRightInd w:val="0"/>
      <w:ind w:right="141"/>
      <w:textAlignment w:val="baseline"/>
    </w:pPr>
    <w:rPr>
      <w:b/>
      <w:bCs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6D8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48534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D429E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643A7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76D84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43A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6D84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643A7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D76D84"/>
  </w:style>
  <w:style w:type="character" w:styleId="Hyperlink">
    <w:name w:val="Hyperlink"/>
    <w:basedOn w:val="DefaultParagraphFont"/>
    <w:uiPriority w:val="99"/>
    <w:rsid w:val="007A616B"/>
    <w:rPr>
      <w:rFonts w:cs="Times New Roman"/>
      <w:color w:val="0000FF"/>
      <w:u w:val="single"/>
    </w:rPr>
  </w:style>
  <w:style w:type="character" w:customStyle="1" w:styleId="TitoloCarattere">
    <w:name w:val="Titolo Carattere"/>
    <w:basedOn w:val="DefaultParagraphFont"/>
    <w:uiPriority w:val="99"/>
    <w:locked/>
    <w:rsid w:val="00323633"/>
    <w:rPr>
      <w:rFonts w:ascii="Cambria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8B731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o.pellico.ba@istruzione.it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7046\Desktop\Scheda%20accredito%20CORSO%20BA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accredito CORSO BASE</Template>
  <TotalTime>1</TotalTime>
  <Pages>1</Pages>
  <Words>213</Words>
  <Characters>1218</Characters>
  <Application>Microsoft Office Outlook</Application>
  <DocSecurity>0</DocSecurity>
  <Lines>0</Lines>
  <Paragraphs>0</Paragraphs>
  <ScaleCrop>false</ScaleCrop>
  <Company>Provveditorato agli Studi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M.I.U.R.</dc:creator>
  <cp:keywords/>
  <dc:description/>
  <cp:lastModifiedBy>M.I.U.R.</cp:lastModifiedBy>
  <cp:revision>3</cp:revision>
  <cp:lastPrinted>2012-11-08T07:50:00Z</cp:lastPrinted>
  <dcterms:created xsi:type="dcterms:W3CDTF">2012-11-08T08:34:00Z</dcterms:created>
  <dcterms:modified xsi:type="dcterms:W3CDTF">2012-11-08T08:36:00Z</dcterms:modified>
</cp:coreProperties>
</file>